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788" w:rsidRDefault="00CF2788">
      <w:r>
        <w:pict>
          <v:shapetype id="_x_1_t" o:spid="_x0000_m102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" o:spid="_x0000_s1705" type="#_x_1_t" style="position:absolute;margin-left:6.75pt;margin-top:-36.2pt;width:76.95pt;height:10.5pt;z-index:2516582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Report SDAYR40A</w:t>
                  </w:r>
                </w:p>
              </w:txbxContent>
            </v:textbox>
          </v:shape>
        </w:pict>
      </w:r>
      <w:r>
        <w:pict>
          <v:shapetype id="_x_2_t" o:spid="_x0000_m10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" o:spid="_x0000_s1706" type="#_x_2_t" style="position:absolute;margin-left:24.75pt;margin-top:-24.95pt;width:26.7pt;height:10.5pt;z-index:2516592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Page</w:t>
                  </w:r>
                </w:p>
              </w:txbxContent>
            </v:textbox>
          </v:shape>
        </w:pict>
      </w:r>
      <w:r>
        <w:pict>
          <v:shapetype id="_x_3_t" o:spid="_x0000_m102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" o:spid="_x0000_s1707" type="#_x_3_t" style="position:absolute;margin-left:50.25pt;margin-top:-25.75pt;width:35.7pt;height:12pt;z-index:2516602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pict>
          <v:shapetype id="_x_4_t" o:spid="_x0000_m102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" o:spid="_x0000_s1708" type="#_x_4_t" style="position:absolute;margin-left:669pt;margin-top:-40.7pt;width:47.7pt;height:10.5pt;z-index:2516613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Printed on:</w:t>
                  </w:r>
                </w:p>
              </w:txbxContent>
            </v:textbox>
          </v:shape>
        </w:pict>
      </w:r>
      <w:r>
        <w:pict>
          <v:shapetype id="_x_5_t" o:spid="_x0000_m103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" o:spid="_x0000_s1709" type="#_x_5_t" style="position:absolute;margin-left:714.75pt;margin-top:-40.75pt;width:70.95pt;height:12pt;z-index:2516623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24/03/2015</w:t>
                  </w:r>
                </w:p>
              </w:txbxContent>
            </v:textbox>
          </v:shape>
        </w:pict>
      </w:r>
      <w:r>
        <w:pict>
          <v:shapetype id="_x_6_t" o:spid="_x0000_m103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" o:spid="_x0000_s1710" type="#_x_6_t" style="position:absolute;margin-left:701.25pt;margin-top:-27.95pt;width:16.95pt;height:10.5pt;z-index:2516633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at:</w:t>
                  </w:r>
                </w:p>
              </w:txbxContent>
            </v:textbox>
          </v:shape>
        </w:pict>
      </w:r>
      <w:r>
        <w:pict>
          <v:shapetype id="_x_7_t" o:spid="_x0000_m103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" o:spid="_x0000_s1711" type="#_x_7_t" style="position:absolute;margin-left:714.75pt;margin-top:-28.75pt;width:58.2pt;height:12pt;z-index:2516643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14:12:08</w:t>
                  </w:r>
                </w:p>
              </w:txbxContent>
            </v:textbox>
          </v:shape>
        </w:pict>
      </w:r>
      <w:r>
        <w:pict>
          <v:shapetype id="_x_8_t" o:spid="_x0000_m103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" o:spid="_x0000_s1712" type="#_x_8_t" style="position:absolute;margin-left:170pt;margin-top:-39.25pt;width:459.45pt;height:15.75pt;z-index:2516654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Clevedon A&amp;P Show 8th and 9th November 2014</w:t>
                  </w:r>
                </w:p>
              </w:txbxContent>
            </v:textbox>
          </v:shape>
        </w:pict>
      </w:r>
      <w:r>
        <w:pict>
          <v:shapetype id="_x_9_t" o:spid="_x0000_m103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" o:spid="_x0000_s1713" type="#_x_9_t" style="position:absolute;margin-left:221pt;margin-top:-22.75pt;width:343.2pt;height:15.75pt;z-index:2516664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Class and Special Prize Winners</w:t>
                  </w:r>
                </w:p>
              </w:txbxContent>
            </v:textbox>
          </v:shape>
        </w:pict>
      </w:r>
      <w:r>
        <w:pict>
          <v:shapetype id="_x_10_t" o:spid="_x0000_m103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" o:spid="_x0000_s1714" type="#_x_10_t" style="position:absolute;margin-left:0;margin-top:2.8pt;width:32.7pt;height:12.45pt;z-index:2516674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Class</w:t>
                  </w:r>
                </w:p>
              </w:txbxContent>
            </v:textbox>
          </v:shape>
        </w:pict>
      </w:r>
      <w:r>
        <w:pict>
          <v:shapetype id="_x_11_t" o:spid="_x0000_m103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" o:spid="_x0000_s1715" type="#_x_11_t" style="position:absolute;margin-left:196.5pt;margin-top:2.8pt;width:41.7pt;height:12.45pt;z-index:2516684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Results</w:t>
                  </w:r>
                </w:p>
              </w:txbxContent>
            </v:textbox>
          </v:shape>
        </w:pict>
      </w:r>
      <w:r>
        <w:pict>
          <v:shapetype id="_x_12_t" o:spid="_x0000_m103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" o:spid="_x0000_s1716" type="#_x_12_t" style="position:absolute;margin-left:-5.2pt;margin-top:14.75pt;width:38.7pt;height:12pt;z-index:25166950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900</w:t>
                  </w:r>
                </w:p>
              </w:txbxContent>
            </v:textbox>
          </v:shape>
        </w:pict>
      </w:r>
      <w:r>
        <w:pict>
          <v:shapetype id="_x_13_t" o:spid="_x0000_m103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" o:spid="_x0000_s1717" type="#_x_13_t" style="position:absolute;margin-left:33pt;margin-top:14.75pt;width:169.2pt;height:12pt;z-index:2516705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Outfit made from recycled products</w:t>
                  </w:r>
                </w:p>
              </w:txbxContent>
            </v:textbox>
          </v:shape>
        </w:pict>
      </w:r>
      <w:r>
        <w:pict>
          <v:shapetype id="_x_14_t" o:spid="_x0000_m103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" o:spid="_x0000_s1718" type="#_x_14_t" style="position:absolute;margin-left:195.75pt;margin-top:14.75pt;width:595.95pt;height:12pt;z-index:2516715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Prangley, Portia 1st ; Fulljames, Muriel 2nd ; Cornwall, Charlotte 3rd</w:t>
                  </w:r>
                </w:p>
              </w:txbxContent>
            </v:textbox>
          </v:shape>
        </w:pict>
      </w:r>
      <w:r>
        <w:pict>
          <v:shapetype id="_x_15_t" o:spid="_x0000_m104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" o:spid="_x0000_s1719" type="#_x_15_t" style="position:absolute;margin-left:-5.2pt;margin-top:26.75pt;width:38.7pt;height:12pt;z-index:25167257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901</w:t>
                  </w:r>
                </w:p>
              </w:txbxContent>
            </v:textbox>
          </v:shape>
        </w:pict>
      </w:r>
      <w:r>
        <w:pict>
          <v:shapetype id="_x_16_t" o:spid="_x0000_m104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" o:spid="_x0000_s1720" type="#_x_16_t" style="position:absolute;margin-left:33pt;margin-top:26.75pt;width:169.2pt;height:12pt;z-index:2516736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ALSTROMEDIA any variety, 3 blooms</w:t>
                  </w:r>
                </w:p>
              </w:txbxContent>
            </v:textbox>
          </v:shape>
        </w:pict>
      </w:r>
      <w:r>
        <w:pict>
          <v:shapetype id="_x_17_t" o:spid="_x0000_m104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" o:spid="_x0000_s1721" type="#_x_17_t" style="position:absolute;margin-left:195.75pt;margin-top:26.75pt;width:595.95pt;height:12pt;z-index:2516746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Browne, Norma 1st ; Alexander, Ginni 2nd ; Duder, Brian 3rd</w:t>
                  </w:r>
                </w:p>
              </w:txbxContent>
            </v:textbox>
          </v:shape>
        </w:pict>
      </w:r>
      <w:r>
        <w:pict>
          <v:shapetype id="_x_18_t" o:spid="_x0000_m104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" o:spid="_x0000_s1722" type="#_x_18_t" style="position:absolute;margin-left:-5.2pt;margin-top:38.75pt;width:38.7pt;height:12pt;z-index:25167564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902</w:t>
                  </w:r>
                </w:p>
              </w:txbxContent>
            </v:textbox>
          </v:shape>
        </w:pict>
      </w:r>
      <w:r>
        <w:pict>
          <v:shapetype id="_x_19_t" o:spid="_x0000_m104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" o:spid="_x0000_s1723" type="#_x_19_t" style="position:absolute;margin-left:33pt;margin-top:38.75pt;width:169.2pt;height:12pt;z-index:2516766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IRIS any variety, 1 stem</w:t>
                  </w:r>
                </w:p>
              </w:txbxContent>
            </v:textbox>
          </v:shape>
        </w:pict>
      </w:r>
      <w:r>
        <w:pict>
          <v:shapetype id="_x_20_t" o:spid="_x0000_m104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" o:spid="_x0000_s1724" type="#_x_20_t" style="position:absolute;margin-left:195.75pt;margin-top:38.75pt;width:595.95pt;height:12pt;z-index:2516776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Alexander, Ginni 1st ; Duder, Brian 2nd ; Wright, Danielle 3rd</w:t>
                  </w:r>
                </w:p>
              </w:txbxContent>
            </v:textbox>
          </v:shape>
        </w:pict>
      </w:r>
      <w:r>
        <w:pict>
          <v:shapetype id="_x_21_t" o:spid="_x0000_m104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" o:spid="_x0000_s1725" type="#_x_21_t" style="position:absolute;margin-left:-5.2pt;margin-top:50.75pt;width:38.7pt;height:12pt;z-index:2516787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903</w:t>
                  </w:r>
                </w:p>
              </w:txbxContent>
            </v:textbox>
          </v:shape>
        </w:pict>
      </w:r>
      <w:r>
        <w:pict>
          <v:shapetype id="_x_22_t" o:spid="_x0000_m104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" o:spid="_x0000_s1726" type="#_x_22_t" style="position:absolute;margin-left:33pt;margin-top:50.75pt;width:169.2pt;height:12pt;z-index:2516797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FOXGLOVE 1 stem</w:t>
                  </w:r>
                </w:p>
              </w:txbxContent>
            </v:textbox>
          </v:shape>
        </w:pict>
      </w:r>
      <w:r>
        <w:pict>
          <v:shapetype id="_x_23_t" o:spid="_x0000_m104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" o:spid="_x0000_s1727" type="#_x_23_t" style="position:absolute;margin-left:195.75pt;margin-top:50.75pt;width:595.95pt;height:12pt;z-index:2516807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Mandeno, Sarah 1st ; Wright, Danielle 2nd ; McGonagle, Vivienne 3rd</w:t>
                  </w:r>
                </w:p>
              </w:txbxContent>
            </v:textbox>
          </v:shape>
        </w:pict>
      </w:r>
      <w:r>
        <w:pict>
          <v:shapetype id="_x_24_t" o:spid="_x0000_m104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" o:spid="_x0000_s1728" type="#_x_24_t" style="position:absolute;margin-left:-5.2pt;margin-top:62.75pt;width:38.7pt;height:12pt;z-index:2516817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904</w:t>
                  </w:r>
                </w:p>
              </w:txbxContent>
            </v:textbox>
          </v:shape>
        </w:pict>
      </w:r>
      <w:r>
        <w:pict>
          <v:shapetype id="_x_25_t" o:spid="_x0000_m105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" o:spid="_x0000_s1729" type="#_x_25_t" style="position:absolute;margin-left:33pt;margin-top:62.75pt;width:169.2pt;height:12pt;z-index:2516828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ROSES 3 stems, any variety or varieties</w:t>
                  </w:r>
                </w:p>
              </w:txbxContent>
            </v:textbox>
          </v:shape>
        </w:pict>
      </w:r>
      <w:r>
        <w:pict>
          <v:shapetype id="_x_26_t" o:spid="_x0000_m105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" o:spid="_x0000_s1730" type="#_x_26_t" style="position:absolute;margin-left:195.75pt;margin-top:62.75pt;width:595.95pt;height:12pt;z-index:2516838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Alexander, Ginni 1st ; Street, Dorothy 2nd ; Kuypers, Noeleen 3rd</w:t>
                  </w:r>
                </w:p>
              </w:txbxContent>
            </v:textbox>
          </v:shape>
        </w:pict>
      </w:r>
      <w:r>
        <w:pict>
          <v:shapetype id="_x_27_t" o:spid="_x0000_m105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" o:spid="_x0000_s1731" type="#_x_27_t" style="position:absolute;margin-left:-5.2pt;margin-top:74.75pt;width:38.7pt;height:12pt;z-index:2516848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905</w:t>
                  </w:r>
                </w:p>
              </w:txbxContent>
            </v:textbox>
          </v:shape>
        </w:pict>
      </w:r>
      <w:r>
        <w:pict>
          <v:shapetype id="_x_28_t" o:spid="_x0000_m105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" o:spid="_x0000_s1732" type="#_x_28_t" style="position:absolute;margin-left:33pt;margin-top:74.75pt;width:169.2pt;height:12pt;z-index:2516858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ROSES 3 stems, miniatures</w:t>
                  </w:r>
                </w:p>
              </w:txbxContent>
            </v:textbox>
          </v:shape>
        </w:pict>
      </w:r>
      <w:r>
        <w:pict>
          <v:shapetype id="_x_29_t" o:spid="_x0000_m105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" o:spid="_x0000_s1733" type="#_x_29_t" style="position:absolute;margin-left:195.75pt;margin-top:74.75pt;width:595.95pt;height:12pt;z-index:2516869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Kuypers, Noeleen 1st ; Mandeno, Sarah 2nd ; Browne, Norma 3rd</w:t>
                  </w:r>
                </w:p>
              </w:txbxContent>
            </v:textbox>
          </v:shape>
        </w:pict>
      </w:r>
      <w:r>
        <w:pict>
          <v:shapetype id="_x_30_t" o:spid="_x0000_m105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" o:spid="_x0000_s1734" type="#_x_30_t" style="position:absolute;margin-left:-5.2pt;margin-top:86.75pt;width:38.7pt;height:12pt;z-index:25168793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906</w:t>
                  </w:r>
                </w:p>
              </w:txbxContent>
            </v:textbox>
          </v:shape>
        </w:pict>
      </w:r>
      <w:r>
        <w:pict>
          <v:shapetype id="_x_31_t" o:spid="_x0000_m105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" o:spid="_x0000_s1735" type="#_x_31_t" style="position:absolute;margin-left:33pt;margin-top:86.75pt;width:169.2pt;height:12pt;z-index:2516889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SWEETPEA 3 stems</w:t>
                  </w:r>
                </w:p>
              </w:txbxContent>
            </v:textbox>
          </v:shape>
        </w:pict>
      </w:r>
      <w:r>
        <w:pict>
          <v:shapetype id="_x_32_t" o:spid="_x0000_m105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" o:spid="_x0000_s1736" type="#_x_32_t" style="position:absolute;margin-left:195.75pt;margin-top:86.75pt;width:595.95pt;height:12pt;z-index:2516899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Small, Judy 1st ; Alexander, Ginni 2nd</w:t>
                  </w:r>
                </w:p>
              </w:txbxContent>
            </v:textbox>
          </v:shape>
        </w:pict>
      </w:r>
      <w:r>
        <w:pict>
          <v:shapetype id="_x_33_t" o:spid="_x0000_m105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" o:spid="_x0000_s1737" type="#_x_33_t" style="position:absolute;margin-left:-5.2pt;margin-top:98.8pt;width:38.7pt;height:12pt;z-index:25169100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907</w:t>
                  </w:r>
                </w:p>
              </w:txbxContent>
            </v:textbox>
          </v:shape>
        </w:pict>
      </w:r>
      <w:r>
        <w:pict>
          <v:shapetype id="_x_34_t" o:spid="_x0000_m105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" o:spid="_x0000_s1738" type="#_x_34_t" style="position:absolute;margin-left:33pt;margin-top:98.8pt;width:169.2pt;height:12pt;z-index:2516920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FOLIAGE  3 stems</w:t>
                  </w:r>
                </w:p>
              </w:txbxContent>
            </v:textbox>
          </v:shape>
        </w:pict>
      </w:r>
      <w:r>
        <w:pict>
          <v:shapetype id="_x_35_t" o:spid="_x0000_m106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" o:spid="_x0000_s1739" type="#_x_35_t" style="position:absolute;margin-left:195.75pt;margin-top:98.8pt;width:595.95pt;height:12pt;z-index:2516930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Kuypers, Noeleen 1st ; Fulljames, Muriel 2nd ; Browne, Norma 3rd</w:t>
                  </w:r>
                </w:p>
              </w:txbxContent>
            </v:textbox>
          </v:shape>
        </w:pict>
      </w:r>
      <w:r>
        <w:pict>
          <v:shapetype id="_x_36_t" o:spid="_x0000_m106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" o:spid="_x0000_s1740" type="#_x_36_t" style="position:absolute;margin-left:-5.2pt;margin-top:110.8pt;width:38.7pt;height:12pt;z-index:25169408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908</w:t>
                  </w:r>
                </w:p>
              </w:txbxContent>
            </v:textbox>
          </v:shape>
        </w:pict>
      </w:r>
      <w:r>
        <w:pict>
          <v:shapetype id="_x_37_t" o:spid="_x0000_m106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" o:spid="_x0000_s1741" type="#_x_37_t" style="position:absolute;margin-left:33pt;margin-top:110.8pt;width:169.2pt;height:21.95pt;z-index:2516951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GERANIUM/PELARGONIUM  any variety, 3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stems</w:t>
                  </w:r>
                </w:p>
              </w:txbxContent>
            </v:textbox>
          </v:shape>
        </w:pict>
      </w:r>
      <w:r>
        <w:pict>
          <v:shapetype id="_x_38_t" o:spid="_x0000_m106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" o:spid="_x0000_s1742" type="#_x_38_t" style="position:absolute;margin-left:195.75pt;margin-top:110.8pt;width:595.95pt;height:12pt;z-index:2516961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Browne, Norma 1st ; Alexander, Ginni 2nd ; Mandeno, Sarah 3rd</w:t>
                  </w:r>
                </w:p>
              </w:txbxContent>
            </v:textbox>
          </v:shape>
        </w:pict>
      </w:r>
      <w:r>
        <w:pict>
          <v:shapetype id="_x_39_t" o:spid="_x0000_m106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" o:spid="_x0000_s1743" type="#_x_39_t" style="position:absolute;margin-left:-5.2pt;margin-top:132.7pt;width:38.7pt;height:12pt;z-index:25169715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909</w:t>
                  </w:r>
                </w:p>
              </w:txbxContent>
            </v:textbox>
          </v:shape>
        </w:pict>
      </w:r>
      <w:r>
        <w:pict>
          <v:shapetype id="_x_40_t" o:spid="_x0000_m106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" o:spid="_x0000_s1744" type="#_x_40_t" style="position:absolute;margin-left:33pt;margin-top:132.7pt;width:169.2pt;height:21.95pt;z-index:2516981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ANY VARIETY OF FLOWERS NOT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SPECIFIED 3 blooms or stems</w:t>
                  </w:r>
                </w:p>
              </w:txbxContent>
            </v:textbox>
          </v:shape>
        </w:pict>
      </w:r>
      <w:r>
        <w:pict>
          <v:shapetype id="_x_41_t" o:spid="_x0000_m106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" o:spid="_x0000_s1745" type="#_x_41_t" style="position:absolute;margin-left:195.75pt;margin-top:132.7pt;width:595.95pt;height:12pt;z-index:2516992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Browne, Norma 1st ; Elworthy Jones, Olympia 2nd ; Alexander, Ginni 3rd</w:t>
                  </w:r>
                </w:p>
              </w:txbxContent>
            </v:textbox>
          </v:shape>
        </w:pict>
      </w:r>
      <w:r>
        <w:pict>
          <v:shapetype id="_x_42_t" o:spid="_x0000_m106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" o:spid="_x0000_s1746" type="#_x_42_t" style="position:absolute;margin-left:-5.2pt;margin-top:154.65pt;width:38.7pt;height:12pt;z-index:25170022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910</w:t>
                  </w:r>
                </w:p>
              </w:txbxContent>
            </v:textbox>
          </v:shape>
        </w:pict>
      </w:r>
      <w:r>
        <w:pict>
          <v:shapetype id="_x_43_t" o:spid="_x0000_m106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" o:spid="_x0000_s1747" type="#_x_43_t" style="position:absolute;margin-left:33pt;margin-top:154.65pt;width:169.2pt;height:12pt;z-index:2517012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POSY WILD FLOWERS any colour theme</w:t>
                  </w:r>
                </w:p>
              </w:txbxContent>
            </v:textbox>
          </v:shape>
        </w:pict>
      </w:r>
      <w:r>
        <w:pict>
          <v:shapetype id="_x_44_t" o:spid="_x0000_m106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" o:spid="_x0000_s1748" type="#_x_44_t" style="position:absolute;margin-left:195.75pt;margin-top:154.65pt;width:595.95pt;height:12pt;z-index:2517022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Kuypers, Noeleen 1st ; Morris, Nikki 2nd ; Mandeno, Sarah 3rd</w:t>
                  </w:r>
                </w:p>
              </w:txbxContent>
            </v:textbox>
          </v:shape>
        </w:pict>
      </w:r>
      <w:r>
        <w:pict>
          <v:shapetype id="_x_45_t" o:spid="_x0000_m107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" o:spid="_x0000_s1749" type="#_x_45_t" style="position:absolute;margin-left:-5.2pt;margin-top:166.65pt;width:38.7pt;height:12pt;z-index:25170329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911</w:t>
                  </w:r>
                </w:p>
              </w:txbxContent>
            </v:textbox>
          </v:shape>
        </w:pict>
      </w:r>
      <w:r>
        <w:pict>
          <v:shapetype id="_x_46_t" o:spid="_x0000_m107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" o:spid="_x0000_s1750" type="#_x_46_t" style="position:absolute;margin-left:33pt;margin-top:166.65pt;width:169.2pt;height:12pt;z-index:2517043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FLORAL ARRANGEMENT any colou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r theme</w:t>
                  </w:r>
                </w:p>
              </w:txbxContent>
            </v:textbox>
          </v:shape>
        </w:pict>
      </w:r>
      <w:r>
        <w:pict>
          <v:shapetype id="_x_47_t" o:spid="_x0000_m107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" o:spid="_x0000_s1751" type="#_x_47_t" style="position:absolute;margin-left:195.75pt;margin-top:166.65pt;width:595.95pt;height:12pt;z-index:2517053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Small, Judy 1st</w:t>
                  </w:r>
                </w:p>
              </w:txbxContent>
            </v:textbox>
          </v:shape>
        </w:pict>
      </w:r>
      <w:r>
        <w:pict>
          <v:shapetype id="_x_48_t" o:spid="_x0000_m107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" o:spid="_x0000_s1752" type="#_x_48_t" style="position:absolute;margin-left:-5.2pt;margin-top:178.65pt;width:38.7pt;height:12pt;z-index:25170636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912</w:t>
                  </w:r>
                </w:p>
              </w:txbxContent>
            </v:textbox>
          </v:shape>
        </w:pict>
      </w:r>
      <w:r>
        <w:pict>
          <v:shapetype id="_x_49_t" o:spid="_x0000_m107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" o:spid="_x0000_s1753" type="#_x_49_t" style="position:absolute;margin-left:33pt;margin-top:178.65pt;width:169.2pt;height:12pt;z-index:2517073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HANGING, PLANTED &amp; FLOWERING IDEA</w:t>
                  </w:r>
                </w:p>
              </w:txbxContent>
            </v:textbox>
          </v:shape>
        </w:pict>
      </w:r>
      <w:r>
        <w:pict>
          <v:shapetype id="_x_50_t" o:spid="_x0000_m107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" o:spid="_x0000_s1754" type="#_x_50_t" style="position:absolute;margin-left:195.75pt;margin-top:178.65pt;width:595.95pt;height:12pt;z-index:2517084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McGonagle, Vivienne 1st ; McGonagle, Vivienne 2nd ; Kirk, Anastacia 3rd</w:t>
                  </w:r>
                </w:p>
              </w:txbxContent>
            </v:textbox>
          </v:shape>
        </w:pict>
      </w:r>
      <w:r>
        <w:pict>
          <v:shapetype id="_x_51_t" o:spid="_x0000_m107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" o:spid="_x0000_s1755" type="#_x_51_t" style="position:absolute;margin-left:-5.2pt;margin-top:190.65pt;width:38.7pt;height:12pt;z-index:25170944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913</w:t>
                  </w:r>
                </w:p>
              </w:txbxContent>
            </v:textbox>
          </v:shape>
        </w:pict>
      </w:r>
      <w:r>
        <w:pict>
          <v:shapetype id="_x_52_t" o:spid="_x0000_m107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" o:spid="_x0000_s1756" type="#_x_52_t" style="position:absolute;margin-left:33pt;margin-top:190.65pt;width:169.2pt;height:12pt;z-index:2517104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LETTUCE 1 head, any variety</w:t>
                  </w:r>
                </w:p>
              </w:txbxContent>
            </v:textbox>
          </v:shape>
        </w:pict>
      </w:r>
      <w:r>
        <w:pict>
          <v:shapetype id="_x_53_t" o:spid="_x0000_m107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" o:spid="_x0000_s1757" type="#_x_53_t" style="position:absolute;margin-left:195.75pt;margin-top:190.65pt;width:595.95pt;height:12pt;z-index:2517114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Loustari, Louise 1st ; Hellyer, Grace 2nd ; Morris, Nikki 3rd</w:t>
                  </w:r>
                </w:p>
              </w:txbxContent>
            </v:textbox>
          </v:shape>
        </w:pict>
      </w:r>
      <w:r>
        <w:pict>
          <v:shapetype id="_x_54_t" o:spid="_x0000_m107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" o:spid="_x0000_s1758" type="#_x_54_t" style="position:absolute;margin-left:-5.2pt;margin-top:202.65pt;width:38.7pt;height:12pt;z-index:25171251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914</w:t>
                  </w:r>
                </w:p>
              </w:txbxContent>
            </v:textbox>
          </v:shape>
        </w:pict>
      </w:r>
      <w:r>
        <w:pict>
          <v:shapetype id="_x_55_t" o:spid="_x0000_m108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" o:spid="_x0000_s1759" type="#_x_55_t" style="position:absolute;margin-left:33pt;margin-top:202.65pt;width:169.2pt;height:12pt;z-index:2517135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BROCCOLI or CAULIFLOWER 1 head</w:t>
                  </w:r>
                </w:p>
              </w:txbxContent>
            </v:textbox>
          </v:shape>
        </w:pict>
      </w:r>
      <w:r>
        <w:pict>
          <v:shapetype id="_x_56_t" o:spid="_x0000_m108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" o:spid="_x0000_s1760" type="#_x_56_t" style="position:absolute;margin-left:195.75pt;margin-top:202.65pt;width:595.95pt;height:12pt;z-index:2517145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Browne, Norma 1st</w:t>
                  </w:r>
                </w:p>
              </w:txbxContent>
            </v:textbox>
          </v:shape>
        </w:pict>
      </w:r>
      <w:r>
        <w:pict>
          <v:shapetype id="_x_57_t" o:spid="_x0000_m108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" o:spid="_x0000_s1761" type="#_x_57_t" style="position:absolute;margin-left:-5.2pt;margin-top:214.65pt;width:38.7pt;height:12pt;z-index:25171558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915</w:t>
                  </w:r>
                </w:p>
              </w:txbxContent>
            </v:textbox>
          </v:shape>
        </w:pict>
      </w:r>
      <w:r>
        <w:pict>
          <v:shapetype id="_x_58_t" o:spid="_x0000_m108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" o:spid="_x0000_s1762" type="#_x_58_t" style="position:absolute;margin-left:33pt;margin-top:214.65pt;width:169.2pt;height:12pt;z-index:2517166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CABBAGE 1 head</w:t>
                  </w:r>
                </w:p>
              </w:txbxContent>
            </v:textbox>
          </v:shape>
        </w:pict>
      </w:r>
      <w:r>
        <w:pict>
          <v:shapetype id="_x_59_t" o:spid="_x0000_m108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" o:spid="_x0000_s1763" type="#_x_59_t" style="position:absolute;margin-left:195.75pt;margin-top:214.65pt;width:595.95pt;height:12pt;z-index:2517176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Priscilla 1st</w:t>
                  </w:r>
                </w:p>
              </w:txbxContent>
            </v:textbox>
          </v:shape>
        </w:pict>
      </w:r>
      <w:r>
        <w:pict>
          <v:shapetype id="_x_60_t" o:spid="_x0000_m108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" o:spid="_x0000_s1764" type="#_x_60_t" style="position:absolute;margin-left:-5.2pt;margin-top:226.65pt;width:38.7pt;height:12pt;z-index:25171865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916</w:t>
                  </w:r>
                </w:p>
              </w:txbxContent>
            </v:textbox>
          </v:shape>
        </w:pict>
      </w:r>
      <w:r>
        <w:pict>
          <v:shapetype id="_x_61_t" o:spid="_x0000_m108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" o:spid="_x0000_s1765" type="#_x_61_t" style="position:absolute;margin-left:33pt;margin-top:226.65pt;width:169.2pt;height:21.95pt;z-index:2517196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COLLECTION OF HERBS 3 varieties, 1 stem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of each</w:t>
                  </w:r>
                </w:p>
              </w:txbxContent>
            </v:textbox>
          </v:shape>
        </w:pict>
      </w:r>
      <w:r>
        <w:pict>
          <v:shapetype id="_x_62_t" o:spid="_x0000_m108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" o:spid="_x0000_s1766" type="#_x_62_t" style="position:absolute;margin-left:195.75pt;margin-top:226.65pt;width:595.95pt;height:12pt;z-index:2517207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Priscilla 1st ; Browne, Norma 2nd ; Kuypers, Noeleen 3rd</w:t>
                  </w:r>
                </w:p>
              </w:txbxContent>
            </v:textbox>
          </v:shape>
        </w:pict>
      </w:r>
      <w:r>
        <w:pict>
          <v:shapetype id="_x_63_t" o:spid="_x0000_m108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" o:spid="_x0000_s1767" type="#_x_63_t" style="position:absolute;margin-left:-5.2pt;margin-top:248.6pt;width:38.7pt;height:12pt;z-index:25172172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917</w:t>
                  </w:r>
                </w:p>
              </w:txbxContent>
            </v:textbox>
          </v:shape>
        </w:pict>
      </w:r>
      <w:r>
        <w:pict>
          <v:shapetype id="_x_64_t" o:spid="_x0000_m108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" o:spid="_x0000_s1768" type="#_x_64_t" style="position:absolute;margin-left:33pt;margin-top:248.6pt;width:169.2pt;height:12pt;z-index:2517227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PARSLEY 3 stems</w:t>
                  </w:r>
                </w:p>
              </w:txbxContent>
            </v:textbox>
          </v:shape>
        </w:pict>
      </w:r>
      <w:r>
        <w:pict>
          <v:shapetype id="_x_65_t" o:spid="_x0000_m109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" o:spid="_x0000_s1769" type="#_x_65_t" style="position:absolute;margin-left:195.75pt;margin-top:248.6pt;width:595.95pt;height:12pt;z-index:2517237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Abbott, Georgia 1st ; Owen, Deborah 2nd ; Hellyer, Grace 3rd</w:t>
                  </w:r>
                </w:p>
              </w:txbxContent>
            </v:textbox>
          </v:shape>
        </w:pict>
      </w:r>
      <w:r>
        <w:pict>
          <v:shapetype id="_x_66_t" o:spid="_x0000_m109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" o:spid="_x0000_s1770" type="#_x_66_t" style="position:absolute;margin-left:-5.2pt;margin-top:260.6pt;width:38.7pt;height:12pt;z-index:25172480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918</w:t>
                  </w:r>
                </w:p>
              </w:txbxContent>
            </v:textbox>
          </v:shape>
        </w:pict>
      </w:r>
      <w:r>
        <w:pict>
          <v:shapetype id="_x_67_t" o:spid="_x0000_m109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" o:spid="_x0000_s1771" type="#_x_67_t" style="position:absolute;margin-left:33pt;margin-top:260.6pt;width:169.2pt;height:12pt;z-index:2517258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RADISH 3</w:t>
                  </w:r>
                </w:p>
              </w:txbxContent>
            </v:textbox>
          </v:shape>
        </w:pict>
      </w:r>
      <w:r>
        <w:pict>
          <v:shapetype id="_x_68_t" o:spid="_x0000_m109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8" o:spid="_x0000_s1772" type="#_x_68_t" style="position:absolute;margin-left:195.75pt;margin-top:260.6pt;width:595.95pt;height:12pt;z-index:2517268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Priscilla 1st</w:t>
                  </w:r>
                </w:p>
              </w:txbxContent>
            </v:textbox>
          </v:shape>
        </w:pict>
      </w:r>
      <w:r>
        <w:pict>
          <v:shapetype id="_x_69_t" o:spid="_x0000_m109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9" o:spid="_x0000_s1773" type="#_x_69_t" style="position:absolute;margin-left:-5.2pt;margin-top:272.6pt;width:38.7pt;height:12pt;z-index:25172787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919</w:t>
                  </w:r>
                </w:p>
              </w:txbxContent>
            </v:textbox>
          </v:shape>
        </w:pict>
      </w:r>
      <w:r>
        <w:pict>
          <v:shapetype id="_x_70_t" o:spid="_x0000_m109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0" o:spid="_x0000_s1774" type="#_x_70_t" style="position:absolute;margin-left:33pt;margin-top:272.6pt;width:169.2pt;height:12pt;z-index:2517288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GRAPEFRUIT 2</w:t>
                  </w:r>
                </w:p>
              </w:txbxContent>
            </v:textbox>
          </v:shape>
        </w:pict>
      </w:r>
      <w:r>
        <w:pict>
          <v:shapetype id="_x_71_t" o:spid="_x0000_m109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1" o:spid="_x0000_s1775" type="#_x_71_t" style="position:absolute;margin-left:195.75pt;margin-top:272.6pt;width:595.95pt;height:12pt;z-index:2517299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Duder, Brian 1st ; Browne, Norma 2nd ; Loustari, Riku 3rd</w:t>
                  </w:r>
                </w:p>
              </w:txbxContent>
            </v:textbox>
          </v:shape>
        </w:pict>
      </w:r>
      <w:r>
        <w:pict>
          <v:shapetype id="_x_72_t" o:spid="_x0000_m109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2" o:spid="_x0000_s1776" type="#_x_72_t" style="position:absolute;margin-left:-5.2pt;margin-top:284.6pt;width:38.7pt;height:12pt;z-index:25173094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920</w:t>
                  </w:r>
                </w:p>
              </w:txbxContent>
            </v:textbox>
          </v:shape>
        </w:pict>
      </w:r>
      <w:r>
        <w:pict>
          <v:shapetype id="_x_73_t" o:spid="_x0000_m109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3" o:spid="_x0000_s1777" type="#_x_73_t" style="position:absolute;margin-left:33pt;margin-top:284.6pt;width:169.2pt;height:12pt;z-index:2517319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LEMONS 3</w:t>
                  </w:r>
                </w:p>
              </w:txbxContent>
            </v:textbox>
          </v:shape>
        </w:pict>
      </w:r>
      <w:r>
        <w:pict>
          <v:shapetype id="_x_74_t" o:spid="_x0000_m109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4" o:spid="_x0000_s1778" type="#_x_74_t" style="position:absolute;margin-left:195.75pt;margin-top:284.6pt;width:595.95pt;height:12pt;z-index:2517329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Alexander, Ginni 1st ; Windecker, Nobuko 2nd ; Loustari, Riku 3rd</w:t>
                  </w:r>
                </w:p>
              </w:txbxContent>
            </v:textbox>
          </v:shape>
        </w:pict>
      </w:r>
      <w:r>
        <w:pict>
          <v:shapetype id="_x_75_t" o:spid="_x0000_m110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5" o:spid="_x0000_s1779" type="#_x_75_t" style="position:absolute;margin-left:-5.2pt;margin-top:296.6pt;width:38.7pt;height:12pt;z-index:25173401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921</w:t>
                  </w:r>
                </w:p>
              </w:txbxContent>
            </v:textbox>
          </v:shape>
        </w:pict>
      </w:r>
      <w:r>
        <w:pict>
          <v:shapetype id="_x_76_t" o:spid="_x0000_m110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6" o:spid="_x0000_s1780" type="#_x_76_t" style="position:absolute;margin-left:33pt;margin-top:296.6pt;width:169.2pt;height:12pt;z-index:2517350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POTATO 3 of any variety</w:t>
                  </w:r>
                </w:p>
              </w:txbxContent>
            </v:textbox>
          </v:shape>
        </w:pict>
      </w:r>
      <w:r>
        <w:pict>
          <v:shapetype id="_x_77_t" o:spid="_x0000_m110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7" o:spid="_x0000_s1781" type="#_x_77_t" style="position:absolute;margin-left:195.75pt;margin-top:296.6pt;width:595.95pt;height:12pt;z-index:2517360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Street, Dorothy 1st</w:t>
                  </w:r>
                </w:p>
              </w:txbxContent>
            </v:textbox>
          </v:shape>
        </w:pict>
      </w:r>
      <w:r>
        <w:pict>
          <v:shapetype id="_x_78_t" o:spid="_x0000_m110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8" o:spid="_x0000_s1782" type="#_x_78_t" style="position:absolute;margin-left:-5.2pt;margin-top:308.6pt;width:38.7pt;height:12pt;z-index:25173708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922</w:t>
                  </w:r>
                </w:p>
              </w:txbxContent>
            </v:textbox>
          </v:shape>
        </w:pict>
      </w:r>
      <w:r>
        <w:pict>
          <v:shapetype id="_x_79_t" o:spid="_x0000_m110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79" o:spid="_x0000_s1783" type="#_x_79_t" style="position:absolute;margin-left:33pt;margin-top:308.6pt;width:169.2pt;height:12pt;z-index:2517381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STRAWBERRIES 3</w:t>
                  </w:r>
                </w:p>
              </w:txbxContent>
            </v:textbox>
          </v:shape>
        </w:pict>
      </w:r>
      <w:r>
        <w:pict>
          <v:shapetype id="_x_80_t" o:spid="_x0000_m110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0" o:spid="_x0000_s1784" type="#_x_80_t" style="position:absolute;margin-left:195.75pt;margin-top:308.6pt;width:595.95pt;height:12pt;z-index:2517391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Abbott, Georgia 1st ; Niiki Morris 2nd</w:t>
                  </w:r>
                </w:p>
              </w:txbxContent>
            </v:textbox>
          </v:shape>
        </w:pict>
      </w:r>
      <w:r>
        <w:pict>
          <v:shapetype id="_x_81_t" o:spid="_x0000_m110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1" o:spid="_x0000_s1785" type="#_x_81_t" style="position:absolute;margin-left:-5.2pt;margin-top:320.6pt;width:38.7pt;height:12pt;z-index:25174016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923</w:t>
                  </w:r>
                </w:p>
              </w:txbxContent>
            </v:textbox>
          </v:shape>
        </w:pict>
      </w:r>
      <w:r>
        <w:pict>
          <v:shapetype id="_x_82_t" o:spid="_x0000_m110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2" o:spid="_x0000_s1786" type="#_x_82_t" style="position:absolute;margin-left:33pt;margin-top:320.6pt;width:169.2pt;height:12pt;z-index:2517411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RHUBARB  3 stems</w:t>
                  </w:r>
                </w:p>
              </w:txbxContent>
            </v:textbox>
          </v:shape>
        </w:pict>
      </w:r>
      <w:r>
        <w:pict>
          <v:shapetype id="_x_83_t" o:spid="_x0000_m110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3" o:spid="_x0000_s1787" type="#_x_83_t" style="position:absolute;margin-left:195.75pt;margin-top:320.6pt;width:595.95pt;height:12pt;z-index:2517422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Priscilla 1st ; Hellyer, Grace 2nd ; Duder, Brian 3rd</w:t>
                  </w:r>
                </w:p>
              </w:txbxContent>
            </v:textbox>
          </v:shape>
        </w:pict>
      </w:r>
      <w:r>
        <w:pict>
          <v:shapetype id="_x_84_t" o:spid="_x0000_m110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4" o:spid="_x0000_s1788" type="#_x_84_t" style="position:absolute;margin-left:-5.2pt;margin-top:332.6pt;width:38.7pt;height:12pt;z-index:25174323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924</w:t>
                  </w:r>
                </w:p>
              </w:txbxContent>
            </v:textbox>
          </v:shape>
        </w:pict>
      </w:r>
      <w:r>
        <w:pict>
          <v:shapetype id="_x_85_t" o:spid="_x0000_m111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5" o:spid="_x0000_s1789" type="#_x_85_t" style="position:absolute;margin-left:33pt;margin-top:332.6pt;width:169.2pt;height:12pt;z-index:2517442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Any vegetable or fruit not in schedule</w:t>
                  </w:r>
                </w:p>
              </w:txbxContent>
            </v:textbox>
          </v:shape>
        </w:pict>
      </w:r>
      <w:r>
        <w:pict>
          <v:shapetype id="_x_86_t" o:spid="_x0000_m111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6" o:spid="_x0000_s1790" type="#_x_86_t" style="position:absolute;margin-left:195.75pt;margin-top:332.6pt;width:595.95pt;height:12pt;z-index:2517452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Browne, Norma 1st ; Hamilton, Kate 2nd ; Duder, Brian 3rd</w:t>
                  </w:r>
                </w:p>
              </w:txbxContent>
            </v:textbox>
          </v:shape>
        </w:pict>
      </w:r>
      <w:r>
        <w:pict>
          <v:shapetype id="_x_87_t" o:spid="_x0000_m111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7" o:spid="_x0000_s1791" type="#_x_87_t" style="position:absolute;margin-left:-5.2pt;margin-top:344.6pt;width:38.7pt;height:12pt;z-index:25174630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925</w:t>
                  </w:r>
                </w:p>
              </w:txbxContent>
            </v:textbox>
          </v:shape>
        </w:pict>
      </w:r>
      <w:r>
        <w:pict>
          <v:shapetype id="_x_88_t" o:spid="_x0000_m111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8" o:spid="_x0000_s1792" type="#_x_88_t" style="position:absolute;margin-left:33pt;margin-top:344.6pt;width:169.2pt;height:12pt;z-index:2517473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Cushion filled or unfilled, not over 50cm</w:t>
                  </w:r>
                </w:p>
              </w:txbxContent>
            </v:textbox>
          </v:shape>
        </w:pict>
      </w:r>
      <w:r>
        <w:pict>
          <v:shapetype id="_x_89_t" o:spid="_x0000_m111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89" o:spid="_x0000_s1793" type="#_x_89_t" style="position:absolute;margin-left:195.75pt;margin-top:344.6pt;width:595.95pt;height:12pt;z-index:2517483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Lier-Mahony, Frances 1st ; Flanagan, Pat 2nd ; Cornwall, Joanna 3rd</w:t>
                  </w:r>
                </w:p>
              </w:txbxContent>
            </v:textbox>
          </v:shape>
        </w:pict>
      </w:r>
      <w:r>
        <w:pict>
          <v:shapetype id="_x_90_t" o:spid="_x0000_m111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0" o:spid="_x0000_s1794" type="#_x_90_t" style="position:absolute;margin-left:-5.2pt;margin-top:356.6pt;width:38.7pt;height:12pt;z-index:25174937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929</w:t>
                  </w:r>
                </w:p>
              </w:txbxContent>
            </v:textbox>
          </v:shape>
        </w:pict>
      </w:r>
      <w:r>
        <w:pict>
          <v:shapetype id="_x_91_t" o:spid="_x0000_m111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1" o:spid="_x0000_s1795" type="#_x_91_t" style="position:absolute;margin-left:33pt;margin-top:356.6pt;width:169.2pt;height:12pt;z-index:2517504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Wall hanging in any medium, frame optional</w:t>
                  </w:r>
                </w:p>
              </w:txbxContent>
            </v:textbox>
          </v:shape>
        </w:pict>
      </w:r>
      <w:r>
        <w:pict>
          <v:shapetype id="_x_92_t" o:spid="_x0000_m111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2" o:spid="_x0000_s1796" type="#_x_92_t" style="position:absolute;margin-left:195.75pt;margin-top:356.6pt;width:595.95pt;height:12pt;z-index:2517514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Bruinsma, Christine 1st</w:t>
                  </w:r>
                </w:p>
              </w:txbxContent>
            </v:textbox>
          </v:shape>
        </w:pict>
      </w:r>
      <w:r>
        <w:pict>
          <v:shapetype id="_x_93_t" o:spid="_x0000_m111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3" o:spid="_x0000_s1797" type="#_x_93_t" style="position:absolute;margin-left:-5.2pt;margin-top:368.6pt;width:38.7pt;height:12pt;z-index:25175244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930</w:t>
                  </w:r>
                </w:p>
              </w:txbxContent>
            </v:textbox>
          </v:shape>
        </w:pict>
      </w:r>
      <w:r>
        <w:pict>
          <v:shapetype id="_x_94_t" o:spid="_x0000_m111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4" o:spid="_x0000_s1798" type="#_x_94_t" style="position:absolute;margin-left:33pt;margin-top:368.6pt;width:169.2pt;height:21.95pt;z-index:2517534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Baby's garment, baby/toddler up to 3yrs,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open</w:t>
                  </w:r>
                </w:p>
              </w:txbxContent>
            </v:textbox>
          </v:shape>
        </w:pict>
      </w:r>
      <w:r>
        <w:pict>
          <v:shapetype id="_x_95_t" o:spid="_x0000_m112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5" o:spid="_x0000_s1799" type="#_x_95_t" style="position:absolute;margin-left:195.75pt;margin-top:368.6pt;width:595.95pt;height:12pt;z-index:2517544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Shirley Watts 1st ; Shirley Watts 2nd ; Pallin, Carol 3rd</w:t>
                  </w:r>
                </w:p>
              </w:txbxContent>
            </v:textbox>
          </v:shape>
        </w:pict>
      </w:r>
      <w:r>
        <w:pict>
          <v:shapetype id="_x_96_t" o:spid="_x0000_m112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6" o:spid="_x0000_s1800" type="#_x_96_t" style="position:absolute;margin-left:-5.2pt;margin-top:390.55pt;width:38.7pt;height:12pt;z-index:2517555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931</w:t>
                  </w:r>
                </w:p>
              </w:txbxContent>
            </v:textbox>
          </v:shape>
        </w:pict>
      </w:r>
      <w:r>
        <w:pict>
          <v:shapetype id="_x_97_t" o:spid="_x0000_m112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7" o:spid="_x0000_s1801" type="#_x_97_t" style="position:absolute;margin-left:33pt;margin-top:390.55pt;width:169.2pt;height:12pt;z-index:2517565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Child's garment, to fit 3 - 10yr old</w:t>
                  </w:r>
                </w:p>
              </w:txbxContent>
            </v:textbox>
          </v:shape>
        </w:pict>
      </w:r>
      <w:r>
        <w:pict>
          <v:shapetype id="_x_98_t" o:spid="_x0000_m112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8" o:spid="_x0000_s1802" type="#_x_98_t" style="position:absolute;margin-left:195.75pt;margin-top:390.55pt;width:595.95pt;height:12pt;z-index:2517575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Johanna 1st</w:t>
                  </w:r>
                </w:p>
              </w:txbxContent>
            </v:textbox>
          </v:shape>
        </w:pict>
      </w:r>
      <w:r>
        <w:pict>
          <v:shapetype id="_x_99_t" o:spid="_x0000_m112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99" o:spid="_x0000_s1803" type="#_x_99_t" style="position:absolute;margin-left:-5.2pt;margin-top:402.55pt;width:38.7pt;height:12pt;z-index:2517585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932</w:t>
                  </w:r>
                </w:p>
              </w:txbxContent>
            </v:textbox>
          </v:shape>
        </w:pict>
      </w:r>
      <w:r>
        <w:pict>
          <v:shapetype id="_x_100_t" o:spid="_x0000_m112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0" o:spid="_x0000_s1804" type="#_x_100_t" style="position:absolute;margin-left:33pt;margin-top:402.55pt;width:169.2pt;height:21.95pt;z-index:2517596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Any other craft article not mentioned, not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exceeding 30c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>
        <w:pict>
          <v:shapetype id="_x_101_t" o:spid="_x0000_m112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1" o:spid="_x0000_s1805" type="#_x_101_t" style="position:absolute;margin-left:195.75pt;margin-top:402.55pt;width:595.95pt;height:12pt;z-index:2517606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Priscilla 1st ; Windecker, Nobuko 2nd ; Bruinsma, Christine 3rd</w:t>
                  </w:r>
                </w:p>
              </w:txbxContent>
            </v:textbox>
          </v:shape>
        </w:pict>
      </w:r>
      <w:r>
        <w:pict>
          <v:shapetype id="_x_102_t" o:spid="_x0000_m11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2" o:spid="_x0000_s1806" type="#_x_102_t" style="position:absolute;margin-left:-5.2pt;margin-top:424.5pt;width:38.7pt;height:12pt;z-index:2517616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933</w:t>
                  </w:r>
                </w:p>
              </w:txbxContent>
            </v:textbox>
          </v:shape>
        </w:pict>
      </w:r>
      <w:r>
        <w:pict>
          <v:shapetype id="_x_103_t" o:spid="_x0000_m112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3" o:spid="_x0000_s1807" type="#_x_103_t" style="position:absolute;margin-left:33pt;margin-top:424.5pt;width:169.2pt;height:21.95pt;z-index:2517626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Painting or sketch, any medium, framed or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mounted</w:t>
                  </w:r>
                </w:p>
              </w:txbxContent>
            </v:textbox>
          </v:shape>
        </w:pict>
      </w:r>
      <w:r>
        <w:pict>
          <v:shapetype id="_x_104_t" o:spid="_x0000_m112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4" o:spid="_x0000_s1808" type="#_x_104_t" style="position:absolute;margin-left:195.75pt;margin-top:424.5pt;width:595.95pt;height:12pt;z-index:2517637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Lier-Mahony, Frances 1st ; Roberts, Elizabeth 2nd ; Roberts, Elizabeth 3rd</w:t>
                  </w:r>
                </w:p>
              </w:txbxContent>
            </v:textbox>
          </v:shape>
        </w:pict>
      </w:r>
      <w:r>
        <w:pict>
          <v:shapetype id="_x_105_t" o:spid="_x0000_m113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5" o:spid="_x0000_s1809" type="#_x_105_t" style="position:absolute;margin-left:-5.2pt;margin-top:446.4pt;width:38.7pt;height:12pt;z-index:25176473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934</w:t>
                  </w:r>
                </w:p>
              </w:txbxContent>
            </v:textbox>
          </v:shape>
        </w:pict>
      </w:r>
      <w:r>
        <w:pict>
          <v:shapetype id="_x_106_t" o:spid="_x0000_m113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6" o:spid="_x0000_s1810" type="#_x_106_t" style="position:absolute;margin-left:33pt;margin-top:446.4pt;width:169.2pt;height:12pt;z-index:2517657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Pottery, item not over 40cm x 40cm</w:t>
                  </w:r>
                </w:p>
              </w:txbxContent>
            </v:textbox>
          </v:shape>
        </w:pict>
      </w:r>
      <w:r>
        <w:pict>
          <v:shapetype id="_x_107_t" o:spid="_x0000_m113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7" o:spid="_x0000_s1811" type="#_x_107_t" style="position:absolute;margin-left:195.75pt;margin-top:446.4pt;width:595.95pt;height:12pt;z-index:2517667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McGonagle, Vivienne 1st ; McGonagle, Vivienne 2nd</w:t>
                  </w:r>
                </w:p>
              </w:txbxContent>
            </v:textbox>
          </v:shape>
        </w:pict>
      </w:r>
      <w:r>
        <w:pict>
          <v:shapetype id="_x_108_t" o:spid="_x0000_m113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8" o:spid="_x0000_s1812" type="#_x_108_t" style="position:absolute;margin-left:-5.2pt;margin-top:458.4pt;width:38.7pt;height:12pt;z-index:25176780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935</w:t>
                  </w:r>
                </w:p>
              </w:txbxContent>
            </v:textbox>
          </v:shape>
        </w:pict>
      </w:r>
      <w:r>
        <w:pict>
          <v:shapetype id="_x_109_t" o:spid="_x0000_m113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09" o:spid="_x0000_s1813" type="#_x_109_t" style="position:absolute;margin-left:33pt;margin-top:458.4pt;width:169.2pt;height:12pt;z-index:2517688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One hand spun sample (tied off)</w:t>
                  </w:r>
                </w:p>
              </w:txbxContent>
            </v:textbox>
          </v:shape>
        </w:pict>
      </w:r>
      <w:r>
        <w:pict>
          <v:shapetype id="_x_110_t" o:spid="_x0000_m113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0" o:spid="_x0000_s1814" type="#_x_110_t" style="position:absolute;margin-left:195.75pt;margin-top:458.4pt;width:595.95pt;height:12pt;z-index:2517698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Cattell, Terri 1st</w:t>
                  </w:r>
                </w:p>
              </w:txbxContent>
            </v:textbox>
          </v:shape>
        </w:pict>
      </w:r>
      <w:r>
        <w:pict>
          <v:shapetype id="_x_111_t" o:spid="_x0000_m113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1" o:spid="_x0000_s1815" type="#_x_111_t" style="position:absolute;margin-left:-5.2pt;margin-top:470.4pt;width:38.7pt;height:12pt;z-index:25177088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937</w:t>
                  </w:r>
                </w:p>
              </w:txbxContent>
            </v:textbox>
          </v:shape>
        </w:pict>
      </w:r>
      <w:r>
        <w:pict>
          <v:shapetype id="_x_112_t" o:spid="_x0000_m113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2" o:spid="_x0000_s1816" type="#_x_112_t" style="position:absolute;margin-left:33pt;margin-top:470.4pt;width:169.2pt;height:12pt;z-index:2517719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Millinery, hat or fascinator</w:t>
                  </w:r>
                </w:p>
              </w:txbxContent>
            </v:textbox>
          </v:shape>
        </w:pict>
      </w:r>
      <w:r>
        <w:pict>
          <v:shapetype id="_x_113_t" o:spid="_x0000_m113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3" o:spid="_x0000_s1817" type="#_x_113_t" style="position:absolute;margin-left:195.75pt;margin-top:470.4pt;width:595.95pt;height:12pt;z-index:2517729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Cattell, Terri 1st</w:t>
                  </w:r>
                </w:p>
              </w:txbxContent>
            </v:textbox>
          </v:shape>
        </w:pict>
      </w:r>
      <w:r>
        <w:pict>
          <v:shapetype id="_x_114_t" o:spid="_x0000_m113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4" o:spid="_x0000_s1818" type="#_x_114_t" style="position:absolute;margin-left:-5.2pt;margin-top:482.4pt;width:38.7pt;height:12pt;z-index:25177395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938</w:t>
                  </w:r>
                </w:p>
              </w:txbxContent>
            </v:textbox>
          </v:shape>
        </w:pict>
      </w:r>
      <w:r>
        <w:pict>
          <v:shapetype id="_x_115_t" o:spid="_x0000_m114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5" o:spid="_x0000_s1819" type="#_x_115_t" style="position:absolute;margin-left:33pt;margin-top:482.4pt;width:169.2pt;height:12pt;z-index:2517749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Slice, any type, 3 pieces</w:t>
                  </w:r>
                </w:p>
              </w:txbxContent>
            </v:textbox>
          </v:shape>
        </w:pict>
      </w:r>
      <w:r>
        <w:pict>
          <v:shapetype id="_x_116_t" o:spid="_x0000_m114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6" o:spid="_x0000_s1820" type="#_x_116_t" style="position:absolute;margin-left:195.75pt;margin-top:482.4pt;width:595.95pt;height:12pt;z-index:2517760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Jacob 1st ; van Ballegooy, Priscilla 2nd ; Kirk, Anastacia 3rd</w:t>
                  </w:r>
                </w:p>
              </w:txbxContent>
            </v:textbox>
          </v:shape>
        </w:pict>
      </w:r>
      <w:r>
        <w:pict>
          <v:shapetype id="_x_117_t" o:spid="_x0000_m114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7" o:spid="_x0000_s1821" type="#_x_117_t" style="position:absolute;margin-left:-5.2pt;margin-top:494.4pt;width:38.7pt;height:12pt;z-index:25177702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939</w:t>
                  </w:r>
                </w:p>
              </w:txbxContent>
            </v:textbox>
          </v:shape>
        </w:pict>
      </w:r>
      <w:r>
        <w:pict>
          <v:shapetype id="_x_118_t" o:spid="_x0000_m114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8" o:spid="_x0000_s1822" type="#_x_118_t" style="position:absolute;margin-left:33pt;margin-top:494.4pt;width:169.2pt;height:12pt;z-index:2517780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Bread, Homemade, any type</w:t>
                  </w:r>
                </w:p>
              </w:txbxContent>
            </v:textbox>
          </v:shape>
        </w:pict>
      </w:r>
      <w:r>
        <w:pict>
          <v:shapetype id="_x_119_t" o:spid="_x0000_m114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19" o:spid="_x0000_s1823" type="#_x_119_t" style="position:absolute;margin-left:195.75pt;margin-top:494.4pt;width:595.95pt;height:12pt;z-index:2517790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Priscilla 1st ; Morris, Nikki 2nd</w:t>
                  </w:r>
                </w:p>
              </w:txbxContent>
            </v:textbox>
          </v:shape>
        </w:pict>
      </w:r>
      <w:r>
        <w:pict>
          <v:shapetype id="_x_120_t" o:spid="_x0000_m114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0" o:spid="_x0000_s1824" type="#_x_120_t" style="position:absolute;margin-left:-5.2pt;margin-top:506.4pt;width:38.7pt;height:12pt;z-index:25178009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940</w:t>
                  </w:r>
                </w:p>
              </w:txbxContent>
            </v:textbox>
          </v:shape>
        </w:pict>
      </w:r>
      <w:r>
        <w:pict>
          <v:shapetype id="_x_121_t" o:spid="_x0000_m114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1" o:spid="_x0000_s1825" type="#_x_121_t" style="position:absolute;margin-left:33pt;margin-top:506.4pt;width:169.2pt;height:12pt;z-index:2517811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Bread, Breadmaker, any type</w:t>
                  </w:r>
                </w:p>
              </w:txbxContent>
            </v:textbox>
          </v:shape>
        </w:pict>
      </w:r>
      <w:r>
        <w:pict>
          <v:shapetype id="_x_122_t" o:spid="_x0000_m114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2" o:spid="_x0000_s1826" type="#_x_122_t" style="position:absolute;margin-left:195.75pt;margin-top:506.4pt;width:595.95pt;height:12pt;z-index:2517821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Owen, Deborah 1st ; Browne, Norma 2nd ; van Ballegooy, Johanna 3rd</w:t>
                  </w:r>
                </w:p>
              </w:txbxContent>
            </v:textbox>
          </v:shape>
        </w:pict>
      </w:r>
      <w:r>
        <w:br w:type="page"/>
      </w:r>
      <w:r>
        <w:pict>
          <v:shapetype id="_x_123_t" o:spid="_x0000_m114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3" o:spid="_x0000_s1827" type="#_x_123_t" style="position:absolute;margin-left:6.75pt;margin-top:-36.2pt;width:76.95pt;height:10.5pt;z-index:2517831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Report SDAYR40A</w:t>
                  </w:r>
                </w:p>
              </w:txbxContent>
            </v:textbox>
          </v:shape>
        </w:pict>
      </w:r>
      <w:r>
        <w:pict>
          <v:shapetype id="_x_124_t" o:spid="_x0000_m114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4" o:spid="_x0000_s1828" type="#_x_124_t" style="position:absolute;margin-left:24.75pt;margin-top:-24.95pt;width:26.7pt;height:10.5pt;z-index:2517841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Page</w:t>
                  </w:r>
                </w:p>
              </w:txbxContent>
            </v:textbox>
          </v:shape>
        </w:pict>
      </w:r>
      <w:r>
        <w:pict>
          <v:shapetype id="_x_125_t" o:spid="_x0000_m115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5" o:spid="_x0000_s1829" type="#_x_125_t" style="position:absolute;margin-left:50.25pt;margin-top:-25.75pt;width:35.7pt;height:12pt;z-index:2517852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pict>
          <v:shapetype id="_x_126_t" o:spid="_x0000_m115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6" o:spid="_x0000_s1830" type="#_x_126_t" style="position:absolute;margin-left:669pt;margin-top:-40.7pt;width:47.7pt;height:10.5pt;z-index:2517862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Printed on:</w:t>
                  </w:r>
                </w:p>
              </w:txbxContent>
            </v:textbox>
          </v:shape>
        </w:pict>
      </w:r>
      <w:r>
        <w:pict>
          <v:shapetype id="_x_127_t" o:spid="_x0000_m115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7" o:spid="_x0000_s1831" type="#_x_127_t" style="position:absolute;margin-left:714.75pt;margin-top:-40.75pt;width:70.95pt;height:12pt;z-index:2517872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24/03/2015</w:t>
                  </w:r>
                </w:p>
              </w:txbxContent>
            </v:textbox>
          </v:shape>
        </w:pict>
      </w:r>
      <w:r>
        <w:pict>
          <v:shapetype id="_x_128_t" o:spid="_x0000_m115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8" o:spid="_x0000_s1832" type="#_x_128_t" style="position:absolute;margin-left:701.25pt;margin-top:-27.95pt;width:16.95pt;height:10.5pt;z-index:2517882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at:</w:t>
                  </w:r>
                </w:p>
              </w:txbxContent>
            </v:textbox>
          </v:shape>
        </w:pict>
      </w:r>
      <w:r>
        <w:pict>
          <v:shapetype id="_x_129_t" o:spid="_x0000_m115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29" o:spid="_x0000_s1833" type="#_x_129_t" style="position:absolute;margin-left:714.75pt;margin-top:-28.75pt;width:58.2pt;height:12pt;z-index:2517893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14:12:08</w:t>
                  </w:r>
                </w:p>
              </w:txbxContent>
            </v:textbox>
          </v:shape>
        </w:pict>
      </w:r>
      <w:r>
        <w:pict>
          <v:shapetype id="_x_130_t" o:spid="_x0000_m115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0" o:spid="_x0000_s1834" type="#_x_130_t" style="position:absolute;margin-left:170pt;margin-top:-39.25pt;width:459.45pt;height:15.75pt;z-index:2517903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Clevedon A&amp;P Show 8th and 9th November 2014</w:t>
                  </w:r>
                </w:p>
              </w:txbxContent>
            </v:textbox>
          </v:shape>
        </w:pict>
      </w:r>
      <w:r>
        <w:pict>
          <v:shapetype id="_x_131_t" o:spid="_x0000_m115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1" o:spid="_x0000_s1835" type="#_x_131_t" style="position:absolute;margin-left:221pt;margin-top:-22.75pt;width:343.2pt;height:15.75pt;z-index:2517913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Class and Special Prize Winners</w:t>
                  </w:r>
                </w:p>
              </w:txbxContent>
            </v:textbox>
          </v:shape>
        </w:pict>
      </w:r>
      <w:r>
        <w:pict>
          <v:shapetype id="_x_132_t" o:spid="_x0000_m115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2" o:spid="_x0000_s1836" type="#_x_132_t" style="position:absolute;margin-left:0;margin-top:2.8pt;width:32.7pt;height:12.45pt;z-index:2517923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Class</w:t>
                  </w:r>
                </w:p>
              </w:txbxContent>
            </v:textbox>
          </v:shape>
        </w:pict>
      </w:r>
      <w:r>
        <w:pict>
          <v:shapetype id="_x_133_t" o:spid="_x0000_m115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3" o:spid="_x0000_s1837" type="#_x_133_t" style="position:absolute;margin-left:196.5pt;margin-top:2.8pt;width:41.7pt;height:12.45pt;z-index:2517934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Results</w:t>
                  </w:r>
                </w:p>
              </w:txbxContent>
            </v:textbox>
          </v:shape>
        </w:pict>
      </w:r>
      <w:r>
        <w:pict>
          <v:shapetype id="_x_134_t" o:spid="_x0000_m115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4" o:spid="_x0000_s1838" type="#_x_134_t" style="position:absolute;margin-left:-5.2pt;margin-top:14.75pt;width:38.7pt;height:12pt;z-index:25179443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941</w:t>
                  </w:r>
                </w:p>
              </w:txbxContent>
            </v:textbox>
          </v:shape>
        </w:pict>
      </w:r>
      <w:r>
        <w:pict>
          <v:shapetype id="_x_135_t" o:spid="_x0000_m116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5" o:spid="_x0000_s1839" type="#_x_135_t" style="position:absolute;margin-left:33pt;margin-top:14.75pt;width:169.2pt;height:12pt;z-index:2517954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Biscuits, traditional Kiwi favourites, 3 pieces</w:t>
                  </w:r>
                </w:p>
              </w:txbxContent>
            </v:textbox>
          </v:shape>
        </w:pict>
      </w:r>
      <w:r>
        <w:pict>
          <v:shapetype id="_x_136_t" o:spid="_x0000_m116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6" o:spid="_x0000_s1840" type="#_x_136_t" style="position:absolute;margin-left:195.75pt;margin-top:14.75pt;width:595.95pt;height:12pt;z-index:2517964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Hamilton, Kate 1st ; Kirk, Anastacia 2nd ; van Ballegooy, Johanna 3rd</w:t>
                  </w:r>
                </w:p>
              </w:txbxContent>
            </v:textbox>
          </v:shape>
        </w:pict>
      </w:r>
      <w:r>
        <w:pict>
          <v:shapetype id="_x_137_t" o:spid="_x0000_m116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7" o:spid="_x0000_s1841" type="#_x_137_t" style="position:absolute;margin-left:-5.2pt;margin-top:26.75pt;width:38.7pt;height:12pt;z-index:25179750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942</w:t>
                  </w:r>
                </w:p>
              </w:txbxContent>
            </v:textbox>
          </v:shape>
        </w:pict>
      </w:r>
      <w:r>
        <w:pict>
          <v:shapetype id="_x_138_t" o:spid="_x0000_m116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8" o:spid="_x0000_s1842" type="#_x_138_t" style="position:absolute;margin-left:33pt;margin-top:26.75pt;width:169.2pt;height:12pt;z-index:2517985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Cupcakes, decorated, 3 pieces</w:t>
                  </w:r>
                </w:p>
              </w:txbxContent>
            </v:textbox>
          </v:shape>
        </w:pict>
      </w:r>
      <w:r>
        <w:pict>
          <v:shapetype id="_x_139_t" o:spid="_x0000_m116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39" o:spid="_x0000_s1843" type="#_x_139_t" style="position:absolute;margin-left:195.75pt;margin-top:26.75pt;width:595.95pt;height:12pt;z-index:2517995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Hamilton, Stacey 1st ; Cornwall, Joanna 2nd ; Couldrey, Andrea 3rd</w:t>
                  </w:r>
                </w:p>
              </w:txbxContent>
            </v:textbox>
          </v:shape>
        </w:pict>
      </w:r>
      <w:r>
        <w:pict>
          <v:shapetype id="_x_140_t" o:spid="_x0000_m116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0" o:spid="_x0000_s1844" type="#_x_140_t" style="position:absolute;margin-left:-5.2pt;margin-top:38.75pt;width:38.7pt;height:12pt;z-index:25180057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943</w:t>
                  </w:r>
                </w:p>
              </w:txbxContent>
            </v:textbox>
          </v:shape>
        </w:pict>
      </w:r>
      <w:r>
        <w:pict>
          <v:shapetype id="_x_141_t" o:spid="_x0000_m116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1" o:spid="_x0000_s1845" type="#_x_141_t" style="position:absolute;margin-left:33pt;margin-top:38.75pt;width:169.2pt;height:12pt;z-index:2518016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Decorated Cake, any type, farm theme</w:t>
                  </w:r>
                </w:p>
              </w:txbxContent>
            </v:textbox>
          </v:shape>
        </w:pict>
      </w:r>
      <w:r>
        <w:pict>
          <v:shapetype id="_x_142_t" o:spid="_x0000_m116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2" o:spid="_x0000_s1846" type="#_x_142_t" style="position:absolute;margin-left:195.75pt;margin-top:38.75pt;width:595.95pt;height:12pt;z-index:2518026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Mills, Lynn 1st ; Hamilton, Kate 2nd ; Abbott, Georgia 3rd</w:t>
                  </w:r>
                </w:p>
              </w:txbxContent>
            </v:textbox>
          </v:shape>
        </w:pict>
      </w:r>
      <w:r>
        <w:pict>
          <v:shapetype id="_x_143_t" o:spid="_x0000_m116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3" o:spid="_x0000_s1847" type="#_x_143_t" style="position:absolute;margin-left:-5.2pt;margin-top:50.75pt;width:38.7pt;height:12pt;z-index:25180364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944</w:t>
                  </w:r>
                </w:p>
              </w:txbxContent>
            </v:textbox>
          </v:shape>
        </w:pict>
      </w:r>
      <w:r>
        <w:pict>
          <v:shapetype id="_x_144_t" o:spid="_x0000_m116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4" o:spid="_x0000_s1848" type="#_x_144_t" style="position:absolute;margin-left:33pt;margin-top:50.75pt;width:169.2pt;height:12pt;z-index:2518046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Jam, any variety, 1 jar</w:t>
                  </w:r>
                </w:p>
              </w:txbxContent>
            </v:textbox>
          </v:shape>
        </w:pict>
      </w:r>
      <w:r>
        <w:pict>
          <v:shapetype id="_x_145_t" o:spid="_x0000_m117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5" o:spid="_x0000_s1849" type="#_x_145_t" style="position:absolute;margin-left:195.75pt;margin-top:50.75pt;width:595.95pt;height:12pt;z-index:2518056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Mandeno, Sarah 1st ; Owen, Deborah 2nd ; Windecker, Nobuko 3rd</w:t>
                  </w:r>
                </w:p>
              </w:txbxContent>
            </v:textbox>
          </v:shape>
        </w:pict>
      </w:r>
      <w:r>
        <w:pict>
          <v:shapetype id="_x_146_t" o:spid="_x0000_m117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6" o:spid="_x0000_s1850" type="#_x_146_t" style="position:absolute;margin-left:-5.2pt;margin-top:62.75pt;width:38.7pt;height:12pt;z-index:2518067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945</w:t>
                  </w:r>
                </w:p>
              </w:txbxContent>
            </v:textbox>
          </v:shape>
        </w:pict>
      </w:r>
      <w:r>
        <w:pict>
          <v:shapetype id="_x_147_t" o:spid="_x0000_m117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7" o:spid="_x0000_s1851" type="#_x_147_t" style="position:absolute;margin-left:33pt;margin-top:62.75pt;width:169.2pt;height:12pt;z-index:2518077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Marmalade, 1 jar</w:t>
                  </w:r>
                </w:p>
              </w:txbxContent>
            </v:textbox>
          </v:shape>
        </w:pict>
      </w:r>
      <w:r>
        <w:pict>
          <v:shapetype id="_x_148_t" o:spid="_x0000_m117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8" o:spid="_x0000_s1852" type="#_x_148_t" style="position:absolute;margin-left:195.75pt;margin-top:62.75pt;width:595.95pt;height:12pt;z-index:2518087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Owen, Deborah 1st ; Couldrey, Andrea 2nd ; Street, Dorothy 3rd</w:t>
                  </w:r>
                </w:p>
              </w:txbxContent>
            </v:textbox>
          </v:shape>
        </w:pict>
      </w:r>
      <w:r>
        <w:pict>
          <v:shapetype id="_x_149_t" o:spid="_x0000_m117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49" o:spid="_x0000_s1853" type="#_x_149_t" style="position:absolute;margin-left:-5.2pt;margin-top:74.75pt;width:38.7pt;height:12pt;z-index:2518097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946</w:t>
                  </w:r>
                </w:p>
              </w:txbxContent>
            </v:textbox>
          </v:shape>
        </w:pict>
      </w:r>
      <w:r>
        <w:pict>
          <v:shapetype id="_x_150_t" o:spid="_x0000_m117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0" o:spid="_x0000_s1854" type="#_x_150_t" style="position:absolute;margin-left:33pt;margin-top:74.75pt;width:169.2pt;height:12pt;z-index:2518108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Jelly, any, 1 jar</w:t>
                  </w:r>
                </w:p>
              </w:txbxContent>
            </v:textbox>
          </v:shape>
        </w:pict>
      </w:r>
      <w:r>
        <w:pict>
          <v:shapetype id="_x_151_t" o:spid="_x0000_m117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1" o:spid="_x0000_s1855" type="#_x_151_t" style="position:absolute;margin-left:195.75pt;margin-top:74.75pt;width:595.95pt;height:12pt;z-index:2518118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Street, Dorothy 1st ; Alexander, Ginni 2nd ; Terri Cattell 3rd</w:t>
                  </w:r>
                </w:p>
              </w:txbxContent>
            </v:textbox>
          </v:shape>
        </w:pict>
      </w:r>
      <w:r>
        <w:pict>
          <v:shapetype id="_x_152_t" o:spid="_x0000_m117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2" o:spid="_x0000_s1856" type="#_x_152_t" style="position:absolute;margin-left:-5.2pt;margin-top:86.75pt;width:38.7pt;height:12pt;z-index:2518128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947</w:t>
                  </w:r>
                </w:p>
              </w:txbxContent>
            </v:textbox>
          </v:shape>
        </w:pict>
      </w:r>
      <w:r>
        <w:pict>
          <v:shapetype id="_x_153_t" o:spid="_x0000_m117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3" o:spid="_x0000_s1857" type="#_x_153_t" style="position:absolute;margin-left:33pt;margin-top:86.75pt;width:169.2pt;height:12pt;z-index:2518138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Lemon Honey or Lemon Cheese,  1 jar</w:t>
                  </w:r>
                </w:p>
              </w:txbxContent>
            </v:textbox>
          </v:shape>
        </w:pict>
      </w:r>
      <w:r>
        <w:pict>
          <v:shapetype id="_x_154_t" o:spid="_x0000_m117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4" o:spid="_x0000_s1858" type="#_x_154_t" style="position:absolute;margin-left:195.75pt;margin-top:86.75pt;width:595.95pt;height:12pt;z-index:2518149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Street, Dorothy 1st ; Hellyer, Grace 2nd ; v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an Ballegooy, Priscilla 3rd</w:t>
                  </w:r>
                </w:p>
              </w:txbxContent>
            </v:textbox>
          </v:shape>
        </w:pict>
      </w:r>
      <w:r>
        <w:pict>
          <v:shapetype id="_x_155_t" o:spid="_x0000_m118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5" o:spid="_x0000_s1859" type="#_x_155_t" style="position:absolute;margin-left:-5.2pt;margin-top:98.8pt;width:38.7pt;height:12pt;z-index:25181593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948</w:t>
                  </w:r>
                </w:p>
              </w:txbxContent>
            </v:textbox>
          </v:shape>
        </w:pict>
      </w:r>
      <w:r>
        <w:pict>
          <v:shapetype id="_x_156_t" o:spid="_x0000_m118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6" o:spid="_x0000_s1860" type="#_x_156_t" style="position:absolute;margin-left:33pt;margin-top:98.8pt;width:169.2pt;height:12pt;z-index:2518169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Bottled Fruit, any variety, 1 bottle</w:t>
                  </w:r>
                </w:p>
              </w:txbxContent>
            </v:textbox>
          </v:shape>
        </w:pict>
      </w:r>
      <w:r>
        <w:pict>
          <v:shapetype id="_x_157_t" o:spid="_x0000_m118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7" o:spid="_x0000_s1861" type="#_x_157_t" style="position:absolute;margin-left:195.75pt;margin-top:98.8pt;width:595.95pt;height:12pt;z-index:2518179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Hellyer, Grace 1st ; Alexander, Ginni 2nd ; Street, Dorothy 3rd</w:t>
                  </w:r>
                </w:p>
              </w:txbxContent>
            </v:textbox>
          </v:shape>
        </w:pict>
      </w:r>
      <w:r>
        <w:pict>
          <v:shapetype id="_x_158_t" o:spid="_x0000_m118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8" o:spid="_x0000_s1862" type="#_x_158_t" style="position:absolute;margin-left:-5.2pt;margin-top:110.8pt;width:38.7pt;height:12pt;z-index:25181900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949</w:t>
                  </w:r>
                </w:p>
              </w:txbxContent>
            </v:textbox>
          </v:shape>
        </w:pict>
      </w:r>
      <w:r>
        <w:pict>
          <v:shapetype id="_x_159_t" o:spid="_x0000_m118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59" o:spid="_x0000_s1863" type="#_x_159_t" style="position:absolute;margin-left:33pt;margin-top:110.8pt;width:169.2pt;height:12pt;z-index:2518200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Pickled Vegetables, any variety, 1 jar</w:t>
                  </w:r>
                </w:p>
              </w:txbxContent>
            </v:textbox>
          </v:shape>
        </w:pict>
      </w:r>
      <w:r>
        <w:pict>
          <v:shapetype id="_x_160_t" o:spid="_x0000_m118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0" o:spid="_x0000_s1864" type="#_x_160_t" style="position:absolute;margin-left:195.75pt;margin-top:110.8pt;width:595.95pt;height:12pt;z-index:2518210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Hellyer, Grace 1st ; Owen, Deborah 2nd ; Street, Dorothy 3rd</w:t>
                  </w:r>
                </w:p>
              </w:txbxContent>
            </v:textbox>
          </v:shape>
        </w:pict>
      </w:r>
      <w:r>
        <w:pict>
          <v:shapetype id="_x_161_t" o:spid="_x0000_m118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1" o:spid="_x0000_s1865" type="#_x_161_t" style="position:absolute;margin-left:-5.2pt;margin-top:122.8pt;width:38.7pt;height:12pt;z-index:25182208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950</w:t>
                  </w:r>
                </w:p>
              </w:txbxContent>
            </v:textbox>
          </v:shape>
        </w:pict>
      </w:r>
      <w:r>
        <w:pict>
          <v:shapetype id="_x_162_t" o:spid="_x0000_m118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2" o:spid="_x0000_s1866" type="#_x_162_t" style="position:absolute;margin-left:33pt;margin-top:122.8pt;width:169.2pt;height:12pt;z-index:2518231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Sauce, sweet or topping, 1 bottle</w:t>
                  </w:r>
                </w:p>
              </w:txbxContent>
            </v:textbox>
          </v:shape>
        </w:pict>
      </w:r>
      <w:r>
        <w:pict>
          <v:shapetype id="_x_163_t" o:spid="_x0000_m118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3" o:spid="_x0000_s1867" type="#_x_163_t" style="position:absolute;margin-left:195.75pt;margin-top:122.8pt;width:595.95pt;height:12pt;z-index:2518241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Mullany, Michelle 1st ; Owen, Deborah 2nd ; Connor, Karen 3rd</w:t>
                  </w:r>
                </w:p>
              </w:txbxContent>
            </v:textbox>
          </v:shape>
        </w:pict>
      </w:r>
      <w:r>
        <w:pict>
          <v:shapetype id="_x_164_t" o:spid="_x0000_m118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4" o:spid="_x0000_s1868" type="#_x_164_t" style="position:absolute;margin-left:-5.2pt;margin-top:134.8pt;width:38.7pt;height:12pt;z-index:25182515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951</w:t>
                  </w:r>
                </w:p>
              </w:txbxContent>
            </v:textbox>
          </v:shape>
        </w:pict>
      </w:r>
      <w:r>
        <w:pict>
          <v:shapetype id="_x_165_t" o:spid="_x0000_m119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5" o:spid="_x0000_s1869" type="#_x_165_t" style="position:absolute;margin-left:33pt;margin-top:134.8pt;width:169.2pt;height:12pt;z-index:2518261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Sauce, savoury, sweet or topping, 1 bottle</w:t>
                  </w:r>
                </w:p>
              </w:txbxContent>
            </v:textbox>
          </v:shape>
        </w:pict>
      </w:r>
      <w:r>
        <w:pict>
          <v:shapetype id="_x_166_t" o:spid="_x0000_m119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6" o:spid="_x0000_s1870" type="#_x_166_t" style="position:absolute;margin-left:195.75pt;margin-top:134.8pt;width:595.95pt;height:12pt;z-index:2518272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Hamilton, Stacey 1st ; M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ullany, Michelle 2nd ; Owen, Deborah 3rd</w:t>
                  </w:r>
                </w:p>
              </w:txbxContent>
            </v:textbox>
          </v:shape>
        </w:pict>
      </w:r>
      <w:r>
        <w:pict>
          <v:shapetype id="_x_167_t" o:spid="_x0000_m119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7" o:spid="_x0000_s1871" type="#_x_167_t" style="position:absolute;margin-left:-5.2pt;margin-top:146.8pt;width:38.7pt;height:12pt;z-index:25182822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952</w:t>
                  </w:r>
                </w:p>
              </w:txbxContent>
            </v:textbox>
          </v:shape>
        </w:pict>
      </w:r>
      <w:r>
        <w:pict>
          <v:shapetype id="_x_168_t" o:spid="_x0000_m119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8" o:spid="_x0000_s1872" type="#_x_168_t" style="position:absolute;margin-left:33pt;margin-top:146.8pt;width:169.2pt;height:12pt;z-index:2518292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Chutney, Relish or Pickle, any variety, 1 jar</w:t>
                  </w:r>
                </w:p>
              </w:txbxContent>
            </v:textbox>
          </v:shape>
        </w:pict>
      </w:r>
      <w:r>
        <w:pict>
          <v:shapetype id="_x_169_t" o:spid="_x0000_m119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69" o:spid="_x0000_s1873" type="#_x_169_t" style="position:absolute;margin-left:195.75pt;margin-top:146.8pt;width:595.95pt;height:12pt;z-index:2518302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McKenzie, Hayley 1st ; Flanagan, Pat 2nd ; Owen, Deborah 3rd</w:t>
                  </w:r>
                </w:p>
              </w:txbxContent>
            </v:textbox>
          </v:shape>
        </w:pict>
      </w:r>
      <w:r>
        <w:pict>
          <v:shapetype id="_x_170_t" o:spid="_x0000_m119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0" o:spid="_x0000_s1874" type="#_x_170_t" style="position:absolute;margin-left:-5.2pt;margin-top:158.8pt;width:38.7pt;height:12pt;z-index:25183129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953</w:t>
                  </w:r>
                </w:p>
              </w:txbxContent>
            </v:textbox>
          </v:shape>
        </w:pict>
      </w:r>
      <w:r>
        <w:pict>
          <v:shapetype id="_x_171_t" o:spid="_x0000_m119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1" o:spid="_x0000_s1875" type="#_x_171_t" style="position:absolute;margin-left:33pt;margin-top:158.8pt;width:169.2pt;height:12pt;z-index:2518323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Any other type not listed, 1 bottle or jar</w:t>
                  </w:r>
                </w:p>
              </w:txbxContent>
            </v:textbox>
          </v:shape>
        </w:pict>
      </w:r>
      <w:r>
        <w:pict>
          <v:shapetype id="_x_172_t" o:spid="_x0000_m119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2" o:spid="_x0000_s1876" type="#_x_172_t" style="position:absolute;margin-left:195.75pt;margin-top:158.8pt;width:595.95pt;height:12pt;z-index:2518333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Owen, Deborah 1st ; Owen, Deborah 2nd</w:t>
                  </w:r>
                </w:p>
              </w:txbxContent>
            </v:textbox>
          </v:shape>
        </w:pict>
      </w:r>
      <w:r>
        <w:pict>
          <v:shapetype id="_x_173_t" o:spid="_x0000_m119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3" o:spid="_x0000_s1877" type="#_x_173_t" style="position:absolute;margin-left:-5.2pt;margin-top:170.8pt;width:38.7pt;height:12pt;z-index:25183436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967</w:t>
                  </w:r>
                </w:p>
              </w:txbxContent>
            </v:textbox>
          </v:shape>
        </w:pict>
      </w:r>
      <w:r>
        <w:pict>
          <v:shapetype id="_x_174_t" o:spid="_x0000_m119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4" o:spid="_x0000_s1878" type="#_x_174_t" style="position:absolute;margin-left:33pt;margin-top:170.8pt;width:169.2pt;height:12pt;z-index:2518353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Sand Saucer (please use old saucer)</w:t>
                  </w:r>
                </w:p>
              </w:txbxContent>
            </v:textbox>
          </v:shape>
        </w:pict>
      </w:r>
      <w:r>
        <w:pict>
          <v:shapetype id="_x_175_t" o:spid="_x0000_m120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5" o:spid="_x0000_s1879" type="#_x_175_t" style="position:absolute;margin-left:195.75pt;margin-top:170.8pt;width:595.95pt;height:12pt;z-index:2518364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Benson, George 1st ; Madsen, Grace 2nd ; Healy, Tighe 3rd</w:t>
                  </w:r>
                </w:p>
              </w:txbxContent>
            </v:textbox>
          </v:shape>
        </w:pict>
      </w:r>
      <w:r>
        <w:pict>
          <v:shapetype id="_x_176_t" o:spid="_x0000_m120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6" o:spid="_x0000_s1880" type="#_x_176_t" style="position:absolute;margin-left:-5.2pt;margin-top:182.8pt;width:38.7pt;height:12pt;z-index:25183744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968</w:t>
                  </w:r>
                </w:p>
              </w:txbxContent>
            </v:textbox>
          </v:shape>
        </w:pict>
      </w:r>
      <w:r>
        <w:pict>
          <v:shapetype id="_x_177_t" o:spid="_x0000_m120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7" o:spid="_x0000_s1881" type="#_x_177_t" style="position:absolute;margin-left:33pt;margin-top:182.8pt;width:169.2pt;height:12pt;z-index:2518384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Painted Rock 20cm or smaller in size</w:t>
                  </w:r>
                </w:p>
              </w:txbxContent>
            </v:textbox>
          </v:shape>
        </w:pict>
      </w:r>
      <w:r>
        <w:pict>
          <v:shapetype id="_x_178_t" o:spid="_x0000_m120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8" o:spid="_x0000_s1882" type="#_x_178_t" style="position:absolute;margin-left:195.75pt;margin-top:182.8pt;width:595.95pt;height:12pt;z-index:2518394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Madsen, Grace 1st ; Madsen, Annabelle 2nd ; Benson, George 3rd</w:t>
                  </w:r>
                </w:p>
              </w:txbxContent>
            </v:textbox>
          </v:shape>
        </w:pict>
      </w:r>
      <w:r>
        <w:pict>
          <v:shapetype id="_x_179_t" o:spid="_x0000_m120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79" o:spid="_x0000_s1883" type="#_x_179_t" style="position:absolute;margin-left:-5.2pt;margin-top:194.8pt;width:38.7pt;height:12pt;z-index:25184051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969</w:t>
                  </w:r>
                </w:p>
              </w:txbxContent>
            </v:textbox>
          </v:shape>
        </w:pict>
      </w:r>
      <w:r>
        <w:pict>
          <v:shapetype id="_x_180_t" o:spid="_x0000_m120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0" o:spid="_x0000_s1884" type="#_x_180_t" style="position:absolute;margin-left:33pt;margin-top:194.8pt;width:169.2pt;height:12pt;z-index:2518415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Playdoh Caterpillar decorated</w:t>
                  </w:r>
                </w:p>
              </w:txbxContent>
            </v:textbox>
          </v:shape>
        </w:pict>
      </w:r>
      <w:r>
        <w:pict>
          <v:shapetype id="_x_181_t" o:spid="_x0000_m120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1" o:spid="_x0000_s1885" type="#_x_181_t" style="position:absolute;margin-left:195.75pt;margin-top:194.8pt;width:595.95pt;height:12pt;z-index:2518425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Madsen, Annabelle 1st ; Madsen, Grace 2nd ; van Ballegooy, Ariana 3rd</w:t>
                  </w:r>
                </w:p>
              </w:txbxContent>
            </v:textbox>
          </v:shape>
        </w:pict>
      </w:r>
      <w:r>
        <w:pict>
          <v:shapetype id="_x_182_t" o:spid="_x0000_m120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2" o:spid="_x0000_s1886" type="#_x_182_t" style="position:absolute;margin-left:-5.2pt;margin-top:206.8pt;width:38.7pt;height:12pt;z-index:25184358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970</w:t>
                  </w:r>
                </w:p>
              </w:txbxContent>
            </v:textbox>
          </v:shape>
        </w:pict>
      </w:r>
      <w:r>
        <w:pict>
          <v:shapetype id="_x_183_t" o:spid="_x0000_m120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3" o:spid="_x0000_s1887" type="#_x_183_t" style="position:absolute;margin-left:33pt;margin-top:206.8pt;width:169.2pt;height:21.95pt;z-index:2518446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Drawing, your favourite animal, A4 size or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smaller</w:t>
                  </w:r>
                </w:p>
              </w:txbxContent>
            </v:textbox>
          </v:shape>
        </w:pict>
      </w:r>
      <w:r>
        <w:pict>
          <v:shapetype id="_x_184_t" o:spid="_x0000_m120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4" o:spid="_x0000_s1888" type="#_x_184_t" style="position:absolute;margin-left:195.75pt;margin-top:206.8pt;width:595.95pt;height:12pt;z-index:2518456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Healy, Tig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he 1st ; Madsen, Grace 2nd ; Madsen, Annabelle 3rd ; van Ballegooy, Ariana 3rd</w:t>
                  </w:r>
                </w:p>
              </w:txbxContent>
            </v:textbox>
          </v:shape>
        </w:pict>
      </w:r>
      <w:r>
        <w:pict>
          <v:shapetype id="_x_185_t" o:spid="_x0000_m121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5" o:spid="_x0000_s1889" type="#_x_185_t" style="position:absolute;margin-left:-5.2pt;margin-top:228.75pt;width:38.7pt;height:12pt;z-index:25184665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971</w:t>
                  </w:r>
                </w:p>
              </w:txbxContent>
            </v:textbox>
          </v:shape>
        </w:pict>
      </w:r>
      <w:r>
        <w:pict>
          <v:shapetype id="_x_186_t" o:spid="_x0000_m121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6" o:spid="_x0000_s1890" type="#_x_186_t" style="position:absolute;margin-left:33pt;margin-top:228.75pt;width:169.2pt;height:12pt;z-index:2518476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Sand Saucer (please use old saucer)</w:t>
                  </w:r>
                </w:p>
              </w:txbxContent>
            </v:textbox>
          </v:shape>
        </w:pict>
      </w:r>
      <w:r>
        <w:pict>
          <v:shapetype id="_x_187_t" o:spid="_x0000_m121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7" o:spid="_x0000_s1891" type="#_x_187_t" style="position:absolute;margin-left:195.75pt;margin-top:228.75pt;width:595.95pt;height:12pt;z-index:2518487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McKenzie, Jayden 1st ; Couldrey, Stephen 2nd ; Healy, Flynn 3rd</w:t>
                  </w:r>
                </w:p>
              </w:txbxContent>
            </v:textbox>
          </v:shape>
        </w:pict>
      </w:r>
      <w:r>
        <w:pict>
          <v:shapetype id="_x_188_t" o:spid="_x0000_m121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8" o:spid="_x0000_s1892" type="#_x_188_t" style="position:absolute;margin-left:-5.2pt;margin-top:240.75pt;width:38.7pt;height:12pt;z-index:25184972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972</w:t>
                  </w:r>
                </w:p>
              </w:txbxContent>
            </v:textbox>
          </v:shape>
        </w:pict>
      </w:r>
      <w:r>
        <w:pict>
          <v:shapetype id="_x_189_t" o:spid="_x0000_m121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89" o:spid="_x0000_s1893" type="#_x_189_t" style="position:absolute;margin-left:33pt;margin-top:240.75pt;width:169.2pt;height:12pt;z-index:2518507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Dressed Gumboot</w:t>
                  </w:r>
                </w:p>
              </w:txbxContent>
            </v:textbox>
          </v:shape>
        </w:pict>
      </w:r>
      <w:r>
        <w:pict>
          <v:shapetype id="_x_190_t" o:spid="_x0000_m121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0" o:spid="_x0000_s1894" type="#_x_190_t" style="position:absolute;margin-left:195.75pt;margin-top:240.75pt;width:595.95pt;height:12pt;z-index:2518517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McKenzie, Jayden 1st ; van Ballegooy, Daniella 2nd ; Madsen, Taylor 3rd</w:t>
                  </w:r>
                </w:p>
              </w:txbxContent>
            </v:textbox>
          </v:shape>
        </w:pict>
      </w:r>
      <w:r>
        <w:pict>
          <v:shapetype id="_x_191_t" o:spid="_x0000_m121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1" o:spid="_x0000_s1895" type="#_x_191_t" style="position:absolute;margin-left:-5.2pt;margin-top:252.75pt;width:38.7pt;height:12pt;z-index:25185280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973</w:t>
                  </w:r>
                </w:p>
              </w:txbxContent>
            </v:textbox>
          </v:shape>
        </w:pict>
      </w:r>
      <w:r>
        <w:pict>
          <v:shapetype id="_x_192_t" o:spid="_x0000_m121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2" o:spid="_x0000_s1896" type="#_x_192_t" style="position:absolute;margin-left:33pt;margin-top:252.75pt;width:169.2pt;height:12pt;z-index:2518538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Drawing, a farm scene, A4 size or smaller</w:t>
                  </w:r>
                </w:p>
              </w:txbxContent>
            </v:textbox>
          </v:shape>
        </w:pict>
      </w:r>
      <w:r>
        <w:pict>
          <v:shapetype id="_x_193_t" o:spid="_x0000_m121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3" o:spid="_x0000_s1897" type="#_x_193_t" style="position:absolute;margin-left:195.75pt;margin-top:252.75pt;width:595.95pt;height:12pt;z-index:2518548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Healy, Flynn 1st ; Madsen, Taylor 2nd ; van Ballegooy, Daniella 3rd</w:t>
                  </w:r>
                </w:p>
              </w:txbxContent>
            </v:textbox>
          </v:shape>
        </w:pict>
      </w:r>
      <w:r>
        <w:pict>
          <v:shapetype id="_x_194_t" o:spid="_x0000_m121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4" o:spid="_x0000_s1898" type="#_x_194_t" style="position:absolute;margin-left:-5.2pt;margin-top:264.75pt;width:38.7pt;height:12pt;z-index:25185587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974</w:t>
                  </w:r>
                </w:p>
              </w:txbxContent>
            </v:textbox>
          </v:shape>
        </w:pict>
      </w:r>
      <w:r>
        <w:pict>
          <v:shapetype id="_x_195_t" o:spid="_x0000_m122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5" o:spid="_x0000_s1899" type="#_x_195_t" style="position:absolute;margin-left:33pt;margin-top:264.75pt;width:169.2pt;height:12pt;z-index:2518568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Decorated Cupcakes, any theme, 3 cupcakes</w:t>
                  </w:r>
                </w:p>
              </w:txbxContent>
            </v:textbox>
          </v:shape>
        </w:pict>
      </w:r>
      <w:r>
        <w:pict>
          <v:shapetype id="_x_196_t" o:spid="_x0000_m122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6" o:spid="_x0000_s1900" type="#_x_196_t" style="position:absolute;margin-left:195.75pt;margin-top:264.75pt;width:595.95pt;height:12pt;z-index:2518579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Madsen, Taylor 1st ; Couldrey, Stephen 2nd ; van Ballegooy, Daniella 3rd</w:t>
                  </w:r>
                </w:p>
              </w:txbxContent>
            </v:textbox>
          </v:shape>
        </w:pict>
      </w:r>
      <w:r>
        <w:pict>
          <v:shapetype id="_x_197_t" o:spid="_x0000_m122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7" o:spid="_x0000_s1901" type="#_x_197_t" style="position:absolute;margin-left:-5.2pt;margin-top:276.75pt;width:38.7pt;height:12pt;z-index:25185894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975</w:t>
                  </w:r>
                </w:p>
              </w:txbxContent>
            </v:textbox>
          </v:shape>
        </w:pict>
      </w:r>
      <w:r>
        <w:pict>
          <v:shapetype id="_x_198_t" o:spid="_x0000_m122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8" o:spid="_x0000_s1902" type="#_x_198_t" style="position:absolute;margin-left:33pt;margin-top:276.75pt;width:169.2pt;height:12pt;z-index:2518599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Birthday Card, handmade, any theme</w:t>
                  </w:r>
                </w:p>
              </w:txbxContent>
            </v:textbox>
          </v:shape>
        </w:pict>
      </w:r>
      <w:r>
        <w:pict>
          <v:shapetype id="_x_199_t" o:spid="_x0000_m122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199" o:spid="_x0000_s1903" type="#_x_199_t" style="position:absolute;margin-left:195.75pt;margin-top:276.75pt;width:595.95pt;height:12pt;z-index:2518609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Hamilton, Brooke 1st ; McKenzie, Hayley 2nd ; Abbott, Charlotte 3rd</w:t>
                  </w:r>
                </w:p>
              </w:txbxContent>
            </v:textbox>
          </v:shape>
        </w:pict>
      </w:r>
      <w:r>
        <w:pict>
          <v:shapetype id="_x_200_t" o:spid="_x0000_m122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0" o:spid="_x0000_s1904" type="#_x_200_t" style="position:absolute;margin-left:-5.2pt;margin-top:288.75pt;width:38.7pt;height:12pt;z-index:25186201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976</w:t>
                  </w:r>
                </w:p>
              </w:txbxContent>
            </v:textbox>
          </v:shape>
        </w:pict>
      </w:r>
      <w:r>
        <w:pict>
          <v:shapetype id="_x_201_t" o:spid="_x0000_m122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1" o:spid="_x0000_s1905" type="#_x_201_t" style="position:absolute;margin-left:33pt;margin-top:288.75pt;width:169.2pt;height:21.95pt;z-index:2518630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Artwork, any medium (including digital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imagery) Fran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klin/Clevedon scenery,</w:t>
                  </w:r>
                </w:p>
              </w:txbxContent>
            </v:textbox>
          </v:shape>
        </w:pict>
      </w:r>
      <w:r>
        <w:pict>
          <v:shapetype id="_x_202_t" o:spid="_x0000_m12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2" o:spid="_x0000_s1906" type="#_x_202_t" style="position:absolute;margin-left:195.75pt;margin-top:288.75pt;width:595.95pt;height:12pt;z-index:2518640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Elworthy Jones, Olympia 1st ; Cornwall, Charlotte 2nd ; Abbott, Charlotte 3rd</w:t>
                  </w:r>
                </w:p>
              </w:txbxContent>
            </v:textbox>
          </v:shape>
        </w:pict>
      </w:r>
      <w:r>
        <w:pict>
          <v:shapetype id="_x_203_t" o:spid="_x0000_m122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3" o:spid="_x0000_s1907" type="#_x_203_t" style="position:absolute;margin-left:-5.2pt;margin-top:310.65pt;width:38.7pt;height:12pt;z-index:25186508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977</w:t>
                  </w:r>
                </w:p>
              </w:txbxContent>
            </v:textbox>
          </v:shape>
        </w:pict>
      </w:r>
      <w:r>
        <w:pict>
          <v:shapetype id="_x_204_t" o:spid="_x0000_m122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4" o:spid="_x0000_s1908" type="#_x_204_t" style="position:absolute;margin-left:33pt;margin-top:310.65pt;width:169.2pt;height:12pt;z-index:2518661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Iced Cake, birthday theme</w:t>
                  </w:r>
                </w:p>
              </w:txbxContent>
            </v:textbox>
          </v:shape>
        </w:pict>
      </w:r>
      <w:r>
        <w:pict>
          <v:shapetype id="_x_205_t" o:spid="_x0000_m123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5" o:spid="_x0000_s1909" type="#_x_205_t" style="position:absolute;margin-left:195.75pt;margin-top:310.65pt;width:595.95pt;height:12pt;z-index:2518671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Fulljames, Muriel 1st ; Abbott, Charlotte 2nd ; Cornwall, Charlotte 3rd</w:t>
                  </w:r>
                </w:p>
              </w:txbxContent>
            </v:textbox>
          </v:shape>
        </w:pict>
      </w:r>
      <w:r>
        <w:pict>
          <v:shapetype id="_x_206_t" o:spid="_x0000_m123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6" o:spid="_x0000_s1910" type="#_x_206_t" style="position:absolute;margin-left:-5.2pt;margin-top:322.7pt;width:38.7pt;height:12pt;z-index:25186816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978</w:t>
                  </w:r>
                </w:p>
              </w:txbxContent>
            </v:textbox>
          </v:shape>
        </w:pict>
      </w:r>
      <w:r>
        <w:pict>
          <v:shapetype id="_x_207_t" o:spid="_x0000_m123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7" o:spid="_x0000_s1911" type="#_x_207_t" style="position:absolute;margin-left:33pt;margin-top:322.7pt;width:169.2pt;height:12pt;z-index:2518691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Display Board</w:t>
                  </w:r>
                </w:p>
              </w:txbxContent>
            </v:textbox>
          </v:shape>
        </w:pict>
      </w:r>
      <w:r>
        <w:pict>
          <v:shapetype id="_x_208_t" o:spid="_x0000_m123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8" o:spid="_x0000_s1912" type="#_x_208_t" style="position:absolute;margin-left:195.75pt;margin-top:322.7pt;width:595.95pt;height:12pt;z-index:2518702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Hamilton, Brooke 1st ; van Ballegooy, Johanna 2nd</w:t>
                  </w:r>
                </w:p>
              </w:txbxContent>
            </v:textbox>
          </v:shape>
        </w:pict>
      </w:r>
      <w:r>
        <w:pict>
          <v:shapetype id="_x_209_t" o:spid="_x0000_m123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09" o:spid="_x0000_s1913" type="#_x_209_t" style="position:absolute;margin-left:-5.2pt;margin-top:334.7pt;width:38.7pt;height:12pt;z-index:25187123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650</w:t>
                  </w:r>
                </w:p>
              </w:txbxContent>
            </v:textbox>
          </v:shape>
        </w:pict>
      </w:r>
      <w:r>
        <w:pict>
          <v:shapetype id="_x_210_t" o:spid="_x0000_m123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0" o:spid="_x0000_s1914" type="#_x_210_t" style="position:absolute;margin-left:33pt;margin-top:334.7pt;width:169.2pt;height:12pt;z-index:2518722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CALF born on or after 1st June 2014</w:t>
                  </w:r>
                </w:p>
              </w:txbxContent>
            </v:textbox>
          </v:shape>
        </w:pict>
      </w:r>
      <w:r>
        <w:pict>
          <v:shapetype id="_x_211_t" o:spid="_x0000_m123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1" o:spid="_x0000_s1915" type="#_x_211_t" style="position:absolute;margin-left:195.75pt;margin-top:334.7pt;width:595.95pt;height:12pt;z-index:2518732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Wilson, Alison-Bonnie of Northbrook 1st ; Atkinson, Catherine-Emerald of TeMata Hills 2nd</w:t>
                  </w:r>
                </w:p>
              </w:txbxContent>
            </v:textbox>
          </v:shape>
        </w:pict>
      </w:r>
      <w:r>
        <w:pict>
          <v:shapetype id="_x_212_t" o:spid="_x0000_m123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2" o:spid="_x0000_s1916" type="#_x_212_t" style="position:absolute;margin-left:-5.2pt;margin-top:346.7pt;width:38.7pt;height:12pt;z-index:25187430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651</w:t>
                  </w:r>
                </w:p>
              </w:txbxContent>
            </v:textbox>
          </v:shape>
        </w:pict>
      </w:r>
      <w:r>
        <w:pict>
          <v:shapetype id="_x_213_t" o:spid="_x0000_m123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3" o:spid="_x0000_s1917" type="#_x_213_t" style="position:absolute;margin-left:33pt;margin-top:346.7pt;width:169.2pt;height:21.95pt;z-index:2518753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YEARLING born on or after 1st June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2013</w:t>
                  </w:r>
                </w:p>
              </w:txbxContent>
            </v:textbox>
          </v:shape>
        </w:pict>
      </w:r>
      <w:r>
        <w:pict>
          <v:shapetype id="_x_214_t" o:spid="_x0000_m123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4" o:spid="_x0000_s1918" type="#_x_214_t" style="position:absolute;margin-left:195.75pt;margin-top:346.7pt;width:595.95pt;height:12pt;z-index:2518763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Wilson, Alison-Aria of Northbrook 1st ; Alexander, Ginni-Queen Hickeltick of Ardargie 2nd ; Atkinson, Catherine-Dolly of TeMata Hills 3rd</w:t>
                  </w:r>
                </w:p>
              </w:txbxContent>
            </v:textbox>
          </v:shape>
        </w:pict>
      </w:r>
      <w:r>
        <w:pict>
          <v:shapetype id="_x_215_t" o:spid="_x0000_m124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5" o:spid="_x0000_s1919" type="#_x_215_t" style="position:absolute;margin-left:-5.2pt;margin-top:368.6pt;width:38.7pt;height:12pt;z-index:25187737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652</w:t>
                  </w:r>
                </w:p>
              </w:txbxContent>
            </v:textbox>
          </v:shape>
        </w:pict>
      </w:r>
      <w:r>
        <w:pict>
          <v:shapetype id="_x_216_t" o:spid="_x0000_m124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6" o:spid="_x0000_s1920" type="#_x_216_t" style="position:absolute;margin-left:33pt;margin-top:368.6pt;width:169.2pt;height:12pt;z-index:2518784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2yrs, born on or after 1st june 2012</w:t>
                  </w:r>
                </w:p>
              </w:txbxContent>
            </v:textbox>
          </v:shape>
        </w:pict>
      </w:r>
      <w:r>
        <w:pict>
          <v:shapetype id="_x_217_t" o:spid="_x0000_m124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7" o:spid="_x0000_s1921" type="#_x_217_t" style="position:absolute;margin-left:195.75pt;margin-top:368.6pt;width:595.95pt;height:12pt;z-index:2518794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Alexander, Ginni-Zoe of Ardargie 1st ; Atkinson,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Catherine-Figia Rosso of TeMata Hills 2nd ; Wilson, Alison-Tzarina of Northbrook 3rd</w:t>
                  </w:r>
                </w:p>
              </w:txbxContent>
            </v:textbox>
          </v:shape>
        </w:pict>
      </w:r>
      <w:r>
        <w:pict>
          <v:shapetype id="_x_218_t" o:spid="_x0000_m124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8" o:spid="_x0000_s1922" type="#_x_218_t" style="position:absolute;margin-left:-5.2pt;margin-top:380.6pt;width:38.7pt;height:12pt;z-index:25188044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653</w:t>
                  </w:r>
                </w:p>
              </w:txbxContent>
            </v:textbox>
          </v:shape>
        </w:pict>
      </w:r>
      <w:r>
        <w:pict>
          <v:shapetype id="_x_219_t" o:spid="_x0000_m124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19" o:spid="_x0000_s1923" type="#_x_219_t" style="position:absolute;margin-left:33pt;margin-top:380.6pt;width:169.2pt;height:21.95pt;z-index:2518814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WITH NATURAL PROGENY AT FOOT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3yrs and over</w:t>
                  </w:r>
                </w:p>
              </w:txbxContent>
            </v:textbox>
          </v:shape>
        </w:pict>
      </w:r>
      <w:r>
        <w:pict>
          <v:shapetype id="_x_220_t" o:spid="_x0000_m124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0" o:spid="_x0000_s1924" type="#_x_220_t" style="position:absolute;margin-left:195.75pt;margin-top:380.6pt;width:595.95pt;height:12pt;z-index:2518824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Alexander, Ginni-Eylish of Ardargie 1st ; Atkinson, Catherine-Beryl of TeMata Hills 2nd ; Wilson, Alison-Tar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 of Ardargie 3rd</w:t>
                  </w:r>
                </w:p>
              </w:txbxContent>
            </v:textbox>
          </v:shape>
        </w:pict>
      </w:r>
      <w:r>
        <w:pict>
          <v:shapetype id="_x_221_t" o:spid="_x0000_m124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1" o:spid="_x0000_s1925" type="#_x_221_t" style="position:absolute;margin-left:-5.2pt;margin-top:402.55pt;width:38.7pt;height:12pt;z-index:2518835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654</w:t>
                  </w:r>
                </w:p>
              </w:txbxContent>
            </v:textbox>
          </v:shape>
        </w:pict>
      </w:r>
      <w:r>
        <w:pict>
          <v:shapetype id="_x_222_t" o:spid="_x0000_m124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2" o:spid="_x0000_s1926" type="#_x_222_t" style="position:absolute;margin-left:33pt;margin-top:402.55pt;width:169.2pt;height:12pt;z-index:2518845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CALF born on or after 1st June 2014</w:t>
                  </w:r>
                </w:p>
              </w:txbxContent>
            </v:textbox>
          </v:shape>
        </w:pict>
      </w:r>
      <w:r>
        <w:pict>
          <v:shapetype id="_x_223_t" o:spid="_x0000_m124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3" o:spid="_x0000_s1927" type="#_x_223_t" style="position:absolute;margin-left:195.75pt;margin-top:402.55pt;width:595.95pt;height:12pt;z-index:2518855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Wilson, Alison-Beaumont of Northbrook 1st ; Alexander, Ginni-Barnaby of Ardargie 2nd</w:t>
                  </w:r>
                </w:p>
              </w:txbxContent>
            </v:textbox>
          </v:shape>
        </w:pict>
      </w:r>
      <w:r>
        <w:pict>
          <v:shapetype id="_x_224_t" o:spid="_x0000_m124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4" o:spid="_x0000_s1928" type="#_x_224_t" style="position:absolute;margin-left:-5.2pt;margin-top:414.55pt;width:38.7pt;height:12pt;z-index:2518865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657</w:t>
                  </w:r>
                </w:p>
              </w:txbxContent>
            </v:textbox>
          </v:shape>
        </w:pict>
      </w:r>
      <w:r>
        <w:pict>
          <v:shapetype id="_x_225_t" o:spid="_x0000_m125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5" o:spid="_x0000_s1929" type="#_x_225_t" style="position:absolute;margin-left:33pt;margin-top:414.55pt;width:169.2pt;height:21.95pt;z-index:2518876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TWO YEARLINGS either sex, born on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or after 1st June 2013</w:t>
                  </w:r>
                </w:p>
              </w:txbxContent>
            </v:textbox>
          </v:shape>
        </w:pict>
      </w:r>
      <w:r>
        <w:pict>
          <v:shapetype id="_x_226_t" o:spid="_x0000_m125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6" o:spid="_x0000_s1930" type="#_x_226_t" style="position:absolute;margin-left:195.75pt;margin-top:414.55pt;width:595.95pt;height:12pt;z-index:2518886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Atkinson, Catherine-Bella of TeMata Hills 1st ; Atkinson, Catherine-Dolly of TeMata Hills 1st</w:t>
                  </w:r>
                </w:p>
              </w:txbxContent>
            </v:textbox>
          </v:shape>
        </w:pict>
      </w:r>
      <w:r>
        <w:pict>
          <v:shapetype id="_x_227_t" o:spid="_x0000_m125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7" o:spid="_x0000_s1931" type="#_x_227_t" style="position:absolute;margin-left:-5.2pt;margin-top:436.5pt;width:38.7pt;height:12pt;z-index:2518896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658</w:t>
                  </w:r>
                </w:p>
              </w:txbxContent>
            </v:textbox>
          </v:shape>
        </w:pict>
      </w:r>
      <w:r>
        <w:pict>
          <v:shapetype id="_x_228_t" o:spid="_x0000_m125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8" o:spid="_x0000_s1932" type="#_x_228_t" style="position:absolute;margin-left:33pt;margin-top:436.5pt;width:169.2pt;height:12pt;z-index:2518906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GROUP, 1 BULL &amp; 2 FEMALES, any age</w:t>
                  </w:r>
                </w:p>
              </w:txbxContent>
            </v:textbox>
          </v:shape>
        </w:pict>
      </w:r>
      <w:r>
        <w:pict>
          <v:shapetype id="_x_229_t" o:spid="_x0000_m125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29" o:spid="_x0000_s1933" type="#_x_229_t" style="position:absolute;margin-left:195.75pt;margin-top:436.5pt;width:595.95pt;height:12pt;z-index:2518917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Wilson, Alison-Aria of Northbrook 1st ; Wilson, Alison-Tzarina of Northbrook 1st ; Wilson, Alison-Beaumont of 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orthbrook 1st</w:t>
                  </w:r>
                </w:p>
              </w:txbxContent>
            </v:textbox>
          </v:shape>
        </w:pict>
      </w:r>
      <w:r>
        <w:pict>
          <v:shapetype id="_x_230_t" o:spid="_x0000_m125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0" o:spid="_x0000_s1934" type="#_x_230_t" style="position:absolute;margin-left:-5.2pt;margin-top:448.5pt;width:38.7pt;height:12pt;z-index:25189273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659</w:t>
                  </w:r>
                </w:p>
              </w:txbxContent>
            </v:textbox>
          </v:shape>
        </w:pict>
      </w:r>
      <w:r>
        <w:pict>
          <v:shapetype id="_x_231_t" o:spid="_x0000_m125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1" o:spid="_x0000_s1935" type="#_x_231_t" style="position:absolute;margin-left:33pt;margin-top:448.5pt;width:169.2pt;height:21.95pt;z-index:2518937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CALF, born on or after 1st June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2014</w:t>
                  </w:r>
                </w:p>
              </w:txbxContent>
            </v:textbox>
          </v:shape>
        </w:pict>
      </w:r>
      <w:r>
        <w:pict>
          <v:shapetype id="_x_232_t" o:spid="_x0000_m125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2" o:spid="_x0000_s1936" type="#_x_232_t" style="position:absolute;margin-left:195.75pt;margin-top:448.5pt;width:595.95pt;height:12pt;z-index:2518947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Bicknell, J-Matai Jodi 1st</w:t>
                  </w:r>
                </w:p>
              </w:txbxContent>
            </v:textbox>
          </v:shape>
        </w:pict>
      </w:r>
      <w:r>
        <w:pict>
          <v:shapetype id="_x_233_t" o:spid="_x0000_m125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3" o:spid="_x0000_s1937" type="#_x_233_t" style="position:absolute;margin-left:-5.2pt;margin-top:470.4pt;width:38.7pt;height:12pt;z-index:25189580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660</w:t>
                  </w:r>
                </w:p>
              </w:txbxContent>
            </v:textbox>
          </v:shape>
        </w:pict>
      </w:r>
      <w:r>
        <w:pict>
          <v:shapetype id="_x_234_t" o:spid="_x0000_m125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4" o:spid="_x0000_s1938" type="#_x_234_t" style="position:absolute;margin-left:33pt;margin-top:470.4pt;width:169.2pt;height:21.95pt;z-index:2518968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YEARLING born on or after 1st June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2013</w:t>
                  </w:r>
                </w:p>
              </w:txbxContent>
            </v:textbox>
          </v:shape>
        </w:pict>
      </w:r>
      <w:r>
        <w:pict>
          <v:shapetype id="_x_235_t" o:spid="_x0000_m126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5" o:spid="_x0000_s1939" type="#_x_235_t" style="position:absolute;margin-left:195.75pt;margin-top:470.4pt;width:595.95pt;height:12pt;z-index:2518978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Sapsworth, Kevin-Upsandowns Ivy 1st ; Collecutt, Tessa-Cheverny Isobel 2nd ; Bicknell, J-Matai Irana 3rd ; Collecutt, Tessa-Cheverry India 4th</w:t>
                  </w:r>
                </w:p>
              </w:txbxContent>
            </v:textbox>
          </v:shape>
        </w:pict>
      </w:r>
      <w:r>
        <w:pict>
          <v:shapetype id="_x_236_t" o:spid="_x0000_m126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6" o:spid="_x0000_s1940" type="#_x_236_t" style="position:absolute;margin-left:-5.2pt;margin-top:492.35pt;width:38.7pt;height:12pt;z-index:25189888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661</w:t>
                  </w:r>
                </w:p>
              </w:txbxContent>
            </v:textbox>
          </v:shape>
        </w:pict>
      </w:r>
      <w:r>
        <w:pict>
          <v:shapetype id="_x_237_t" o:spid="_x0000_m126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7" o:spid="_x0000_s1941" type="#_x_237_t" style="position:absolute;margin-left:33pt;margin-top:492.35pt;width:169.2pt;height:12pt;z-index:2518999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2YRS born on or after 1st June 2012</w:t>
                  </w:r>
                </w:p>
              </w:txbxContent>
            </v:textbox>
          </v:shape>
        </w:pict>
      </w:r>
      <w:r>
        <w:pict>
          <v:shapetype id="_x_238_t" o:spid="_x0000_m126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8" o:spid="_x0000_s1942" type="#_x_238_t" style="position:absolute;margin-left:195.75pt;margin-top:492.35pt;width:595.95pt;height:12pt;z-index:2519009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Bicknell, J-Upsandowns Holly 1st</w:t>
                  </w:r>
                </w:p>
              </w:txbxContent>
            </v:textbox>
          </v:shape>
        </w:pict>
      </w:r>
      <w:r>
        <w:pict>
          <v:shapetype id="_x_239_t" o:spid="_x0000_m126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39" o:spid="_x0000_s1943" type="#_x_239_t" style="position:absolute;margin-left:-5.2pt;margin-top:504.35pt;width:38.7pt;height:12pt;z-index:25190195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662</w:t>
                  </w:r>
                </w:p>
              </w:txbxContent>
            </v:textbox>
          </v:shape>
        </w:pict>
      </w:r>
      <w:r>
        <w:pict>
          <v:shapetype id="_x_240_t" o:spid="_x0000_m126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0" o:spid="_x0000_s1944" type="#_x_240_t" style="position:absolute;margin-left:33pt;margin-top:504.35pt;width:169.2pt;height:21.95pt;z-index:2519029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WITH NATURAL PROGENY AT FOOT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3yrs and over</w:t>
                  </w:r>
                </w:p>
              </w:txbxContent>
            </v:textbox>
          </v:shape>
        </w:pict>
      </w:r>
      <w:r>
        <w:pict>
          <v:shapetype id="_x_241_t" o:spid="_x0000_m126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1" o:spid="_x0000_s1945" type="#_x_241_t" style="position:absolute;margin-left:195.75pt;margin-top:504.35pt;width:595.95pt;height:12pt;z-index:2519040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Bicknell, J-Cheverny Freja 1st</w:t>
                  </w:r>
                </w:p>
              </w:txbxContent>
            </v:textbox>
          </v:shape>
        </w:pict>
      </w:r>
      <w:r>
        <w:br w:type="page"/>
      </w:r>
      <w:r>
        <w:pict>
          <v:shapetype id="_x_242_t" o:spid="_x0000_m126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2" o:spid="_x0000_s1946" type="#_x_242_t" style="position:absolute;margin-left:6.75pt;margin-top:-36.2pt;width:76.95pt;height:10.5pt;z-index:2519050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Report SDAYR40A</w:t>
                  </w:r>
                </w:p>
              </w:txbxContent>
            </v:textbox>
          </v:shape>
        </w:pict>
      </w:r>
      <w:r>
        <w:pict>
          <v:shapetype id="_x_243_t" o:spid="_x0000_m126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3" o:spid="_x0000_s1947" type="#_x_243_t" style="position:absolute;margin-left:24.75pt;margin-top:-24.95pt;width:26.7pt;height:10.5pt;z-index:2519060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Page</w:t>
                  </w:r>
                </w:p>
              </w:txbxContent>
            </v:textbox>
          </v:shape>
        </w:pict>
      </w:r>
      <w:r>
        <w:pict>
          <v:shapetype id="_x_244_t" o:spid="_x0000_m126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4" o:spid="_x0000_s1948" type="#_x_244_t" style="position:absolute;margin-left:50.25pt;margin-top:-25.75pt;width:35.7pt;height:12pt;z-index:2519070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pict>
          <v:shapetype id="_x_245_t" o:spid="_x0000_m127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5" o:spid="_x0000_s1949" type="#_x_245_t" style="position:absolute;margin-left:669pt;margin-top:-40.7pt;width:47.7pt;height:10.5pt;z-index:2519080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Printed on:</w:t>
                  </w:r>
                </w:p>
              </w:txbxContent>
            </v:textbox>
          </v:shape>
        </w:pict>
      </w:r>
      <w:r>
        <w:pict>
          <v:shapetype id="_x_246_t" o:spid="_x0000_m127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6" o:spid="_x0000_s1950" type="#_x_246_t" style="position:absolute;margin-left:714.75pt;margin-top:-40.75pt;width:70.95pt;height:12pt;z-index:2519091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24/03/2015</w:t>
                  </w:r>
                </w:p>
              </w:txbxContent>
            </v:textbox>
          </v:shape>
        </w:pict>
      </w:r>
      <w:r>
        <w:pict>
          <v:shapetype id="_x_247_t" o:spid="_x0000_m127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7" o:spid="_x0000_s1951" type="#_x_247_t" style="position:absolute;margin-left:701.25pt;margin-top:-27.95pt;width:16.95pt;height:10.5pt;z-index:2519101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at:</w:t>
                  </w:r>
                </w:p>
              </w:txbxContent>
            </v:textbox>
          </v:shape>
        </w:pict>
      </w:r>
      <w:r>
        <w:pict>
          <v:shapetype id="_x_248_t" o:spid="_x0000_m127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8" o:spid="_x0000_s1952" type="#_x_248_t" style="position:absolute;margin-left:714.75pt;margin-top:-28.75pt;width:58.2pt;height:12pt;z-index:2519111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14:12:08</w:t>
                  </w:r>
                </w:p>
              </w:txbxContent>
            </v:textbox>
          </v:shape>
        </w:pict>
      </w:r>
      <w:r>
        <w:pict>
          <v:shapetype id="_x_249_t" o:spid="_x0000_m127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49" o:spid="_x0000_s1953" type="#_x_249_t" style="position:absolute;margin-left:170pt;margin-top:-39.25pt;width:459.45pt;height:15.75pt;z-index:2519121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Clevedon A&amp;P Show 8th and 9th November 2014</w:t>
                  </w:r>
                </w:p>
              </w:txbxContent>
            </v:textbox>
          </v:shape>
        </w:pict>
      </w:r>
      <w:r>
        <w:pict>
          <v:shapetype id="_x_250_t" o:spid="_x0000_m127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0" o:spid="_x0000_s1954" type="#_x_250_t" style="position:absolute;margin-left:221pt;margin-top:-22.75pt;width:343.2pt;height:15.75pt;z-index:2519132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Class and Special Prize Winners</w:t>
                  </w:r>
                </w:p>
              </w:txbxContent>
            </v:textbox>
          </v:shape>
        </w:pict>
      </w:r>
      <w:r>
        <w:pict>
          <v:shapetype id="_x_251_t" o:spid="_x0000_m127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1" o:spid="_x0000_s1955" type="#_x_251_t" style="position:absolute;margin-left:0;margin-top:2.8pt;width:32.7pt;height:12.45pt;z-index:2519142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Class</w:t>
                  </w:r>
                </w:p>
              </w:txbxContent>
            </v:textbox>
          </v:shape>
        </w:pict>
      </w:r>
      <w:r>
        <w:pict>
          <v:shapetype id="_x_252_t" o:spid="_x0000_m127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2" o:spid="_x0000_s1956" type="#_x_252_t" style="position:absolute;margin-left:196.5pt;margin-top:2.8pt;width:41.7pt;height:12.45pt;z-index:2519152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Results</w:t>
                  </w:r>
                </w:p>
              </w:txbxContent>
            </v:textbox>
          </v:shape>
        </w:pict>
      </w:r>
      <w:r>
        <w:pict>
          <v:shapetype id="_x_253_t" o:spid="_x0000_m127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3" o:spid="_x0000_s1957" type="#_x_253_t" style="position:absolute;margin-left:-5.2pt;margin-top:14.75pt;width:38.7pt;height:12pt;z-index:25191628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663</w:t>
                  </w:r>
                </w:p>
              </w:txbxContent>
            </v:textbox>
          </v:shape>
        </w:pict>
      </w:r>
      <w:r>
        <w:pict>
          <v:shapetype id="_x_254_t" o:spid="_x0000_m127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4" o:spid="_x0000_s1958" type="#_x_254_t" style="position:absolute;margin-left:33pt;margin-top:14.75pt;width:169.2pt;height:12pt;z-index:2519173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CALF born on or after 1st June 2014</w:t>
                  </w:r>
                </w:p>
              </w:txbxContent>
            </v:textbox>
          </v:shape>
        </w:pict>
      </w:r>
      <w:r>
        <w:pict>
          <v:shapetype id="_x_255_t" o:spid="_x0000_m128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5" o:spid="_x0000_s1959" type="#_x_255_t" style="position:absolute;margin-left:195.75pt;margin-top:14.75pt;width:595.95pt;height:12pt;z-index:2519183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Bicknell, J-Matai Javarn 1st ; Collecutt, Tessa-Cheverny Jean-Claude 2nd ; Jull, D-Thanet 3rd</w:t>
                  </w:r>
                </w:p>
              </w:txbxContent>
            </v:textbox>
          </v:shape>
        </w:pict>
      </w:r>
      <w:r>
        <w:pict>
          <v:shapetype id="_x_256_t" o:spid="_x0000_m128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6" o:spid="_x0000_s1960" type="#_x_256_t" style="position:absolute;margin-left:-5.2pt;margin-top:26.75pt;width:38.7pt;height:12pt;z-index:25191936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664</w:t>
                  </w:r>
                </w:p>
              </w:txbxContent>
            </v:textbox>
          </v:shape>
        </w:pict>
      </w:r>
      <w:r>
        <w:pict>
          <v:shapetype id="_x_257_t" o:spid="_x0000_m128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7" o:spid="_x0000_s1961" type="#_x_257_t" style="position:absolute;margin-left:33pt;margin-top:26.75pt;width:169.2pt;height:21.95pt;z-index:2519203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YEARLING born on or after 1st June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2013</w:t>
                  </w:r>
                </w:p>
              </w:txbxContent>
            </v:textbox>
          </v:shape>
        </w:pict>
      </w:r>
      <w:r>
        <w:pict>
          <v:shapetype id="_x_258_t" o:spid="_x0000_m128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8" o:spid="_x0000_s1962" type="#_x_258_t" style="position:absolute;margin-left:195.75pt;margin-top:26.75pt;width:595.95pt;height:12pt;z-index:2519214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Coll, T-Thanet Ivan 1st ; Sapsworth, Kevin-Upsandowns Ian 2nd</w:t>
                  </w:r>
                </w:p>
              </w:txbxContent>
            </v:textbox>
          </v:shape>
        </w:pict>
      </w:r>
      <w:r>
        <w:pict>
          <v:shapetype id="_x_259_t" o:spid="_x0000_m128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59" o:spid="_x0000_s1963" type="#_x_259_t" style="position:absolute;margin-left:-5.2pt;margin-top:48.7pt;width:38.7pt;height:12pt;z-index:25192243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665</w:t>
                  </w:r>
                </w:p>
              </w:txbxContent>
            </v:textbox>
          </v:shape>
        </w:pict>
      </w:r>
      <w:r>
        <w:pict>
          <v:shapetype id="_x_260_t" o:spid="_x0000_m128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0" o:spid="_x0000_s1964" type="#_x_260_t" style="position:absolute;margin-left:33pt;margin-top:48.7pt;width:169.2pt;height:12pt;z-index:2519234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SENIOR BULL 2yrs and over</w:t>
                  </w:r>
                </w:p>
              </w:txbxContent>
            </v:textbox>
          </v:shape>
        </w:pict>
      </w:r>
      <w:r>
        <w:pict>
          <v:shapetype id="_x_261_t" o:spid="_x0000_m128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1" o:spid="_x0000_s1965" type="#_x_261_t" style="position:absolute;margin-left:195.75pt;margin-top:48.7pt;width:595.95pt;height:12pt;z-index:2519244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Coll, T-Cheverny General 1st</w:t>
                  </w:r>
                </w:p>
              </w:txbxContent>
            </v:textbox>
          </v:shape>
        </w:pict>
      </w:r>
      <w:r>
        <w:pict>
          <v:shapetype id="_x_262_t" o:spid="_x0000_m128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2" o:spid="_x0000_s1966" type="#_x_262_t" style="position:absolute;margin-left:-5.2pt;margin-top:60.7pt;width:38.7pt;height:12pt;z-index:25192550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666</w:t>
                  </w:r>
                </w:p>
              </w:txbxContent>
            </v:textbox>
          </v:shape>
        </w:pict>
      </w:r>
      <w:r>
        <w:pict>
          <v:shapetype id="_x_263_t" o:spid="_x0000_m128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3" o:spid="_x0000_s1967" type="#_x_263_t" style="position:absolute;margin-left:33pt;margin-top:60.7pt;width:169.2pt;height:21.95pt;z-index:2519265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TWO YEARLINGS either sex, born on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or after 1st June 2013</w:t>
                  </w:r>
                </w:p>
              </w:txbxContent>
            </v:textbox>
          </v:shape>
        </w:pict>
      </w:r>
      <w:r>
        <w:pict>
          <v:shapetype id="_x_264_t" o:spid="_x0000_m128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4" o:spid="_x0000_s1968" type="#_x_264_t" style="position:absolute;margin-left:195.75pt;margin-top:60.7pt;width:595.95pt;height:12pt;z-index:2519275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Collecutt, Tessa-Cheverry India 1st ; Collecu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tt, Tessa-Cheverny Isobel 1st ; Bicknell-Bicknell Entry 2nd ; Sapsworth, Kevin-Upsandowns 3rd</w:t>
                  </w:r>
                </w:p>
              </w:txbxContent>
            </v:textbox>
          </v:shape>
        </w:pict>
      </w:r>
      <w:r>
        <w:pict>
          <v:shapetype id="_x_265_t" o:spid="_x0000_m129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5" o:spid="_x0000_s1969" type="#_x_265_t" style="position:absolute;margin-left:-5.2pt;margin-top:82.65pt;width:38.7pt;height:12pt;z-index:25192857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667</w:t>
                  </w:r>
                </w:p>
              </w:txbxContent>
            </v:textbox>
          </v:shape>
        </w:pict>
      </w:r>
      <w:r>
        <w:pict>
          <v:shapetype id="_x_266_t" o:spid="_x0000_m129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6" o:spid="_x0000_s1970" type="#_x_266_t" style="position:absolute;margin-left:33pt;margin-top:82.65pt;width:169.2pt;height:12pt;z-index:2519296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GROUP, 1 BULL &amp; 2 FEMALES any age</w:t>
                  </w:r>
                </w:p>
              </w:txbxContent>
            </v:textbox>
          </v:shape>
        </w:pict>
      </w:r>
      <w:r>
        <w:pict>
          <v:shapetype id="_x_267_t" o:spid="_x0000_m129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7" o:spid="_x0000_s1971" type="#_x_267_t" style="position:absolute;margin-left:195.75pt;margin-top:82.65pt;width:595.95pt;height:12pt;z-index:2519306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Bicknell-Bicknell Entry 1st ; Bicknell-Bicknell Entry 2nd</w:t>
                  </w:r>
                </w:p>
              </w:txbxContent>
            </v:textbox>
          </v:shape>
        </w:pict>
      </w:r>
      <w:r>
        <w:pict>
          <v:shapetype id="_x_268_t" o:spid="_x0000_m129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8" o:spid="_x0000_s1972" type="#_x_268_t" style="position:absolute;margin-left:-5.2pt;margin-top:94.65pt;width:38.7pt;height:12pt;z-index:25193164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668</w:t>
                  </w:r>
                </w:p>
              </w:txbxContent>
            </v:textbox>
          </v:shape>
        </w:pict>
      </w:r>
      <w:r>
        <w:pict>
          <v:shapetype id="_x_269_t" o:spid="_x0000_m129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69" o:spid="_x0000_s1973" type="#_x_269_t" style="position:absolute;margin-left:33pt;margin-top:94.65pt;width:169.2pt;height:12pt;z-index:2519326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CALF born on or after 1st June 2014</w:t>
                  </w:r>
                </w:p>
              </w:txbxContent>
            </v:textbox>
          </v:shape>
        </w:pict>
      </w:r>
      <w:r>
        <w:pict>
          <v:shapetype id="_x_270_t" o:spid="_x0000_m129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0" o:spid="_x0000_s1974" type="#_x_270_t" style="position:absolute;margin-left:195.75pt;margin-top:94.65pt;width:595.95pt;height:12pt;z-index:2519336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Jo-Jo 1st ; Doggett, Cara-Ceejay Crystall Rose 2nd ; Woolley, Karen and Bruce-Willowcreek Chloe 3rd</w:t>
                  </w:r>
                </w:p>
              </w:txbxContent>
            </v:textbox>
          </v:shape>
        </w:pict>
      </w:r>
      <w:r>
        <w:pict>
          <v:shapetype id="_x_271_t" o:spid="_x0000_m129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1" o:spid="_x0000_s1975" type="#_x_271_t" style="position:absolute;margin-left:-5.2pt;margin-top:106.65pt;width:38.7pt;height:12pt;z-index:2519347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669</w:t>
                  </w:r>
                </w:p>
              </w:txbxContent>
            </v:textbox>
          </v:shape>
        </w:pict>
      </w:r>
      <w:r>
        <w:pict>
          <v:shapetype id="_x_272_t" o:spid="_x0000_m129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2" o:spid="_x0000_s1976" type="#_x_272_t" style="position:absolute;margin-left:33pt;margin-top:106.65pt;width:169.2pt;height:21.95pt;z-index:2519357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YEARLING born on or after 1st June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2013</w:t>
                  </w:r>
                </w:p>
              </w:txbxContent>
            </v:textbox>
          </v:shape>
        </w:pict>
      </w:r>
      <w:r>
        <w:pict>
          <v:shapetype id="_x_273_t" o:spid="_x0000_m129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3" o:spid="_x0000_s1977" type="#_x_273_t" style="position:absolute;margin-left:195.75pt;margin-top:106.65pt;width:595.95pt;height:12pt;z-index:2519367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Hope 1st ; Dog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gett, Amber-Strongbridge Jana 2nd ; Whitworth, G-Pudgylicious 3rd</w:t>
                  </w:r>
                </w:p>
              </w:txbxContent>
            </v:textbox>
          </v:shape>
        </w:pict>
      </w:r>
      <w:r>
        <w:pict>
          <v:shapetype id="_x_274_t" o:spid="_x0000_m129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4" o:spid="_x0000_s1978" type="#_x_274_t" style="position:absolute;margin-left:-5.2pt;margin-top:128.55pt;width:38.7pt;height:12pt;z-index:2519377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670</w:t>
                  </w:r>
                </w:p>
              </w:txbxContent>
            </v:textbox>
          </v:shape>
        </w:pict>
      </w:r>
      <w:r>
        <w:pict>
          <v:shapetype id="_x_275_t" o:spid="_x0000_m130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5" o:spid="_x0000_s1979" type="#_x_275_t" style="position:absolute;margin-left:33pt;margin-top:128.55pt;width:169.2pt;height:12pt;z-index:2519388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2yrs born on or after 1st June 2012</w:t>
                  </w:r>
                </w:p>
              </w:txbxContent>
            </v:textbox>
          </v:shape>
        </w:pict>
      </w:r>
      <w:r>
        <w:pict>
          <v:shapetype id="_x_276_t" o:spid="_x0000_m130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6" o:spid="_x0000_s1980" type="#_x_276_t" style="position:absolute;margin-left:195.75pt;margin-top:128.55pt;width:595.95pt;height:12pt;z-index:2519398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Sugar 1st ; Whitworth, G-BMW Bootylicious 2nd ; Doggett, Cara-Lochburn Crystall 3rd</w:t>
                  </w:r>
                </w:p>
              </w:txbxContent>
            </v:textbox>
          </v:shape>
        </w:pict>
      </w:r>
      <w:r>
        <w:pict>
          <v:shapetype id="_x_277_t" o:spid="_x0000_m130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7" o:spid="_x0000_s1981" type="#_x_277_t" style="position:absolute;margin-left:-5.2pt;margin-top:140.55pt;width:38.7pt;height:12pt;z-index:2519408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671</w:t>
                  </w:r>
                </w:p>
              </w:txbxContent>
            </v:textbox>
          </v:shape>
        </w:pict>
      </w:r>
      <w:r>
        <w:pict>
          <v:shapetype id="_x_278_t" o:spid="_x0000_m130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8" o:spid="_x0000_s1982" type="#_x_278_t" style="position:absolute;margin-left:33pt;margin-top:140.55pt;width:169.2pt;height:21.95pt;z-index:2519418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WITH NATURAL PROGENY AT FOOT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3yrs and over</w:t>
                  </w:r>
                </w:p>
              </w:txbxContent>
            </v:textbox>
          </v:shape>
        </w:pict>
      </w:r>
      <w:r>
        <w:pict>
          <v:shapetype id="_x_279_t" o:spid="_x0000_m130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79" o:spid="_x0000_s1983" type="#_x_279_t" style="position:absolute;margin-left:195.75pt;margin-top:140.55pt;width:595.95pt;height:12pt;z-index:2519429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Kansas 1st ; Woolley, Karen and Bruce-Willowcreek Pippa 2nd ; Woolley, Karen and Bruce-Willowcreek Sabrina 3rd</w:t>
                  </w:r>
                </w:p>
              </w:txbxContent>
            </v:textbox>
          </v:shape>
        </w:pict>
      </w:r>
      <w:r>
        <w:pict>
          <v:shapetype id="_x_280_t" o:spid="_x0000_m130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0" o:spid="_x0000_s1984" type="#_x_280_t" style="position:absolute;margin-left:-5.2pt;margin-top:162.5pt;width:38.7pt;height:12pt;z-index:25194393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672</w:t>
                  </w:r>
                </w:p>
              </w:txbxContent>
            </v:textbox>
          </v:shape>
        </w:pict>
      </w:r>
      <w:r>
        <w:pict>
          <v:shapetype id="_x_281_t" o:spid="_x0000_m130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1" o:spid="_x0000_s1985" type="#_x_281_t" style="position:absolute;margin-left:33pt;margin-top:162.5pt;width:169.2pt;height:12pt;z-index:2519449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CALF born on or after 1st June 2014</w:t>
                  </w:r>
                </w:p>
              </w:txbxContent>
            </v:textbox>
          </v:shape>
        </w:pict>
      </w:r>
      <w:r>
        <w:pict>
          <v:shapetype id="_x_282_t" o:spid="_x0000_m130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2" o:spid="_x0000_s1986" type="#_x_282_t" style="position:absolute;margin-left:195.75pt;margin-top:162.5pt;width:595.95pt;height:12pt;z-index:2519459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Brutus 1st ; Ashmore, Faye-Ryebred Connor 2nd ; Woolley, Karen and Bruce-Willowcreek Thor 3rd</w:t>
                  </w:r>
                </w:p>
              </w:txbxContent>
            </v:textbox>
          </v:shape>
        </w:pict>
      </w:r>
      <w:r>
        <w:pict>
          <v:shapetype id="_x_283_t" o:spid="_x0000_m130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3" o:spid="_x0000_s1987" type="#_x_283_t" style="position:absolute;margin-left:-5.2pt;margin-top:174.5pt;width:38.7pt;height:12pt;z-index:25194700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673</w:t>
                  </w:r>
                </w:p>
              </w:txbxContent>
            </v:textbox>
          </v:shape>
        </w:pict>
      </w:r>
      <w:r>
        <w:pict>
          <v:shapetype id="_x_284_t" o:spid="_x0000_m130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4" o:spid="_x0000_s1988" type="#_x_284_t" style="position:absolute;margin-left:33pt;margin-top:174.5pt;width:169.2pt;height:21.95pt;z-index:2519480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YEARLING born on or after 1st June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2013</w:t>
                  </w:r>
                </w:p>
              </w:txbxContent>
            </v:textbox>
          </v:shape>
        </w:pict>
      </w:r>
      <w:r>
        <w:pict>
          <v:shapetype id="_x_285_t" o:spid="_x0000_m131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5" o:spid="_x0000_s1989" type="#_x_285_t" style="position:absolute;margin-left:195.75pt;margin-top:174.5pt;width:595.95pt;height:12pt;z-index:2519490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Hercules 1st</w:t>
                  </w:r>
                </w:p>
              </w:txbxContent>
            </v:textbox>
          </v:shape>
        </w:pict>
      </w:r>
      <w:r>
        <w:pict>
          <v:shapetype id="_x_286_t" o:spid="_x0000_m131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6" o:spid="_x0000_s1990" type="#_x_286_t" style="position:absolute;margin-left:-5.2pt;margin-top:196.45pt;width:38.7pt;height:12pt;z-index:25195008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674</w:t>
                  </w:r>
                </w:p>
              </w:txbxContent>
            </v:textbox>
          </v:shape>
        </w:pict>
      </w:r>
      <w:r>
        <w:pict>
          <v:shapetype id="_x_287_t" o:spid="_x0000_m131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7" o:spid="_x0000_s1991" type="#_x_287_t" style="position:absolute;margin-left:33pt;margin-top:196.45pt;width:169.2pt;height:12pt;z-index:2519511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SENIOR BULL 2yrs and over</w:t>
                  </w:r>
                </w:p>
              </w:txbxContent>
            </v:textbox>
          </v:shape>
        </w:pict>
      </w:r>
      <w:r>
        <w:pict>
          <v:shapetype id="_x_288_t" o:spid="_x0000_m131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8" o:spid="_x0000_s1992" type="#_x_288_t" style="position:absolute;margin-left:195.75pt;margin-top:196.45pt;width:595.95pt;height:12pt;z-index:2519521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Whitworth, G-Outrageous Bodicious 1st ; Turner, G-Grange Harry J 2nd ; Woolley, Karen and Bruce-Willowcreek Zeus 3rd</w:t>
                  </w:r>
                </w:p>
              </w:txbxContent>
            </v:textbox>
          </v:shape>
        </w:pict>
      </w:r>
      <w:r>
        <w:pict>
          <v:shapetype id="_x_289_t" o:spid="_x0000_m131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89" o:spid="_x0000_s1993" type="#_x_289_t" style="position:absolute;margin-left:-5.2pt;margin-top:208.45pt;width:38.7pt;height:12pt;z-index:25195315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675</w:t>
                  </w:r>
                </w:p>
              </w:txbxContent>
            </v:textbox>
          </v:shape>
        </w:pict>
      </w:r>
      <w:r>
        <w:pict>
          <v:shapetype id="_x_290_t" o:spid="_x0000_m131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0" o:spid="_x0000_s1994" type="#_x_290_t" style="position:absolute;margin-left:33pt;margin-top:208.45pt;width:169.2pt;height:21.95pt;z-index:2519541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TWO YEARLINGS either sex, born on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or after 1st June 2013</w:t>
                  </w:r>
                </w:p>
              </w:txbxContent>
            </v:textbox>
          </v:shape>
        </w:pict>
      </w:r>
      <w:r>
        <w:pict>
          <v:shapetype id="_x_291_t" o:spid="_x0000_m131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1" o:spid="_x0000_s1995" type="#_x_291_t" style="position:absolute;margin-left:195.75pt;margin-top:208.45pt;width:595.95pt;height:12pt;z-index:2519552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creek 1st ; Woolley, Karen and Bruce-Willowcreek 2nd</w:t>
                  </w:r>
                </w:p>
              </w:txbxContent>
            </v:textbox>
          </v:shape>
        </w:pict>
      </w:r>
      <w:r>
        <w:pict>
          <v:shapetype id="_x_292_t" o:spid="_x0000_m131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2" o:spid="_x0000_s1996" type="#_x_292_t" style="position:absolute;margin-left:-5.2pt;margin-top:230.35pt;width:38.7pt;height:12pt;z-index:25195622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676</w:t>
                  </w:r>
                </w:p>
              </w:txbxContent>
            </v:textbox>
          </v:shape>
        </w:pict>
      </w:r>
      <w:r>
        <w:pict>
          <v:shapetype id="_x_293_t" o:spid="_x0000_m131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3" o:spid="_x0000_s1997" type="#_x_293_t" style="position:absolute;margin-left:33pt;margin-top:230.35pt;width:169.2pt;height:12pt;z-index:2519572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GROUP, 1 BULL &amp; 2 FEMALES, any age</w:t>
                  </w:r>
                </w:p>
              </w:txbxContent>
            </v:textbox>
          </v:shape>
        </w:pict>
      </w:r>
      <w:r>
        <w:pict>
          <v:shapetype id="_x_294_t" o:spid="_x0000_m131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4" o:spid="_x0000_s1998" type="#_x_294_t" style="position:absolute;margin-left:195.75pt;margin-top:230.35pt;width:595.95pt;height:12pt;z-index:2519582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1st ; Whitworth, G-Outrageous Bodicious 2nd ; Woolley, Karen and Bruce-Willowcreek 3rd</w:t>
                  </w:r>
                </w:p>
              </w:txbxContent>
            </v:textbox>
          </v:shape>
        </w:pict>
      </w:r>
      <w:r>
        <w:pict>
          <v:shapetype id="_x_295_t" o:spid="_x0000_m132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5" o:spid="_x0000_s1999" type="#_x_295_t" style="position:absolute;margin-left:-5.2pt;margin-top:242.35pt;width:38.7pt;height:12pt;z-index:25195929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677</w:t>
                  </w:r>
                </w:p>
              </w:txbxContent>
            </v:textbox>
          </v:shape>
        </w:pict>
      </w:r>
      <w:r>
        <w:pict>
          <v:shapetype id="_x_296_t" o:spid="_x0000_m132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6" o:spid="_x0000_s2000" type="#_x_296_t" style="position:absolute;margin-left:33pt;margin-top:242.35pt;width:169.2pt;height:12pt;z-index:2519603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CALF born on or after 1st June 2014</w:t>
                  </w:r>
                </w:p>
              </w:txbxContent>
            </v:textbox>
          </v:shape>
        </w:pict>
      </w:r>
      <w:r>
        <w:pict>
          <v:shapetype id="_x_297_t" o:spid="_x0000_m132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7" o:spid="_x0000_s2001" type="#_x_297_t" style="position:absolute;margin-left:195.75pt;margin-top:242.35pt;width:595.95pt;height:12pt;z-index:2519613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Bicknell, J-Matai Jodi 1st ; Woolley, Karen and Bruce-Willowcreek Jo-Jo 2nd ; Woolley, Karen and Bruce-Willowcreek Chloe 3rd</w:t>
                  </w:r>
                </w:p>
              </w:txbxContent>
            </v:textbox>
          </v:shape>
        </w:pict>
      </w:r>
      <w:r>
        <w:pict>
          <v:shapetype id="_x_298_t" o:spid="_x0000_m132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8" o:spid="_x0000_s2002" type="#_x_298_t" style="position:absolute;margin-left:-5.2pt;margin-top:254.35pt;width:38.7pt;height:12pt;z-index:25196236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678</w:t>
                  </w:r>
                </w:p>
              </w:txbxContent>
            </v:textbox>
          </v:shape>
        </w:pict>
      </w:r>
      <w:r>
        <w:pict>
          <v:shapetype id="_x_299_t" o:spid="_x0000_m132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299" o:spid="_x0000_s2003" type="#_x_299_t" style="position:absolute;margin-left:33pt;margin-top:254.35pt;width:169.2pt;height:21.95pt;z-index:2519633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YEARLING born on or after 1st June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2013</w:t>
                  </w:r>
                </w:p>
              </w:txbxContent>
            </v:textbox>
          </v:shape>
        </w:pict>
      </w:r>
      <w:r>
        <w:pict>
          <v:shapetype id="_x_300_t" o:spid="_x0000_m132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0" o:spid="_x0000_s2004" type="#_x_300_t" style="position:absolute;margin-left:195.75pt;margin-top:254.35pt;width:595.95pt;height:12pt;z-index:2519644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Hope 1st ; Sapsworth, Kevin-Upsandowns Ivy 2nd ; Woolley, Karen and Bruce-Willowcreek Phoenix 3rd</w:t>
                  </w:r>
                </w:p>
              </w:txbxContent>
            </v:textbox>
          </v:shape>
        </w:pict>
      </w:r>
      <w:r>
        <w:pict>
          <v:shapetype id="_x_301_t" o:spid="_x0000_m132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1" o:spid="_x0000_s2005" type="#_x_301_t" style="position:absolute;margin-left:-5.2pt;margin-top:276.3pt;width:38.7pt;height:12pt;z-index:25196544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679</w:t>
                  </w:r>
                </w:p>
              </w:txbxContent>
            </v:textbox>
          </v:shape>
        </w:pict>
      </w:r>
      <w:r>
        <w:pict>
          <v:shapetype id="_x_302_t" o:spid="_x0000_m13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2" o:spid="_x0000_s2006" type="#_x_302_t" style="position:absolute;margin-left:33pt;margin-top:276.3pt;width:169.2pt;height:12pt;z-index:2519664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2yrs</w:t>
                  </w:r>
                </w:p>
              </w:txbxContent>
            </v:textbox>
          </v:shape>
        </w:pict>
      </w:r>
      <w:r>
        <w:pict>
          <v:shapetype id="_x_303_t" o:spid="_x0000_m132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3" o:spid="_x0000_s2007" type="#_x_303_t" style="position:absolute;margin-left:195.75pt;margin-top:276.3pt;width:595.95pt;height:12pt;z-index:2519674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Bicknell, J-Upsandowns Holly 1st ; Woolley, Karen and Bruce-Willowcreek Sugar 2nd ; Doggett, Cara-Lochburn Crystall 3rd</w:t>
                  </w:r>
                </w:p>
              </w:txbxContent>
            </v:textbox>
          </v:shape>
        </w:pict>
      </w:r>
      <w:r>
        <w:pict>
          <v:shapetype id="_x_304_t" o:spid="_x0000_m132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4" o:spid="_x0000_s2008" type="#_x_304_t" style="position:absolute;margin-left:-5.2pt;margin-top:288.3pt;width:38.7pt;height:12pt;z-index:25196851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680</w:t>
                  </w:r>
                </w:p>
              </w:txbxContent>
            </v:textbox>
          </v:shape>
        </w:pict>
      </w:r>
      <w:r>
        <w:pict>
          <v:shapetype id="_x_305_t" o:spid="_x0000_m133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5" o:spid="_x0000_s2009" type="#_x_305_t" style="position:absolute;margin-left:33pt;margin-top:288.3pt;width:169.2pt;height:12pt;z-index:2519695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3yrs and over</w:t>
                  </w:r>
                </w:p>
              </w:txbxContent>
            </v:textbox>
          </v:shape>
        </w:pict>
      </w:r>
      <w:r>
        <w:pict>
          <v:shapetype id="_x_306_t" o:spid="_x0000_m133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6" o:spid="_x0000_s2010" type="#_x_306_t" style="position:absolute;margin-left:195.75pt;margin-top:288.3pt;width:595.95pt;height:12pt;z-index:2519705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Kansas 1st ; Woolley, Karen and Bruce-Willowcreek Sabrina 2nd ; B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icknell, J-Cheverny Freja 3rd</w:t>
                  </w:r>
                </w:p>
              </w:txbxContent>
            </v:textbox>
          </v:shape>
        </w:pict>
      </w:r>
      <w:r>
        <w:pict>
          <v:shapetype id="_x_307_t" o:spid="_x0000_m133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7" o:spid="_x0000_s2011" type="#_x_307_t" style="position:absolute;margin-left:-5.2pt;margin-top:300.3pt;width:38.7pt;height:12pt;z-index:25197158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681</w:t>
                  </w:r>
                </w:p>
              </w:txbxContent>
            </v:textbox>
          </v:shape>
        </w:pict>
      </w:r>
      <w:r>
        <w:pict>
          <v:shapetype id="_x_308_t" o:spid="_x0000_m133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8" o:spid="_x0000_s2012" type="#_x_308_t" style="position:absolute;margin-left:33pt;margin-top:300.3pt;width:169.2pt;height:12pt;z-index:2519726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CALF born on or after 1st June 2014</w:t>
                  </w:r>
                </w:p>
              </w:txbxContent>
            </v:textbox>
          </v:shape>
        </w:pict>
      </w:r>
      <w:r>
        <w:pict>
          <v:shapetype id="_x_309_t" o:spid="_x0000_m133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09" o:spid="_x0000_s2013" type="#_x_309_t" style="position:absolute;margin-left:195.75pt;margin-top:300.3pt;width:595.95pt;height:12pt;z-index:2519736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Brutus 1st ; Bicknell, J-Matai Javarn 2nd ; Ashmore, Faye-Ryebred Connor 3rd</w:t>
                  </w:r>
                </w:p>
              </w:txbxContent>
            </v:textbox>
          </v:shape>
        </w:pict>
      </w:r>
      <w:r>
        <w:pict>
          <v:shapetype id="_x_310_t" o:spid="_x0000_m133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0" o:spid="_x0000_s2014" type="#_x_310_t" style="position:absolute;margin-left:-5.2pt;margin-top:312.3pt;width:38.7pt;height:12pt;z-index:25197465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682</w:t>
                  </w:r>
                </w:p>
              </w:txbxContent>
            </v:textbox>
          </v:shape>
        </w:pict>
      </w:r>
      <w:r>
        <w:pict>
          <v:shapetype id="_x_311_t" o:spid="_x0000_m133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1" o:spid="_x0000_s2015" type="#_x_311_t" style="position:absolute;margin-left:33pt;margin-top:312.3pt;width:169.2pt;height:21.95pt;z-index:2519756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YEARLING born on or after 1st June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2013</w:t>
                  </w:r>
                </w:p>
              </w:txbxContent>
            </v:textbox>
          </v:shape>
        </w:pict>
      </w:r>
      <w:r>
        <w:pict>
          <v:shapetype id="_x_312_t" o:spid="_x0000_m133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2" o:spid="_x0000_s2016" type="#_x_312_t" style="position:absolute;margin-left:195.75pt;margin-top:312.3pt;width:595.95pt;height:12pt;z-index:2519767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Coll, T-Thanet Ivan 1st ; Woolley, Karen and Bruce-Willowcreek Hercules 2nd ; Sapsworth, Kevin-Upsandowns Ian 3rd</w:t>
                  </w:r>
                </w:p>
              </w:txbxContent>
            </v:textbox>
          </v:shape>
        </w:pict>
      </w:r>
      <w:r>
        <w:pict>
          <v:shapetype id="_x_313_t" o:spid="_x0000_m133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3" o:spid="_x0000_s2017" type="#_x_313_t" style="position:absolute;margin-left:-5.2pt;margin-top:334.25pt;width:38.7pt;height:12pt;z-index:25197772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683</w:t>
                  </w:r>
                </w:p>
              </w:txbxContent>
            </v:textbox>
          </v:shape>
        </w:pict>
      </w:r>
      <w:r>
        <w:pict>
          <v:shapetype id="_x_314_t" o:spid="_x0000_m133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4" o:spid="_x0000_s2018" type="#_x_314_t" style="position:absolute;margin-left:33pt;margin-top:334.25pt;width:169.2pt;height:12pt;z-index:2519787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2yrs and over</w:t>
                  </w:r>
                </w:p>
              </w:txbxContent>
            </v:textbox>
          </v:shape>
        </w:pict>
      </w:r>
      <w:r>
        <w:pict>
          <v:shapetype id="_x_315_t" o:spid="_x0000_m134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5" o:spid="_x0000_s2019" type="#_x_315_t" style="position:absolute;margin-left:195.75pt;margin-top:334.25pt;width:595.95pt;height:12pt;z-index:2519797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Woolley, Karen and Bruce-Willowcreek Zeus 1st ; Coll, T-Cheverny General 2nd ; Turner, G-Grange Ha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rry J 3rd</w:t>
                  </w:r>
                </w:p>
              </w:txbxContent>
            </v:textbox>
          </v:shape>
        </w:pict>
      </w:r>
      <w:r>
        <w:pict>
          <v:shapetype id="_x_316_t" o:spid="_x0000_m134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6" o:spid="_x0000_s2020" type="#_x_316_t" style="position:absolute;margin-left:-5.2pt;margin-top:346.25pt;width:38.7pt;height:12pt;z-index:25198080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684</w:t>
                  </w:r>
                </w:p>
              </w:txbxContent>
            </v:textbox>
          </v:shape>
        </w:pict>
      </w:r>
      <w:r>
        <w:pict>
          <v:shapetype id="_x_317_t" o:spid="_x0000_m134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7" o:spid="_x0000_s2021" type="#_x_317_t" style="position:absolute;margin-left:33pt;margin-top:346.25pt;width:169.2pt;height:21.95pt;z-index:2519818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YEARLING STEER OR HEIFER born on or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after 1st June 2013</w:t>
                  </w:r>
                </w:p>
              </w:txbxContent>
            </v:textbox>
          </v:shape>
        </w:pict>
      </w:r>
      <w:r>
        <w:pict>
          <v:shapetype id="_x_318_t" o:spid="_x0000_m134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8" o:spid="_x0000_s2022" type="#_x_318_t" style="position:absolute;margin-left:195.75pt;margin-top:346.25pt;width:595.95pt;height:12pt;z-index:2519828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Bicknell-Illa 1st ; Doggett, Cara-Pluto 2nd ; Whitworth, G-Cattlelak 3rd</w:t>
                  </w:r>
                </w:p>
              </w:txbxContent>
            </v:textbox>
          </v:shape>
        </w:pict>
      </w:r>
      <w:r>
        <w:pict>
          <v:shapetype id="_x_319_t" o:spid="_x0000_m134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19" o:spid="_x0000_s2023" type="#_x_319_t" style="position:absolute;margin-left:-5.2pt;margin-top:368.15pt;width:38.7pt;height:12pt;z-index:25198387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685</w:t>
                  </w:r>
                </w:p>
              </w:txbxContent>
            </v:textbox>
          </v:shape>
        </w:pict>
      </w:r>
      <w:r>
        <w:pict>
          <v:shapetype id="_x_320_t" o:spid="_x0000_m134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0" o:spid="_x0000_s2024" type="#_x_320_t" style="position:absolute;margin-left:33pt;margin-top:368.15pt;width:169.2pt;height:21.95pt;z-index:2519848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CALF STEER OR HEIFER born on or after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1st June 2014</w:t>
                  </w:r>
                </w:p>
              </w:txbxContent>
            </v:textbox>
          </v:shape>
        </w:pict>
      </w:r>
      <w:r>
        <w:pict>
          <v:shapetype id="_x_321_t" o:spid="_x0000_m134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1" o:spid="_x0000_s2025" type="#_x_321_t" style="position:absolute;margin-left:195.75pt;margin-top:368.15pt;width:595.95pt;height:12pt;z-index:2519859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Whitworth, G-Ticklez 1st ; McCracken, Michaela-Sparky 2nd ; Doggett, Amber-June 3rd</w:t>
                  </w:r>
                </w:p>
              </w:txbxContent>
            </v:textbox>
          </v:shape>
        </w:pict>
      </w:r>
      <w:r>
        <w:pict>
          <v:shapetype id="_x_322_t" o:spid="_x0000_m134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2" o:spid="_x0000_s2026" type="#_x_322_t" style="position:absolute;margin-left:-5.2pt;margin-top:390.1pt;width:38.7pt;height:12pt;z-index:25198694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686</w:t>
                  </w:r>
                </w:p>
              </w:txbxContent>
            </v:textbox>
          </v:shape>
        </w:pict>
      </w:r>
      <w:r>
        <w:pict>
          <v:shapetype id="_x_323_t" o:spid="_x0000_m134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3" o:spid="_x0000_s2027" type="#_x_323_t" style="position:absolute;margin-left:33pt;margin-top:390.1pt;width:169.2pt;height:12pt;z-index:2519879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YOUNG HANDLER BEEF - 12yrs and under</w:t>
                  </w:r>
                </w:p>
              </w:txbxContent>
            </v:textbox>
          </v:shape>
        </w:pict>
      </w:r>
      <w:r>
        <w:pict>
          <v:shapetype id="_x_324_t" o:spid="_x0000_m134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4" o:spid="_x0000_s2028" type="#_x_324_t" style="position:absolute;margin-left:195.75pt;margin-top:390.1pt;width:595.95pt;height:12pt;z-index:2519889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Ashmore, Faye-Ryebred Connor 1st</w:t>
                  </w:r>
                </w:p>
              </w:txbxContent>
            </v:textbox>
          </v:shape>
        </w:pict>
      </w:r>
      <w:r>
        <w:pict>
          <v:shapetype id="_x_325_t" o:spid="_x0000_m135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5" o:spid="_x0000_s2029" type="#_x_325_t" style="position:absolute;margin-left:-5.2pt;margin-top:402.1pt;width:38.7pt;height:12pt;z-index:25199001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687</w:t>
                  </w:r>
                </w:p>
              </w:txbxContent>
            </v:textbox>
          </v:shape>
        </w:pict>
      </w:r>
      <w:r>
        <w:pict>
          <v:shapetype id="_x_326_t" o:spid="_x0000_m135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6" o:spid="_x0000_s2030" type="#_x_326_t" style="position:absolute;margin-left:33pt;margin-top:402.1pt;width:169.2pt;height:12pt;z-index:2519910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YOUNG HANDLER BEEF - 13yrs to 18 yrs</w:t>
                  </w:r>
                </w:p>
              </w:txbxContent>
            </v:textbox>
          </v:shape>
        </w:pict>
      </w:r>
      <w:r>
        <w:pict>
          <v:shapetype id="_x_327_t" o:spid="_x0000_m135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7" o:spid="_x0000_s2031" type="#_x_327_t" style="position:absolute;margin-left:195.75pt;margin-top:402.1pt;width:595.95pt;height:12pt;z-index:2519920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Whitworth, G-Outrageous Bodicious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1st ; McCracken, Michaela-Willow Creek Phoenix 2nd ; Doggett, Cara-Ceejay Shorthorns 3rd</w:t>
                  </w:r>
                </w:p>
              </w:txbxContent>
            </v:textbox>
          </v:shape>
        </w:pict>
      </w:r>
      <w:r>
        <w:pict>
          <v:shapetype id="_x_328_t" o:spid="_x0000_m135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8" o:spid="_x0000_s2032" type="#_x_328_t" style="position:absolute;margin-left:-5.2pt;margin-top:414.1pt;width:38.7pt;height:12pt;z-index:25199308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858</w:t>
                  </w:r>
                </w:p>
              </w:txbxContent>
            </v:textbox>
          </v:shape>
        </w:pict>
      </w:r>
      <w:r>
        <w:pict>
          <v:shapetype id="_x_329_t" o:spid="_x0000_m135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29" o:spid="_x0000_s2033" type="#_x_329_t" style="position:absolute;margin-left:33pt;margin-top:414.1pt;width:169.2pt;height:12pt;z-index:2519941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Kidded Doe in milk, 2yrs and under</w:t>
                  </w:r>
                </w:p>
              </w:txbxContent>
            </v:textbox>
          </v:shape>
        </w:pict>
      </w:r>
      <w:r>
        <w:pict>
          <v:shapetype id="_x_330_t" o:spid="_x0000_m135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0" o:spid="_x0000_s2034" type="#_x_330_t" style="position:absolute;margin-left:195.75pt;margin-top:414.1pt;width:595.95pt;height:12pt;z-index:2519951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Moore, Carol-Caran Beauty II 1st</w:t>
                  </w:r>
                </w:p>
              </w:txbxContent>
            </v:textbox>
          </v:shape>
        </w:pict>
      </w:r>
      <w:r>
        <w:pict>
          <v:shapetype id="_x_331_t" o:spid="_x0000_m135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1" o:spid="_x0000_s2035" type="#_x_331_t" style="position:absolute;margin-left:-5.2pt;margin-top:426.1pt;width:38.7pt;height:12pt;z-index:25199616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859</w:t>
                  </w:r>
                </w:p>
              </w:txbxContent>
            </v:textbox>
          </v:shape>
        </w:pict>
      </w:r>
      <w:r>
        <w:pict>
          <v:shapetype id="_x_332_t" o:spid="_x0000_m135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2" o:spid="_x0000_s2036" type="#_x_332_t" style="position:absolute;margin-left:33pt;margin-top:426.1pt;width:169.2pt;height:12pt;z-index:2519971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Kidded doe in milk, 3 &amp; 4 yr old</w:t>
                  </w:r>
                </w:p>
              </w:txbxContent>
            </v:textbox>
          </v:shape>
        </w:pict>
      </w:r>
      <w:r>
        <w:pict>
          <v:shapetype id="_x_333_t" o:spid="_x0000_m135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3" o:spid="_x0000_s2037" type="#_x_333_t" style="position:absolute;margin-left:195.75pt;margin-top:426.1pt;width:595.95pt;height:12pt;z-index:2519982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Moore, Carol-Caran Tandy 1st ; Levett, Paula-Nelke Contessa Chianti 2nd</w:t>
                  </w:r>
                </w:p>
              </w:txbxContent>
            </v:textbox>
          </v:shape>
        </w:pict>
      </w:r>
      <w:r>
        <w:pict>
          <v:shapetype id="_x_334_t" o:spid="_x0000_m135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4" o:spid="_x0000_s2038" type="#_x_334_t" style="position:absolute;margin-left:-5.2pt;margin-top:438.1pt;width:38.7pt;height:12pt;z-index:25199923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860</w:t>
                  </w:r>
                </w:p>
              </w:txbxContent>
            </v:textbox>
          </v:shape>
        </w:pict>
      </w:r>
      <w:r>
        <w:pict>
          <v:shapetype id="_x_335_t" o:spid="_x0000_m136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5" o:spid="_x0000_s2039" type="#_x_335_t" style="position:absolute;margin-left:33pt;margin-top:438.1pt;width:169.2pt;height:12pt;z-index:2520002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Kidded Doe in milk, 5yrs and over</w:t>
                  </w:r>
                </w:p>
              </w:txbxContent>
            </v:textbox>
          </v:shape>
        </w:pict>
      </w:r>
      <w:r>
        <w:pict>
          <v:shapetype id="_x_336_t" o:spid="_x0000_m136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6" o:spid="_x0000_s2040" type="#_x_336_t" style="position:absolute;margin-left:195.75pt;margin-top:438.1pt;width:595.95pt;height:12pt;z-index:2520012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Ferry, Dawn-Casscade Jeada 1st ; Gibbons, Sonia-Justa Blessing 2nd</w:t>
                  </w:r>
                </w:p>
              </w:txbxContent>
            </v:textbox>
          </v:shape>
        </w:pict>
      </w:r>
      <w:r>
        <w:pict>
          <v:shapetype id="_x_337_t" o:spid="_x0000_m136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7" o:spid="_x0000_s2041" type="#_x_337_t" style="position:absolute;margin-left:-5.2pt;margin-top:450.1pt;width:38.7pt;height:12pt;z-index:25200230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862</w:t>
                  </w:r>
                </w:p>
              </w:txbxContent>
            </v:textbox>
          </v:shape>
        </w:pict>
      </w:r>
      <w:r>
        <w:pict>
          <v:shapetype id="_x_338_t" o:spid="_x0000_m136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8" o:spid="_x0000_s2042" type="#_x_338_t" style="position:absolute;margin-left:33pt;margin-top:450.1pt;width:169.2pt;height:12pt;z-index:2520033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Kidded doe in milk, 2yrs and under</w:t>
                  </w:r>
                </w:p>
              </w:txbxContent>
            </v:textbox>
          </v:shape>
        </w:pict>
      </w:r>
      <w:r>
        <w:pict>
          <v:shapetype id="_x_339_t" o:spid="_x0000_m136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39" o:spid="_x0000_s2043" type="#_x_339_t" style="position:absolute;margin-left:195.75pt;margin-top:450.1pt;width:595.95pt;height:12pt;z-index:2520043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Gibbons, Sonia-Affinity Joy 1st ; Gibbons, Sonia-Affinity Twinkle 2nd</w:t>
                  </w:r>
                </w:p>
              </w:txbxContent>
            </v:textbox>
          </v:shape>
        </w:pict>
      </w:r>
      <w:r>
        <w:pict>
          <v:shapetype id="_x_340_t" o:spid="_x0000_m136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0" o:spid="_x0000_s2044" type="#_x_340_t" style="position:absolute;margin-left:-5.2pt;margin-top:462.1pt;width:38.7pt;height:12pt;z-index:25200537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867</w:t>
                  </w:r>
                </w:p>
              </w:txbxContent>
            </v:textbox>
          </v:shape>
        </w:pict>
      </w:r>
      <w:r>
        <w:pict>
          <v:shapetype id="_x_341_t" o:spid="_x0000_m136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1" o:spid="_x0000_s2045" type="#_x_341_t" style="position:absolute;margin-left:33pt;margin-top:462.1pt;width:169.2pt;height:12pt;z-index:2520064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Herd Register Type &amp; Production</w:t>
                  </w:r>
                </w:p>
              </w:txbxContent>
            </v:textbox>
          </v:shape>
        </w:pict>
      </w:r>
      <w:r>
        <w:pict>
          <v:shapetype id="_x_342_t" o:spid="_x0000_m136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2" o:spid="_x0000_s2046" type="#_x_342_t" style="position:absolute;margin-left:195.75pt;margin-top:462.1pt;width:595.95pt;height:12pt;z-index:2520074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Levett, Paula-Nelke Contessa Chianti 1st</w:t>
                  </w:r>
                </w:p>
              </w:txbxContent>
            </v:textbox>
          </v:shape>
        </w:pict>
      </w:r>
      <w:r>
        <w:pict>
          <v:shapetype id="_x_343_t" o:spid="_x0000_m136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3" o:spid="_x0000_s2047" type="#_x_343_t" style="position:absolute;margin-left:-5.2pt;margin-top:474.1pt;width:38.7pt;height:12pt;z-index:25200844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869</w:t>
                  </w:r>
                </w:p>
              </w:txbxContent>
            </v:textbox>
          </v:shape>
        </w:pict>
      </w:r>
      <w:r>
        <w:pict>
          <v:shapetype id="_x_344_t" o:spid="_x0000_m136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4" o:spid="_x0000_s2048" type="#_x_344_t" style="position:absolute;margin-left:33pt;margin-top:474.1pt;width:169.2pt;height:12pt;z-index:2520094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Herd Register Best Udder</w:t>
                  </w:r>
                </w:p>
              </w:txbxContent>
            </v:textbox>
          </v:shape>
        </w:pict>
      </w:r>
      <w:r>
        <w:pict>
          <v:shapetype id="_x_345_t" o:spid="_x0000_m137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5" o:spid="_x0000_s2049" type="#_x_345_t" style="position:absolute;margin-left:195.75pt;margin-top:474.1pt;width:595.95pt;height:12pt;z-index:2520104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Moore, Carol-Caran Tandy 1st ; Moore, Carol-Caran Beauty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II 2nd ; Levett, Paula-Nelke Contessa Chianti 3rd</w:t>
                  </w:r>
                </w:p>
              </w:txbxContent>
            </v:textbox>
          </v:shape>
        </w:pict>
      </w:r>
      <w:r>
        <w:pict>
          <v:shapetype id="_x_346_t" o:spid="_x0000_m137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6" o:spid="_x0000_s2050" type="#_x_346_t" style="position:absolute;margin-left:-5.2pt;margin-top:486.1pt;width:38.7pt;height:12pt;z-index:2520115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870</w:t>
                  </w:r>
                </w:p>
              </w:txbxContent>
            </v:textbox>
          </v:shape>
        </w:pict>
      </w:r>
      <w:r>
        <w:pict>
          <v:shapetype id="_x_347_t" o:spid="_x0000_m137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7" o:spid="_x0000_s2051" type="#_x_347_t" style="position:absolute;margin-left:33pt;margin-top:486.1pt;width:169.2pt;height:12pt;z-index:2520125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Associated Records Best Udder</w:t>
                  </w:r>
                </w:p>
              </w:txbxContent>
            </v:textbox>
          </v:shape>
        </w:pict>
      </w:r>
      <w:r>
        <w:pict>
          <v:shapetype id="_x_348_t" o:spid="_x0000_m137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8" o:spid="_x0000_s2052" type="#_x_348_t" style="position:absolute;margin-left:195.75pt;margin-top:486.1pt;width:595.95pt;height:12pt;z-index:2520135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Gibbons, Sonia-Affinity Joy 1st</w:t>
                  </w:r>
                </w:p>
              </w:txbxContent>
            </v:textbox>
          </v:shape>
        </w:pict>
      </w:r>
      <w:r>
        <w:pict>
          <v:shapetype id="_x_349_t" o:spid="_x0000_m137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49" o:spid="_x0000_s2053" type="#_x_349_t" style="position:absolute;margin-left:-5.2pt;margin-top:498.1pt;width:38.7pt;height:12pt;z-index:2520145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871</w:t>
                  </w:r>
                </w:p>
              </w:txbxContent>
            </v:textbox>
          </v:shape>
        </w:pict>
      </w:r>
      <w:r>
        <w:pict>
          <v:shapetype id="_x_350_t" o:spid="_x0000_m137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0" o:spid="_x0000_s2054" type="#_x_350_t" style="position:absolute;margin-left:33pt;margin-top:498.1pt;width:169.2pt;height:12pt;z-index:2520156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Junior Showmanship</w:t>
                  </w:r>
                </w:p>
              </w:txbxContent>
            </v:textbox>
          </v:shape>
        </w:pict>
      </w:r>
      <w:r>
        <w:pict>
          <v:shapetype id="_x_351_t" o:spid="_x0000_m137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1" o:spid="_x0000_s2055" type="#_x_351_t" style="position:absolute;margin-left:195.75pt;margin-top:498.1pt;width:595.95pt;height:12pt;z-index:2520166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Gibbins, Rachael-Affinity 1st ; Gibbins, Mark-Affinity 2nd</w:t>
                  </w:r>
                </w:p>
              </w:txbxContent>
            </v:textbox>
          </v:shape>
        </w:pict>
      </w:r>
      <w:r>
        <w:pict>
          <v:shapetype id="_x_352_t" o:spid="_x0000_m137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2" o:spid="_x0000_s2056" type="#_x_352_t" style="position:absolute;margin-left:-5.2pt;margin-top:510.1pt;width:38.7pt;height:12pt;z-index:2520176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872</w:t>
                  </w:r>
                </w:p>
              </w:txbxContent>
            </v:textbox>
          </v:shape>
        </w:pict>
      </w:r>
      <w:r>
        <w:pict>
          <v:shapetype id="_x_353_t" o:spid="_x0000_m137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3" o:spid="_x0000_s2057" type="#_x_353_t" style="position:absolute;margin-left:195.75pt;margin-top:510.1pt;width:595.95pt;height:12pt;z-index:2520186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Gibbins, Rebecca-Affinity 1st</w:t>
                  </w:r>
                </w:p>
              </w:txbxContent>
            </v:textbox>
          </v:shape>
        </w:pict>
      </w:r>
      <w:r>
        <w:pict>
          <v:shapetype id="_x_354_t" o:spid="_x0000_m137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4" o:spid="_x0000_s2058" type="#_x_354_t" style="position:absolute;margin-left:33pt;margin-top:510.1pt;width:169.2pt;height:9.85pt;z-index:2520197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Junior Herdsperson 15yrs up to 25yrs. </w:t>
                  </w:r>
                </w:p>
              </w:txbxContent>
            </v:textbox>
          </v:shape>
        </w:pict>
      </w:r>
      <w:r>
        <w:br w:type="page"/>
      </w:r>
      <w:r>
        <w:pict>
          <v:shapetype id="_x_355_t" o:spid="_x0000_m138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5" o:spid="_x0000_s2059" type="#_x_355_t" style="position:absolute;margin-left:6.75pt;margin-top:-36.2pt;width:76.95pt;height:10.5pt;z-index:2520207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Report SDAYR40A</w:t>
                  </w:r>
                </w:p>
              </w:txbxContent>
            </v:textbox>
          </v:shape>
        </w:pict>
      </w:r>
      <w:r>
        <w:pict>
          <v:shapetype id="_x_356_t" o:spid="_x0000_m138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6" o:spid="_x0000_s2060" type="#_x_356_t" style="position:absolute;margin-left:24.75pt;margin-top:-24.95pt;width:26.7pt;height:10.5pt;z-index:2520217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Page</w:t>
                  </w:r>
                </w:p>
              </w:txbxContent>
            </v:textbox>
          </v:shape>
        </w:pict>
      </w:r>
      <w:r>
        <w:pict>
          <v:shapetype id="_x_357_t" o:spid="_x0000_m138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7" o:spid="_x0000_s2061" type="#_x_357_t" style="position:absolute;margin-left:50.25pt;margin-top:-25.75pt;width:35.7pt;height:12pt;z-index:2520227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pict>
          <v:shapetype id="_x_358_t" o:spid="_x0000_m138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8" o:spid="_x0000_s2062" type="#_x_358_t" style="position:absolute;margin-left:669pt;margin-top:-40.7pt;width:47.7pt;height:10.5pt;z-index:2520238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Printed on:</w:t>
                  </w:r>
                </w:p>
              </w:txbxContent>
            </v:textbox>
          </v:shape>
        </w:pict>
      </w:r>
      <w:r>
        <w:pict>
          <v:shapetype id="_x_359_t" o:spid="_x0000_m138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59" o:spid="_x0000_s2063" type="#_x_359_t" style="position:absolute;margin-left:714.75pt;margin-top:-40.75pt;width:70.95pt;height:12pt;z-index:2520248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24/03/2015</w:t>
                  </w:r>
                </w:p>
              </w:txbxContent>
            </v:textbox>
          </v:shape>
        </w:pict>
      </w:r>
      <w:r>
        <w:pict>
          <v:shapetype id="_x_360_t" o:spid="_x0000_m138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0" o:spid="_x0000_s2064" type="#_x_360_t" style="position:absolute;margin-left:701.25pt;margin-top:-27.95pt;width:16.95pt;height:10.5pt;z-index:2520258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at:</w:t>
                  </w:r>
                </w:p>
              </w:txbxContent>
            </v:textbox>
          </v:shape>
        </w:pict>
      </w:r>
      <w:r>
        <w:pict>
          <v:shapetype id="_x_361_t" o:spid="_x0000_m138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1" o:spid="_x0000_s2065" type="#_x_361_t" style="position:absolute;margin-left:714.75pt;margin-top:-28.75pt;width:58.2pt;height:12pt;z-index:2520268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14:12:08</w:t>
                  </w:r>
                </w:p>
              </w:txbxContent>
            </v:textbox>
          </v:shape>
        </w:pict>
      </w:r>
      <w:r>
        <w:pict>
          <v:shapetype id="_x_362_t" o:spid="_x0000_m138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2" o:spid="_x0000_s2066" type="#_x_362_t" style="position:absolute;margin-left:170pt;margin-top:-39.25pt;width:459.45pt;height:15.75pt;z-index:2520279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Clevedon A&amp;P Show 8th and 9th November 2014</w:t>
                  </w:r>
                </w:p>
              </w:txbxContent>
            </v:textbox>
          </v:shape>
        </w:pict>
      </w:r>
      <w:r>
        <w:pict>
          <v:shapetype id="_x_363_t" o:spid="_x0000_m138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3" o:spid="_x0000_s2067" type="#_x_363_t" style="position:absolute;margin-left:221pt;margin-top:-22.75pt;width:343.2pt;height:15.75pt;z-index:2520289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Class and Special Prize Winners</w:t>
                  </w:r>
                </w:p>
              </w:txbxContent>
            </v:textbox>
          </v:shape>
        </w:pict>
      </w:r>
      <w:r>
        <w:pict>
          <v:shapetype id="_x_364_t" o:spid="_x0000_m138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4" o:spid="_x0000_s2068" type="#_x_364_t" style="position:absolute;margin-left:0;margin-top:2.8pt;width:32.7pt;height:12.45pt;z-index:2520299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Class</w:t>
                  </w:r>
                </w:p>
              </w:txbxContent>
            </v:textbox>
          </v:shape>
        </w:pict>
      </w:r>
      <w:r>
        <w:pict>
          <v:shapetype id="_x_365_t" o:spid="_x0000_m139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5" o:spid="_x0000_s2069" type="#_x_365_t" style="position:absolute;margin-left:196.5pt;margin-top:2.8pt;width:41.7pt;height:12.45pt;z-index:2520309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Results</w:t>
                  </w:r>
                </w:p>
              </w:txbxContent>
            </v:textbox>
          </v:shape>
        </w:pict>
      </w:r>
      <w:r>
        <w:pict>
          <v:shapetype id="_x_366_t" o:spid="_x0000_m139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6" o:spid="_x0000_s2070" type="#_x_366_t" style="position:absolute;margin-left:33pt;margin-top:14.05pt;width:169.2pt;height:13.1pt;z-index:2520320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Showing an adult goat</w:t>
                  </w:r>
                </w:p>
              </w:txbxContent>
            </v:textbox>
          </v:shape>
        </w:pict>
      </w:r>
      <w:r>
        <w:pict>
          <v:shapetype id="_x_367_t" o:spid="_x0000_m139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7" o:spid="_x0000_s2071" type="#_x_367_t" style="position:absolute;margin-left:-5.2pt;margin-top:27.1pt;width:38.7pt;height:12pt;z-index:25203302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873</w:t>
                  </w:r>
                </w:p>
              </w:txbxContent>
            </v:textbox>
          </v:shape>
        </w:pict>
      </w:r>
      <w:r>
        <w:pict>
          <v:shapetype id="_x_368_t" o:spid="_x0000_m139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8" o:spid="_x0000_s2072" type="#_x_368_t" style="position:absolute;margin-left:33pt;margin-top:27.1pt;width:169.2pt;height:21.95pt;z-index:2520340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Maiden doe or goatling over 12mths and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under 2 1/2 yrs</w:t>
                  </w:r>
                </w:p>
              </w:txbxContent>
            </v:textbox>
          </v:shape>
        </w:pict>
      </w:r>
      <w:r>
        <w:pict>
          <v:shapetype id="_x_369_t" o:spid="_x0000_m139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69" o:spid="_x0000_s2073" type="#_x_369_t" style="position:absolute;margin-left:195.75pt;margin-top:27.1pt;width:595.95pt;height:12pt;z-index:2520350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Plumpton, Carol-Huia Maddie Custard 1st ; Craw-McNally, Diane-Tamlyn Layna 2nd</w:t>
                  </w:r>
                </w:p>
              </w:txbxContent>
            </v:textbox>
          </v:shape>
        </w:pict>
      </w:r>
      <w:r>
        <w:pict>
          <v:shapetype id="_x_370_t" o:spid="_x0000_m139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0" o:spid="_x0000_s2074" type="#_x_370_t" style="position:absolute;margin-left:-5.2pt;margin-top:49.05pt;width:38.7pt;height:12pt;z-index:25203609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874</w:t>
                  </w:r>
                </w:p>
              </w:txbxContent>
            </v:textbox>
          </v:shape>
        </w:pict>
      </w:r>
      <w:r>
        <w:pict>
          <v:shapetype id="_x_371_t" o:spid="_x0000_m139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1" o:spid="_x0000_s2075" type="#_x_371_t" style="position:absolute;margin-left:33pt;margin-top:49.05pt;width:169.2pt;height:12pt;z-index:2520371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Maiden doe kid - born on or before 31 August</w:t>
                  </w:r>
                </w:p>
              </w:txbxContent>
            </v:textbox>
          </v:shape>
        </w:pict>
      </w:r>
      <w:r>
        <w:pict>
          <v:shapetype id="_x_372_t" o:spid="_x0000_m139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2" o:spid="_x0000_s2076" type="#_x_372_t" style="position:absolute;margin-left:195.75pt;margin-top:49.05pt;width:595.95pt;height:12pt;z-index:2520381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Ferry, Dawn-Mystic Jazmin 1st ; Levett, Paula-Nelke Cucinilla 2nd ; Levett, Paula-Nelke Cucinette 3rd</w:t>
                  </w:r>
                </w:p>
              </w:txbxContent>
            </v:textbox>
          </v:shape>
        </w:pict>
      </w:r>
      <w:r>
        <w:pict>
          <v:shapetype id="_x_373_t" o:spid="_x0000_m139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3" o:spid="_x0000_s2077" type="#_x_373_t" style="position:absolute;margin-left:-5.2pt;margin-top:61.05pt;width:38.7pt;height:12pt;z-index:25203916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875</w:t>
                  </w:r>
                </w:p>
              </w:txbxContent>
            </v:textbox>
          </v:shape>
        </w:pict>
      </w:r>
      <w:r>
        <w:pict>
          <v:shapetype id="_x_374_t" o:spid="_x0000_m139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4" o:spid="_x0000_s2078" type="#_x_374_t" style="position:absolute;margin-left:33pt;margin-top:61.05pt;width:169.2pt;height:12pt;z-index:2520401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Maiden doe kid - born after 31 August</w:t>
                  </w:r>
                </w:p>
              </w:txbxContent>
            </v:textbox>
          </v:shape>
        </w:pict>
      </w:r>
      <w:r>
        <w:pict>
          <v:shapetype id="_x_375_t" o:spid="_x0000_m140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5" o:spid="_x0000_s2079" type="#_x_375_t" style="position:absolute;margin-left:195.75pt;margin-top:61.05pt;width:595.95pt;height:12pt;z-index:2520412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Gibbons, Sonia-Affinity Just Glitter 1st ; Gibbons, Sonia-Affinity Sparkle 2nd</w:t>
                  </w:r>
                </w:p>
              </w:txbxContent>
            </v:textbox>
          </v:shape>
        </w:pict>
      </w:r>
      <w:r>
        <w:pict>
          <v:shapetype id="_x_376_t" o:spid="_x0000_m140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6" o:spid="_x0000_s2080" type="#_x_376_t" style="position:absolute;margin-left:-5.2pt;margin-top:73.05pt;width:38.7pt;height:12pt;z-index:25204224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876</w:t>
                  </w:r>
                </w:p>
              </w:txbxContent>
            </v:textbox>
          </v:shape>
        </w:pict>
      </w:r>
      <w:r>
        <w:pict>
          <v:shapetype id="_x_377_t" o:spid="_x0000_m140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7" o:spid="_x0000_s2081" type="#_x_377_t" style="position:absolute;margin-left:33pt;margin-top:73.05pt;width:169.2pt;height:21.95pt;z-index:2520432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Maiden doe or goatling over 12mths and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under 2 1/2 yrs</w:t>
                  </w:r>
                </w:p>
              </w:txbxContent>
            </v:textbox>
          </v:shape>
        </w:pict>
      </w:r>
      <w:r>
        <w:pict>
          <v:shapetype id="_x_378_t" o:spid="_x0000_m140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8" o:spid="_x0000_s2082" type="#_x_378_t" style="position:absolute;margin-left:195.75pt;margin-top:73.05pt;width:595.95pt;height:12pt;z-index:2520442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Plumpton, Carol-Huia Silver Fern 1st ; Ferry, Dawn-Mystic Shadow 2nd ; Gibbons, Sonia-Affinity Mellochino 3rd</w:t>
                  </w:r>
                </w:p>
              </w:txbxContent>
            </v:textbox>
          </v:shape>
        </w:pict>
      </w:r>
      <w:r>
        <w:pict>
          <v:shapetype id="_x_379_t" o:spid="_x0000_m140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79" o:spid="_x0000_s2083" type="#_x_379_t" style="position:absolute;margin-left:-5.2pt;margin-top:95pt;width:38.7pt;height:12pt;z-index:25204531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877</w:t>
                  </w:r>
                </w:p>
              </w:txbxContent>
            </v:textbox>
          </v:shape>
        </w:pict>
      </w:r>
      <w:r>
        <w:pict>
          <v:shapetype id="_x_380_t" o:spid="_x0000_m140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0" o:spid="_x0000_s2084" type="#_x_380_t" style="position:absolute;margin-left:33pt;margin-top:95pt;width:169.2pt;height:12pt;z-index:2520463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Maiden doe kid - born on or before 31 August</w:t>
                  </w:r>
                </w:p>
              </w:txbxContent>
            </v:textbox>
          </v:shape>
        </w:pict>
      </w:r>
      <w:r>
        <w:pict>
          <v:shapetype id="_x_381_t" o:spid="_x0000_m140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1" o:spid="_x0000_s2085" type="#_x_381_t" style="position:absolute;margin-left:195.75pt;margin-top:95pt;width:595.95pt;height:12pt;z-index:2520473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Craw-McNally, Diane-Ricardii Ahmose 1st ; Ferry, Dawn-Mystic Eclipiz 2nd</w:t>
                  </w:r>
                </w:p>
              </w:txbxContent>
            </v:textbox>
          </v:shape>
        </w:pict>
      </w:r>
      <w:r>
        <w:pict>
          <v:shapetype id="_x_382_t" o:spid="_x0000_m140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2" o:spid="_x0000_s2086" type="#_x_382_t" style="position:absolute;margin-left:-5.2pt;margin-top:107pt;width:38.7pt;height:12pt;z-index:25204838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878</w:t>
                  </w:r>
                </w:p>
              </w:txbxContent>
            </v:textbox>
          </v:shape>
        </w:pict>
      </w:r>
      <w:r>
        <w:pict>
          <v:shapetype id="_x_383_t" o:spid="_x0000_m140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3" o:spid="_x0000_s2087" type="#_x_383_t" style="position:absolute;margin-left:33pt;margin-top:107pt;width:169.2pt;height:12pt;z-index:2520494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Maiden doe kid - born after 31 August</w:t>
                  </w:r>
                </w:p>
              </w:txbxContent>
            </v:textbox>
          </v:shape>
        </w:pict>
      </w:r>
      <w:r>
        <w:pict>
          <v:shapetype id="_x_384_t" o:spid="_x0000_m140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4" o:spid="_x0000_s2088" type="#_x_384_t" style="position:absolute;margin-left:195.75pt;margin-top:107pt;width:595.95pt;height:12pt;z-index:2520504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Gibbons, Sonia-Affinity Dreamweaver 1st ; Craw-McNally, Diane-Ricardii Rehka 2nd ; Gibbons, Sonia-Affinity Willow 3rd</w:t>
                  </w:r>
                </w:p>
              </w:txbxContent>
            </v:textbox>
          </v:shape>
        </w:pict>
      </w:r>
      <w:r>
        <w:pict>
          <v:shapetype id="_x_385_t" o:spid="_x0000_m141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5" o:spid="_x0000_s2089" type="#_x_385_t" style="position:absolute;margin-left:-5.2pt;margin-top:119pt;width:38.7pt;height:12pt;z-index:25205145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879</w:t>
                  </w:r>
                </w:p>
              </w:txbxContent>
            </v:textbox>
          </v:shape>
        </w:pict>
      </w:r>
      <w:r>
        <w:pict>
          <v:shapetype id="_x_386_t" o:spid="_x0000_m141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6" o:spid="_x0000_s2090" type="#_x_386_t" style="position:absolute;margin-left:33pt;margin-top:119pt;width:169.2pt;height:12pt;z-index:2520524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Buck kid under 12 mths</w:t>
                  </w:r>
                </w:p>
              </w:txbxContent>
            </v:textbox>
          </v:shape>
        </w:pict>
      </w:r>
      <w:r>
        <w:pict>
          <v:shapetype id="_x_387_t" o:spid="_x0000_m141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7" o:spid="_x0000_s2091" type="#_x_387_t" style="position:absolute;margin-left:195.75pt;margin-top:119pt;width:595.95pt;height:12pt;z-index:2520535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Gibbons, Sonia-Affinity Maverick 1st ; Gibbons, Sonia-Foldedhills Prince Caspian 2nd ; Craw-McNally, Diane-Arohagoats Charlton 3rd</w:t>
                  </w:r>
                </w:p>
              </w:txbxContent>
            </v:textbox>
          </v:shape>
        </w:pict>
      </w:r>
      <w:r>
        <w:pict>
          <v:shapetype id="_x_388_t" o:spid="_x0000_m141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8" o:spid="_x0000_s2092" type="#_x_388_t" style="position:absolute;margin-left:-5.2pt;margin-top:131pt;width:38.7pt;height:12pt;z-index:25205452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880</w:t>
                  </w:r>
                </w:p>
              </w:txbxContent>
            </v:textbox>
          </v:shape>
        </w:pict>
      </w:r>
      <w:r>
        <w:pict>
          <v:shapetype id="_x_389_t" o:spid="_x0000_m141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89" o:spid="_x0000_s2093" type="#_x_389_t" style="position:absolute;margin-left:33pt;margin-top:131pt;width:169.2pt;height:12pt;z-index:2520555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Buckling over 12 mths and under 2yrs</w:t>
                  </w:r>
                </w:p>
              </w:txbxContent>
            </v:textbox>
          </v:shape>
        </w:pict>
      </w:r>
      <w:r>
        <w:pict>
          <v:shapetype id="_x_390_t" o:spid="_x0000_m141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0" o:spid="_x0000_s2094" type="#_x_390_t" style="position:absolute;margin-left:195.75pt;margin-top:131pt;width:595.95pt;height:12pt;z-index:2520565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Plumpton, Carol-Kihimitangi Ferguson 1st ; P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lumpton, Carol-Strantian Ceaser 2nd</w:t>
                  </w:r>
                </w:p>
              </w:txbxContent>
            </v:textbox>
          </v:shape>
        </w:pict>
      </w:r>
      <w:r>
        <w:pict>
          <v:shapetype id="_x_391_t" o:spid="_x0000_m141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1" o:spid="_x0000_s2095" type="#_x_391_t" style="position:absolute;margin-left:-5.2pt;margin-top:143pt;width:38.7pt;height:12pt;z-index:25205760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705</w:t>
                  </w:r>
                </w:p>
              </w:txbxContent>
            </v:textbox>
          </v:shape>
        </w:pict>
      </w:r>
      <w:r>
        <w:pict>
          <v:shapetype id="_x_392_t" o:spid="_x0000_m141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2" o:spid="_x0000_s2096" type="#_x_392_t" style="position:absolute;margin-left:33pt;margin-top:143pt;width:169.2pt;height:12pt;z-index:2520586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2yrs old, in milk</w:t>
                  </w:r>
                </w:p>
              </w:txbxContent>
            </v:textbox>
          </v:shape>
        </w:pict>
      </w:r>
      <w:r>
        <w:pict>
          <v:shapetype id="_x_393_t" o:spid="_x0000_m141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3" o:spid="_x0000_s2097" type="#_x_393_t" style="position:absolute;margin-left:195.75pt;margin-top:143pt;width:595.95pt;height:12pt;z-index:2520596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M-Harvest Glen Lites Breeze 1st ; Wood, M-Lindale Lites Giggle 2nd</w:t>
                  </w:r>
                </w:p>
              </w:txbxContent>
            </v:textbox>
          </v:shape>
        </w:pict>
      </w:r>
      <w:r>
        <w:pict>
          <v:shapetype id="_x_394_t" o:spid="_x0000_m141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4" o:spid="_x0000_s2098" type="#_x_394_t" style="position:absolute;margin-left:-5.2pt;margin-top:155pt;width:38.7pt;height:12pt;z-index:25206067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706</w:t>
                  </w:r>
                </w:p>
              </w:txbxContent>
            </v:textbox>
          </v:shape>
        </w:pict>
      </w:r>
      <w:r>
        <w:pict>
          <v:shapetype id="_x_395_t" o:spid="_x0000_m142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5" o:spid="_x0000_s2099" type="#_x_395_t" style="position:absolute;margin-left:33pt;margin-top:155pt;width:169.2pt;height:12pt;z-index:2520616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3yrs old in milk</w:t>
                  </w:r>
                </w:p>
              </w:txbxContent>
            </v:textbox>
          </v:shape>
        </w:pict>
      </w:r>
      <w:r>
        <w:pict>
          <v:shapetype id="_x_396_t" o:spid="_x0000_m142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6" o:spid="_x0000_s2100" type="#_x_396_t" style="position:absolute;margin-left:195.75pt;margin-top:155pt;width:595.95pt;height:12pt;z-index:2520627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M-Hasty River Triple Release 1st ; Wood, M-Lindale Coms Bramble 2nd</w:t>
                  </w:r>
                </w:p>
              </w:txbxContent>
            </v:textbox>
          </v:shape>
        </w:pict>
      </w:r>
      <w:r>
        <w:pict>
          <v:shapetype id="_x_397_t" o:spid="_x0000_m142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7" o:spid="_x0000_s2101" type="#_x_397_t" style="position:absolute;margin-left:-5.2pt;margin-top:167pt;width:38.7pt;height:12pt;z-index:25206374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707</w:t>
                  </w:r>
                </w:p>
              </w:txbxContent>
            </v:textbox>
          </v:shape>
        </w:pict>
      </w:r>
      <w:r>
        <w:pict>
          <v:shapetype id="_x_398_t" o:spid="_x0000_m142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8" o:spid="_x0000_s2102" type="#_x_398_t" style="position:absolute;margin-left:33pt;margin-top:167pt;width:169.2pt;height:12pt;z-index:2520647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4 and 5 yrs old, in milk</w:t>
                  </w:r>
                </w:p>
              </w:txbxContent>
            </v:textbox>
          </v:shape>
        </w:pict>
      </w:r>
      <w:r>
        <w:pict>
          <v:shapetype id="_x_399_t" o:spid="_x0000_m142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399" o:spid="_x0000_s2103" type="#_x_399_t" style="position:absolute;margin-left:195.75pt;margin-top:167pt;width:595.95pt;height:12pt;z-index:2520657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Lukes Gift 1st ; Wood, M-Lindale Lukes Glaze 2nd</w:t>
                  </w:r>
                </w:p>
              </w:txbxContent>
            </v:textbox>
          </v:shape>
        </w:pict>
      </w:r>
      <w:r>
        <w:pict>
          <v:shapetype id="_x_400_t" o:spid="_x0000_m142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0" o:spid="_x0000_s2104" type="#_x_400_t" style="position:absolute;margin-left:-5.2pt;margin-top:179pt;width:38.7pt;height:12pt;z-index:25206681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708</w:t>
                  </w:r>
                </w:p>
              </w:txbxContent>
            </v:textbox>
          </v:shape>
        </w:pict>
      </w:r>
      <w:r>
        <w:pict>
          <v:shapetype id="_x_401_t" o:spid="_x0000_m142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1" o:spid="_x0000_s2105" type="#_x_401_t" style="position:absolute;margin-left:33pt;margin-top:179pt;width:169.2pt;height:12pt;z-index:2520678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6yrs old or over, in milk</w:t>
                  </w:r>
                </w:p>
              </w:txbxContent>
            </v:textbox>
          </v:shape>
        </w:pict>
      </w:r>
      <w:r>
        <w:pict>
          <v:shapetype id="_x_402_t" o:spid="_x0000_m14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2" o:spid="_x0000_s2106" type="#_x_402_t" style="position:absolute;margin-left:195.75pt;margin-top:179pt;width:595.95pt;height:12pt;z-index:2520688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Lord Garne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t 1st</w:t>
                  </w:r>
                </w:p>
              </w:txbxContent>
            </v:textbox>
          </v:shape>
        </w:pict>
      </w:r>
      <w:r>
        <w:pict>
          <v:shapetype id="_x_403_t" o:spid="_x0000_m142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3" o:spid="_x0000_s2107" type="#_x_403_t" style="position:absolute;margin-left:-5.2pt;margin-top:191pt;width:38.7pt;height:12pt;z-index:25206988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709</w:t>
                  </w:r>
                </w:p>
              </w:txbxContent>
            </v:textbox>
          </v:shape>
        </w:pict>
      </w:r>
      <w:r>
        <w:pict>
          <v:shapetype id="_x_404_t" o:spid="_x0000_m142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4" o:spid="_x0000_s2108" type="#_x_404_t" style="position:absolute;margin-left:33pt;margin-top:191pt;width:169.2pt;height:12pt;z-index:2520709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or HEIFER in milk, best uddered</w:t>
                  </w:r>
                </w:p>
              </w:txbxContent>
            </v:textbox>
          </v:shape>
        </w:pict>
      </w:r>
      <w:r>
        <w:pict>
          <v:shapetype id="_x_405_t" o:spid="_x0000_m143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5" o:spid="_x0000_s2109" type="#_x_405_t" style="position:absolute;margin-left:195.75pt;margin-top:191pt;width:595.95pt;height:12pt;z-index:2520719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Lord Garnet 1st ; Wood, M-Harvest Glen Lites Breeze 2nd ; Wood, M-Lindale Lukes Gift 3rd</w:t>
                  </w:r>
                </w:p>
              </w:txbxContent>
            </v:textbox>
          </v:shape>
        </w:pict>
      </w:r>
      <w:r>
        <w:pict>
          <v:shapetype id="_x_406_t" o:spid="_x0000_m143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6" o:spid="_x0000_s2110" type="#_x_406_t" style="position:absolute;margin-left:-5.2pt;margin-top:203pt;width:38.7pt;height:12pt;z-index:25207296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710</w:t>
                  </w:r>
                </w:p>
              </w:txbxContent>
            </v:textbox>
          </v:shape>
        </w:pict>
      </w:r>
      <w:r>
        <w:pict>
          <v:shapetype id="_x_407_t" o:spid="_x0000_m143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7" o:spid="_x0000_s2111" type="#_x_407_t" style="position:absolute;margin-left:33pt;margin-top:203pt;width:169.2pt;height:12pt;z-index:2520739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or HEIFER 2yrs old or over, in milk</w:t>
                  </w:r>
                </w:p>
              </w:txbxContent>
            </v:textbox>
          </v:shape>
        </w:pict>
      </w:r>
      <w:r>
        <w:pict>
          <v:shapetype id="_x_408_t" o:spid="_x0000_m143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8" o:spid="_x0000_s2112" type="#_x_408_t" style="position:absolute;margin-left:195.75pt;margin-top:203pt;width:595.95pt;height:12pt;z-index:2520750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M-Harvest Glen Lites Breeze 1st ; Wood, M-Hasty River Triple Release 2nd ; Wood, M-Lindale Lites Giggle 3rd</w:t>
                  </w:r>
                </w:p>
              </w:txbxContent>
            </v:textbox>
          </v:shape>
        </w:pict>
      </w:r>
      <w:r>
        <w:pict>
          <v:shapetype id="_x_409_t" o:spid="_x0000_m143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09" o:spid="_x0000_s2113" type="#_x_409_t" style="position:absolute;margin-left:-5.2pt;margin-top:215pt;width:38.7pt;height:12pt;z-index:25207603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711</w:t>
                  </w:r>
                </w:p>
              </w:txbxContent>
            </v:textbox>
          </v:shape>
        </w:pict>
      </w:r>
      <w:r>
        <w:pict>
          <v:shapetype id="_x_410_t" o:spid="_x0000_m143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0" o:spid="_x0000_s2114" type="#_x_410_t" style="position:absolute;margin-left:33pt;margin-top:215pt;width:169.2pt;height:12pt;z-index:2520770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or HEIFER in milk, bred by exhibitor</w:t>
                  </w:r>
                </w:p>
              </w:txbxContent>
            </v:textbox>
          </v:shape>
        </w:pict>
      </w:r>
      <w:r>
        <w:pict>
          <v:shapetype id="_x_411_t" o:spid="_x0000_m143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1" o:spid="_x0000_s2115" type="#_x_411_t" style="position:absolute;margin-left:195.75pt;margin-top:215pt;width:595.95pt;height:12pt;z-index:2520780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Lord Garnet 1st ; Wood, M-Lindale Lites Giggle 2nd ; Wood, M-Lindale Coms Bramble 3rd</w:t>
                  </w:r>
                </w:p>
              </w:txbxContent>
            </v:textbox>
          </v:shape>
        </w:pict>
      </w:r>
      <w:r>
        <w:pict>
          <v:shapetype id="_x_412_t" o:spid="_x0000_m143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2" o:spid="_x0000_s2116" type="#_x_412_t" style="position:absolute;margin-left:-5.2pt;margin-top:227pt;width:38.7pt;height:12pt;z-index:25207910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712</w:t>
                  </w:r>
                </w:p>
              </w:txbxContent>
            </v:textbox>
          </v:shape>
        </w:pict>
      </w:r>
      <w:r>
        <w:pict>
          <v:shapetype id="_x_413_t" o:spid="_x0000_m143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3" o:spid="_x0000_s2117" type="#_x_413_t" style="position:absolute;margin-left:33pt;margin-top:227pt;width:169.2pt;height:21.95pt;z-index:2520801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yearling, senior, born between 1st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June and 15th August 2013</w:t>
                  </w:r>
                </w:p>
              </w:txbxContent>
            </v:textbox>
          </v:shape>
        </w:pict>
      </w:r>
      <w:r>
        <w:pict>
          <v:shapetype id="_x_414_t" o:spid="_x0000_m143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4" o:spid="_x0000_s2118" type="#_x_414_t" style="position:absolute;margin-left:195.75pt;margin-top:227pt;width:595.95pt;height:12pt;z-index:2520811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Lites Glory 1st ; Wood, M-Lindale Lukes Finess 2nd</w:t>
                  </w:r>
                </w:p>
              </w:txbxContent>
            </v:textbox>
          </v:shape>
        </w:pict>
      </w:r>
      <w:r>
        <w:pict>
          <v:shapetype id="_x_415_t" o:spid="_x0000_m144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5" o:spid="_x0000_s2119" type="#_x_415_t" style="position:absolute;margin-left:-5.2pt;margin-top:248.95pt;width:38.7pt;height:12pt;z-index:25208217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713</w:t>
                  </w:r>
                </w:p>
              </w:txbxContent>
            </v:textbox>
          </v:shape>
        </w:pict>
      </w:r>
      <w:r>
        <w:pict>
          <v:shapetype id="_x_416_t" o:spid="_x0000_m144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6" o:spid="_x0000_s2120" type="#_x_416_t" style="position:absolute;margin-left:33pt;margin-top:248.95pt;width:169.2pt;height:21.95pt;z-index:2520832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yearling, junior, born after 15th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August 2013</w:t>
                  </w:r>
                </w:p>
              </w:txbxContent>
            </v:textbox>
          </v:shape>
        </w:pict>
      </w:r>
      <w:r>
        <w:pict>
          <v:shapetype id="_x_417_t" o:spid="_x0000_m144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7" o:spid="_x0000_s2121" type="#_x_417_t" style="position:absolute;margin-left:195.75pt;margin-top:248.95pt;width:595.95pt;height:12pt;z-index:2520842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Great Laela 1st ; Michele, Capper-Ballinvira Scarlet Holley 2nd</w:t>
                  </w:r>
                </w:p>
              </w:txbxContent>
            </v:textbox>
          </v:shape>
        </w:pict>
      </w:r>
      <w:r>
        <w:pict>
          <v:shapetype id="_x_418_t" o:spid="_x0000_m144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8" o:spid="_x0000_s2122" type="#_x_418_t" style="position:absolute;margin-left:-5.2pt;margin-top:270.85pt;width:38.7pt;height:12pt;z-index:25208524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714</w:t>
                  </w:r>
                </w:p>
              </w:txbxContent>
            </v:textbox>
          </v:shape>
        </w:pict>
      </w:r>
      <w:r>
        <w:pict>
          <v:shapetype id="_x_419_t" o:spid="_x0000_m144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19" o:spid="_x0000_s2123" type="#_x_419_t" style="position:absolute;margin-left:33pt;margin-top:270.85pt;width:169.2pt;height:21.95pt;z-index:2520862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GROUP three females, 1yr old or over, at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least one must be in milk</w:t>
                  </w:r>
                </w:p>
              </w:txbxContent>
            </v:textbox>
          </v:shape>
        </w:pict>
      </w:r>
      <w:r>
        <w:pict>
          <v:shapetype id="_x_420_t" o:spid="_x0000_m144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0" o:spid="_x0000_s2124" type="#_x_420_t" style="position:absolute;margin-left:195.75pt;margin-top:270.85pt;width:595.95pt;height:12pt;z-index:2520872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Group 1st ;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Wood, M-Lindale Group 2nd</w:t>
                  </w:r>
                </w:p>
              </w:txbxContent>
            </v:textbox>
          </v:shape>
        </w:pict>
      </w:r>
      <w:r>
        <w:pict>
          <v:shapetype id="_x_421_t" o:spid="_x0000_m144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1" o:spid="_x0000_s2125" type="#_x_421_t" style="position:absolute;margin-left:-5.2pt;margin-top:292.8pt;width:38.7pt;height:12pt;z-index:2520883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716</w:t>
                  </w:r>
                </w:p>
              </w:txbxContent>
            </v:textbox>
          </v:shape>
        </w:pict>
      </w:r>
      <w:r>
        <w:pict>
          <v:shapetype id="_x_422_t" o:spid="_x0000_m144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2" o:spid="_x0000_s2126" type="#_x_422_t" style="position:absolute;margin-left:33pt;margin-top:292.8pt;width:169.2pt;height:12pt;z-index:2520893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CALF born on or after 1st June 2014</w:t>
                  </w:r>
                </w:p>
              </w:txbxContent>
            </v:textbox>
          </v:shape>
        </w:pict>
      </w:r>
      <w:r>
        <w:pict>
          <v:shapetype id="_x_423_t" o:spid="_x0000_m144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3" o:spid="_x0000_s2127" type="#_x_423_t" style="position:absolute;margin-left:195.75pt;margin-top:292.8pt;width:595.95pt;height:12pt;z-index:2520903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M-Harvest Glow Lites 1st ; Michele, Capper-Ballinvira Galway Lad 2nd ; Wood, M-Lindale Lites Magnum 3rd</w:t>
                  </w:r>
                </w:p>
              </w:txbxContent>
            </v:textbox>
          </v:shape>
        </w:pict>
      </w:r>
      <w:r>
        <w:pict>
          <v:shapetype id="_x_424_t" o:spid="_x0000_m144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4" o:spid="_x0000_s2128" type="#_x_424_t" style="position:absolute;margin-left:-5.2pt;margin-top:304.8pt;width:38.7pt;height:12pt;z-index:2520913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717</w:t>
                  </w:r>
                </w:p>
              </w:txbxContent>
            </v:textbox>
          </v:shape>
        </w:pict>
      </w:r>
      <w:r>
        <w:pict>
          <v:shapetype id="_x_425_t" o:spid="_x0000_m145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5" o:spid="_x0000_s2129" type="#_x_425_t" style="position:absolute;margin-left:33pt;margin-top:304.8pt;width:169.2pt;height:21.95pt;z-index:2520924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JUNIOR GROUP bull and two heifers under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2yrs</w:t>
                  </w:r>
                </w:p>
              </w:txbxContent>
            </v:textbox>
          </v:shape>
        </w:pict>
      </w:r>
      <w:r>
        <w:pict>
          <v:shapetype id="_x_426_t" o:spid="_x0000_m145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6" o:spid="_x0000_s2130" type="#_x_426_t" style="position:absolute;margin-left:195.75pt;margin-top:304.8pt;width:595.95pt;height:12pt;z-index:2520934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Group 1st ; Michele, Capper-Ballinvira Stud 2nd</w:t>
                  </w:r>
                </w:p>
              </w:txbxContent>
            </v:textbox>
          </v:shape>
        </w:pict>
      </w:r>
      <w:r>
        <w:pict>
          <v:shapetype id="_x_427_t" o:spid="_x0000_m145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7" o:spid="_x0000_s2131" type="#_x_427_t" style="position:absolute;margin-left:-5.2pt;margin-top:326.75pt;width:38.7pt;height:12pt;z-index:2520944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718</w:t>
                  </w:r>
                </w:p>
              </w:txbxContent>
            </v:textbox>
          </v:shape>
        </w:pict>
      </w:r>
      <w:r>
        <w:pict>
          <v:shapetype id="_x_428_t" o:spid="_x0000_m145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8" o:spid="_x0000_s2132" type="#_x_428_t" style="position:absolute;margin-left:33pt;margin-top:326.75pt;width:169.2pt;height:12pt;z-index:2520954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CALF born on or after 1st June 2014</w:t>
                  </w:r>
                </w:p>
              </w:txbxContent>
            </v:textbox>
          </v:shape>
        </w:pict>
      </w:r>
      <w:r>
        <w:pict>
          <v:shapetype id="_x_429_t" o:spid="_x0000_m145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29" o:spid="_x0000_s2133" type="#_x_429_t" style="position:absolute;margin-left:195.75pt;margin-top:326.75pt;width:595.95pt;height:12pt;z-index:2520965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M-Harvest Glow Lites Briony 1st ; Michele, Capper-Ballinvira Scarlet Desire 2nd ; Michele, Capper-Harvest Glen 3rd</w:t>
                  </w:r>
                </w:p>
              </w:txbxContent>
            </v:textbox>
          </v:shape>
        </w:pict>
      </w:r>
      <w:r>
        <w:pict>
          <v:shapetype id="_x_430_t" o:spid="_x0000_m145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0" o:spid="_x0000_s2134" type="#_x_430_t" style="position:absolute;margin-left:-5.2pt;margin-top:338.75pt;width:38.7pt;height:12pt;z-index:25209753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719</w:t>
                  </w:r>
                </w:p>
              </w:txbxContent>
            </v:textbox>
          </v:shape>
        </w:pict>
      </w:r>
      <w:r>
        <w:pict>
          <v:shapetype id="_x_431_t" o:spid="_x0000_m145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1" o:spid="_x0000_s2135" type="#_x_431_t" style="position:absolute;margin-left:33pt;margin-top:338.75pt;width:169.2pt;height:21.95pt;z-index:2520985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MINOR GROUP bull calf and two heifer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calves</w:t>
                  </w:r>
                </w:p>
              </w:txbxContent>
            </v:textbox>
          </v:shape>
        </w:pict>
      </w:r>
      <w:r>
        <w:pict>
          <v:shapetype id="_x_432_t" o:spid="_x0000_m145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2" o:spid="_x0000_s2136" type="#_x_432_t" style="position:absolute;margin-left:195.75pt;margin-top:338.75pt;width:595.95pt;height:12pt;z-index:2520995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Group 1st ; Michele, Capper-Ballinvira Stud 2nd</w:t>
                  </w:r>
                </w:p>
              </w:txbxContent>
            </v:textbox>
          </v:shape>
        </w:pict>
      </w:r>
      <w:r>
        <w:pict>
          <v:shapetype id="_x_433_t" o:spid="_x0000_m145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3" o:spid="_x0000_s2137" type="#_x_433_t" style="position:absolute;margin-left:-5.2pt;margin-top:360.65pt;width:38.7pt;height:12pt;z-index:25210060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726</w:t>
                  </w:r>
                </w:p>
              </w:txbxContent>
            </v:textbox>
          </v:shape>
        </w:pict>
      </w:r>
      <w:r>
        <w:pict>
          <v:shapetype id="_x_434_t" o:spid="_x0000_m145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4" o:spid="_x0000_s2138" type="#_x_434_t" style="position:absolute;margin-left:33pt;margin-top:360.65pt;width:169.2pt;height:21.95pt;z-index:2521016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yearling, born on or after 1st June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2013</w:t>
                  </w:r>
                </w:p>
              </w:txbxContent>
            </v:textbox>
          </v:shape>
        </w:pict>
      </w:r>
      <w:r>
        <w:pict>
          <v:shapetype id="_x_435_t" o:spid="_x0000_m146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5" o:spid="_x0000_s2139" type="#_x_435_t" style="position:absolute;margin-left:195.75pt;margin-top:360.65pt;width:595.95pt;height:12pt;z-index:2521026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McPike, Alicia-Fantastic Lee Lora 1st ; McPike, Alicia-Fantastic Wildman Megan 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nd</w:t>
                  </w:r>
                </w:p>
              </w:txbxContent>
            </v:textbox>
          </v:shape>
        </w:pict>
      </w:r>
      <w:r>
        <w:pict>
          <v:shapetype id="_x_436_t" o:spid="_x0000_m146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6" o:spid="_x0000_s2140" type="#_x_436_t" style="position:absolute;margin-left:-5.2pt;margin-top:382.6pt;width:38.7pt;height:12pt;z-index:25210368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729</w:t>
                  </w:r>
                </w:p>
              </w:txbxContent>
            </v:textbox>
          </v:shape>
        </w:pict>
      </w:r>
      <w:r>
        <w:pict>
          <v:shapetype id="_x_437_t" o:spid="_x0000_m146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7" o:spid="_x0000_s2141" type="#_x_437_t" style="position:absolute;margin-left:33pt;margin-top:382.6pt;width:169.2pt;height:12pt;z-index:2521047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CALF born on or after 1st June 2014</w:t>
                  </w:r>
                </w:p>
              </w:txbxContent>
            </v:textbox>
          </v:shape>
        </w:pict>
      </w:r>
      <w:r>
        <w:pict>
          <v:shapetype id="_x_438_t" o:spid="_x0000_m146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8" o:spid="_x0000_s2142" type="#_x_438_t" style="position:absolute;margin-left:195.75pt;margin-top:382.6pt;width:595.95pt;height:12pt;z-index:2521057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McPike, Alicia-Montrose Stardiva 1st</w:t>
                  </w:r>
                </w:p>
              </w:txbxContent>
            </v:textbox>
          </v:shape>
        </w:pict>
      </w:r>
      <w:r>
        <w:pict>
          <v:shapetype id="_x_439_t" o:spid="_x0000_m146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39" o:spid="_x0000_s2143" type="#_x_439_t" style="position:absolute;margin-left:-5.2pt;margin-top:394.6pt;width:38.7pt;height:12pt;z-index:25210675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730</w:t>
                  </w:r>
                </w:p>
              </w:txbxContent>
            </v:textbox>
          </v:shape>
        </w:pict>
      </w:r>
      <w:r>
        <w:pict>
          <v:shapetype id="_x_440_t" o:spid="_x0000_m146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0" o:spid="_x0000_s2144" type="#_x_440_t" style="position:absolute;margin-left:33pt;margin-top:394.6pt;width:169.2pt;height:12pt;z-index:2521077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PAIR OF DRY HEIFERS under 2yrs</w:t>
                  </w:r>
                </w:p>
              </w:txbxContent>
            </v:textbox>
          </v:shape>
        </w:pict>
      </w:r>
      <w:r>
        <w:pict>
          <v:shapetype id="_x_441_t" o:spid="_x0000_m146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1" o:spid="_x0000_s2145" type="#_x_441_t" style="position:absolute;margin-left:195.75pt;margin-top:394.6pt;width:595.95pt;height:12pt;z-index:2521088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McPike, Alicia-Fantastic Lee Lora 1st</w:t>
                  </w:r>
                </w:p>
              </w:txbxContent>
            </v:textbox>
          </v:shape>
        </w:pict>
      </w:r>
      <w:r>
        <w:pict>
          <v:shapetype id="_x_442_t" o:spid="_x0000_m146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2" o:spid="_x0000_s2146" type="#_x_442_t" style="position:absolute;margin-left:-5.2pt;margin-top:406.6pt;width:38.7pt;height:12pt;z-index:25210982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735</w:t>
                  </w:r>
                </w:p>
              </w:txbxContent>
            </v:textbox>
          </v:shape>
        </w:pict>
      </w:r>
      <w:r>
        <w:pict>
          <v:shapetype id="_x_443_t" o:spid="_x0000_m146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3" o:spid="_x0000_s2147" type="#_x_443_t" style="position:absolute;margin-left:33pt;margin-top:406.6pt;width:169.2pt;height:12pt;z-index:2521108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 4yrs old or over, in milk</w:t>
                  </w:r>
                </w:p>
              </w:txbxContent>
            </v:textbox>
          </v:shape>
        </w:pict>
      </w:r>
      <w:r>
        <w:pict>
          <v:shapetype id="_x_444_t" o:spid="_x0000_m146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4" o:spid="_x0000_s2148" type="#_x_444_t" style="position:absolute;margin-left:195.75pt;margin-top:406.6pt;width:595.95pt;height:12pt;z-index:2521118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Hartstone, Gemma-Ngaio Love in the Mist 1st</w:t>
                  </w:r>
                </w:p>
              </w:txbxContent>
            </v:textbox>
          </v:shape>
        </w:pict>
      </w:r>
      <w:r>
        <w:pict>
          <v:shapetype id="_x_445_t" o:spid="_x0000_m147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5" o:spid="_x0000_s2149" type="#_x_445_t" style="position:absolute;margin-left:-5.2pt;margin-top:418.6pt;width:38.7pt;height:12pt;z-index:25211289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736</w:t>
                  </w:r>
                </w:p>
              </w:txbxContent>
            </v:textbox>
          </v:shape>
        </w:pict>
      </w:r>
      <w:r>
        <w:pict>
          <v:shapetype id="_x_446_t" o:spid="_x0000_m147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6" o:spid="_x0000_s2150" type="#_x_446_t" style="position:absolute;margin-left:33pt;margin-top:418.6pt;width:169.2pt;height:12pt;z-index:2521139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UDDERED COW</w:t>
                  </w:r>
                </w:p>
              </w:txbxContent>
            </v:textbox>
          </v:shape>
        </w:pict>
      </w:r>
      <w:r>
        <w:pict>
          <v:shapetype id="_x_447_t" o:spid="_x0000_m147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7" o:spid="_x0000_s2151" type="#_x_447_t" style="position:absolute;margin-left:195.75pt;margin-top:418.6pt;width:595.95pt;height:12pt;z-index:2521149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Hartstone, Gemma-Ngaio Love in the Mist 1st</w:t>
                  </w:r>
                </w:p>
              </w:txbxContent>
            </v:textbox>
          </v:shape>
        </w:pict>
      </w:r>
      <w:r>
        <w:pict>
          <v:shapetype id="_x_448_t" o:spid="_x0000_m147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8" o:spid="_x0000_s2152" type="#_x_448_t" style="position:absolute;margin-left:-5.2pt;margin-top:430.6pt;width:38.7pt;height:12pt;z-index:25211596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737</w:t>
                  </w:r>
                </w:p>
              </w:txbxContent>
            </v:textbox>
          </v:shape>
        </w:pict>
      </w:r>
      <w:r>
        <w:pict>
          <v:shapetype id="_x_449_t" o:spid="_x0000_m147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49" o:spid="_x0000_s2153" type="#_x_449_t" style="position:absolute;margin-left:33pt;margin-top:430.6pt;width:169.2pt;height:21.95pt;z-index:2521169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GROUP three females, at least one of which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must be in milk</w:t>
                  </w:r>
                </w:p>
              </w:txbxContent>
            </v:textbox>
          </v:shape>
        </w:pict>
      </w:r>
      <w:r>
        <w:pict>
          <v:shapetype id="_x_450_t" o:spid="_x0000_m147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0" o:spid="_x0000_s2154" type="#_x_450_t" style="position:absolute;margin-left:195.75pt;margin-top:430.6pt;width:595.95pt;height:12pt;z-index:2521180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Hartstone, Gemma-Imagin Entry 1st</w:t>
                  </w:r>
                </w:p>
              </w:txbxContent>
            </v:textbox>
          </v:shape>
        </w:pict>
      </w:r>
      <w:r>
        <w:pict>
          <v:shapetype id="_x_451_t" o:spid="_x0000_m147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1" o:spid="_x0000_s2155" type="#_x_451_t" style="position:absolute;margin-left:-5.2pt;margin-top:452.55pt;width:38.7pt;height:12pt;z-index:25211904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739</w:t>
                  </w:r>
                </w:p>
              </w:txbxContent>
            </v:textbox>
          </v:shape>
        </w:pict>
      </w:r>
      <w:r>
        <w:pict>
          <v:shapetype id="_x_452_t" o:spid="_x0000_m147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2" o:spid="_x0000_s2156" type="#_x_452_t" style="position:absolute;margin-left:33pt;margin-top:452.55pt;width:169.2pt;height:21.95pt;z-index:2521200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yearling junior, born on or after 1st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September 2013</w:t>
                  </w:r>
                </w:p>
              </w:txbxContent>
            </v:textbox>
          </v:shape>
        </w:pict>
      </w:r>
      <w:r>
        <w:pict>
          <v:shapetype id="_x_453_t" o:spid="_x0000_m147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3" o:spid="_x0000_s2157" type="#_x_453_t" style="position:absolute;margin-left:195.75pt;margin-top:452.55pt;width:595.95pt;height:12pt;z-index:2521210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Hartstone, Gemma-Ngaio Lotsa Mist 1st</w:t>
                  </w:r>
                </w:p>
              </w:txbxContent>
            </v:textbox>
          </v:shape>
        </w:pict>
      </w:r>
      <w:r>
        <w:pict>
          <v:shapetype id="_x_454_t" o:spid="_x0000_m147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4" o:spid="_x0000_s2158" type="#_x_454_t" style="position:absolute;margin-left:-5.2pt;margin-top:474.45pt;width:38.7pt;height:12pt;z-index:25212211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742</w:t>
                  </w:r>
                </w:p>
              </w:txbxContent>
            </v:textbox>
          </v:shape>
        </w:pict>
      </w:r>
      <w:r>
        <w:pict>
          <v:shapetype id="_x_455_t" o:spid="_x0000_m148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5" o:spid="_x0000_s2159" type="#_x_455_t" style="position:absolute;margin-left:33pt;margin-top:474.45pt;width:169.2pt;height:21.95pt;z-index:2521231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CALF senior, born 1st June to 31st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July 2014</w:t>
                  </w:r>
                </w:p>
              </w:txbxContent>
            </v:textbox>
          </v:shape>
        </w:pict>
      </w:r>
      <w:r>
        <w:pict>
          <v:shapetype id="_x_456_t" o:spid="_x0000_m148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6" o:spid="_x0000_s2160" type="#_x_456_t" style="position:absolute;margin-left:195.75pt;margin-top:474.45pt;width:595.95pt;height:12pt;z-index:2521241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Hartstone, Gemma-Carmleglen Pratender 1st ; Milne, Oliver-Carmel Glen Stella 2nd ; Milne, Oliver-Carmel Glen Lola 3rd</w:t>
                  </w:r>
                </w:p>
              </w:txbxContent>
            </v:textbox>
          </v:shape>
        </w:pict>
      </w:r>
      <w:r>
        <w:pict>
          <v:shapetype id="_x_457_t" o:spid="_x0000_m148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7" o:spid="_x0000_s2161" type="#_x_457_t" style="position:absolute;margin-left:-5.2pt;margin-top:496.4pt;width:38.7pt;height:12pt;z-index:25212518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743</w:t>
                  </w:r>
                </w:p>
              </w:txbxContent>
            </v:textbox>
          </v:shape>
        </w:pict>
      </w:r>
      <w:r>
        <w:pict>
          <v:shapetype id="_x_458_t" o:spid="_x0000_m148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8" o:spid="_x0000_s2162" type="#_x_458_t" style="position:absolute;margin-left:33pt;margin-top:496.4pt;width:169.2pt;height:21.95pt;z-index:2521262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HEIFER CALF junior, born on or after 1st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August 2014</w:t>
                  </w:r>
                </w:p>
              </w:txbxContent>
            </v:textbox>
          </v:shape>
        </w:pict>
      </w:r>
      <w:r>
        <w:pict>
          <v:shapetype id="_x_459_t" o:spid="_x0000_m148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59" o:spid="_x0000_s2163" type="#_x_459_t" style="position:absolute;margin-left:195.75pt;margin-top:496.4pt;width:595.95pt;height:12pt;z-index:2521272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McPike, Alicia-Montrose Whams Spirit 1st ; Hartstone, Gemma-Ngaio Add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Peaches 2nd ; Hartstone, Gemma 3rd</w:t>
                  </w:r>
                </w:p>
              </w:txbxContent>
            </v:textbox>
          </v:shape>
        </w:pict>
      </w:r>
      <w:r>
        <w:br w:type="page"/>
      </w:r>
      <w:r>
        <w:pict>
          <v:shapetype id="_x_460_t" o:spid="_x0000_m148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0" o:spid="_x0000_s2164" type="#_x_460_t" style="position:absolute;margin-left:6.75pt;margin-top:-36.2pt;width:76.95pt;height:10.5pt;z-index:2521282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Report SDAYR40A</w:t>
                  </w:r>
                </w:p>
              </w:txbxContent>
            </v:textbox>
          </v:shape>
        </w:pict>
      </w:r>
      <w:r>
        <w:pict>
          <v:shapetype id="_x_461_t" o:spid="_x0000_m148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1" o:spid="_x0000_s2165" type="#_x_461_t" style="position:absolute;margin-left:24.75pt;margin-top:-24.95pt;width:26.7pt;height:10.5pt;z-index:2521292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Page</w:t>
                  </w:r>
                </w:p>
              </w:txbxContent>
            </v:textbox>
          </v:shape>
        </w:pict>
      </w:r>
      <w:r>
        <w:pict>
          <v:shapetype id="_x_462_t" o:spid="_x0000_m148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2" o:spid="_x0000_s2166" type="#_x_462_t" style="position:absolute;margin-left:50.25pt;margin-top:-25.75pt;width:35.7pt;height:12pt;z-index:2521303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pict>
          <v:shapetype id="_x_463_t" o:spid="_x0000_m148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3" o:spid="_x0000_s2167" type="#_x_463_t" style="position:absolute;margin-left:669pt;margin-top:-40.7pt;width:47.7pt;height:10.5pt;z-index:2521313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Printed on:</w:t>
                  </w:r>
                </w:p>
              </w:txbxContent>
            </v:textbox>
          </v:shape>
        </w:pict>
      </w:r>
      <w:r>
        <w:pict>
          <v:shapetype id="_x_464_t" o:spid="_x0000_m148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4" o:spid="_x0000_s2168" type="#_x_464_t" style="position:absolute;margin-left:714.75pt;margin-top:-40.75pt;width:70.95pt;height:12pt;z-index:2521323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24/03/2015</w:t>
                  </w:r>
                </w:p>
              </w:txbxContent>
            </v:textbox>
          </v:shape>
        </w:pict>
      </w:r>
      <w:r>
        <w:pict>
          <v:shapetype id="_x_465_t" o:spid="_x0000_m149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5" o:spid="_x0000_s2169" type="#_x_465_t" style="position:absolute;margin-left:701.25pt;margin-top:-27.95pt;width:16.95pt;height:10.5pt;z-index:2521333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at:</w:t>
                  </w:r>
                </w:p>
              </w:txbxContent>
            </v:textbox>
          </v:shape>
        </w:pict>
      </w:r>
      <w:r>
        <w:pict>
          <v:shapetype id="_x_466_t" o:spid="_x0000_m149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6" o:spid="_x0000_s2170" type="#_x_466_t" style="position:absolute;margin-left:714.75pt;margin-top:-28.75pt;width:58.2pt;height:12pt;z-index:2521344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14:12:08</w:t>
                  </w:r>
                </w:p>
              </w:txbxContent>
            </v:textbox>
          </v:shape>
        </w:pict>
      </w:r>
      <w:r>
        <w:pict>
          <v:shapetype id="_x_467_t" o:spid="_x0000_m149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7" o:spid="_x0000_s2171" type="#_x_467_t" style="position:absolute;margin-left:170pt;margin-top:-39.25pt;width:459.45pt;height:15.75pt;z-index:2521354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Clevedon A&amp;P Show 8th and 9th November 2014</w:t>
                  </w:r>
                </w:p>
              </w:txbxContent>
            </v:textbox>
          </v:shape>
        </w:pict>
      </w:r>
      <w:r>
        <w:pict>
          <v:shapetype id="_x_468_t" o:spid="_x0000_m149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8" o:spid="_x0000_s2172" type="#_x_468_t" style="position:absolute;margin-left:221pt;margin-top:-22.75pt;width:343.2pt;height:15.75pt;z-index:2521364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Class and Special Prize Winners</w:t>
                  </w:r>
                </w:p>
              </w:txbxContent>
            </v:textbox>
          </v:shape>
        </w:pict>
      </w:r>
      <w:r>
        <w:pict>
          <v:shapetype id="_x_469_t" o:spid="_x0000_m149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69" o:spid="_x0000_s2173" type="#_x_469_t" style="position:absolute;margin-left:0;margin-top:2.8pt;width:32.7pt;height:12.45pt;z-index:2521374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Class</w:t>
                  </w:r>
                </w:p>
              </w:txbxContent>
            </v:textbox>
          </v:shape>
        </w:pict>
      </w:r>
      <w:r>
        <w:pict>
          <v:shapetype id="_x_470_t" o:spid="_x0000_m149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0" o:spid="_x0000_s2174" type="#_x_470_t" style="position:absolute;margin-left:196.5pt;margin-top:2.8pt;width:41.7pt;height:12.45pt;z-index:2521384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Results</w:t>
                  </w:r>
                </w:p>
              </w:txbxContent>
            </v:textbox>
          </v:shape>
        </w:pict>
      </w:r>
      <w:r>
        <w:pict>
          <v:shapetype id="_x_471_t" o:spid="_x0000_m149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1" o:spid="_x0000_s2175" type="#_x_471_t" style="position:absolute;margin-left:-5.2pt;margin-top:14.75pt;width:38.7pt;height:12pt;z-index:2521395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745</w:t>
                  </w:r>
                </w:p>
              </w:txbxContent>
            </v:textbox>
          </v:shape>
        </w:pict>
      </w:r>
      <w:r>
        <w:pict>
          <v:shapetype id="_x_472_t" o:spid="_x0000_m149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2" o:spid="_x0000_s2176" type="#_x_472_t" style="position:absolute;margin-left:33pt;margin-top:14.75pt;width:169.2pt;height:12pt;z-index:2521405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BULL CALF</w:t>
                  </w:r>
                </w:p>
              </w:txbxContent>
            </v:textbox>
          </v:shape>
        </w:pict>
      </w:r>
      <w:r>
        <w:pict>
          <v:shapetype id="_x_473_t" o:spid="_x0000_m149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3" o:spid="_x0000_s2177" type="#_x_473_t" style="position:absolute;margin-left:195.75pt;margin-top:14.75pt;width:595.95pt;height:12pt;z-index:2521415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Michele, Capper-Ballinvira Red Indian 1st</w:t>
                  </w:r>
                </w:p>
              </w:txbxContent>
            </v:textbox>
          </v:shape>
        </w:pict>
      </w:r>
      <w:r>
        <w:pict>
          <v:shapetype id="_x_474_t" o:spid="_x0000_m149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4" o:spid="_x0000_s2178" type="#_x_474_t" style="position:absolute;margin-left:-5.2pt;margin-top:26.75pt;width:38.7pt;height:12pt;z-index:2521425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746</w:t>
                  </w:r>
                </w:p>
              </w:txbxContent>
            </v:textbox>
          </v:shape>
        </w:pict>
      </w:r>
      <w:r>
        <w:pict>
          <v:shapetype id="_x_475_t" o:spid="_x0000_m150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5" o:spid="_x0000_s2179" type="#_x_475_t" style="position:absolute;margin-left:33pt;margin-top:26.75pt;width:169.2pt;height:12pt;z-index:2521436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TWO HEIFER CALVES</w:t>
                  </w:r>
                </w:p>
              </w:txbxContent>
            </v:textbox>
          </v:shape>
        </w:pict>
      </w:r>
      <w:r>
        <w:pict>
          <v:shapetype id="_x_476_t" o:spid="_x0000_m150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6" o:spid="_x0000_s2180" type="#_x_476_t" style="position:absolute;margin-left:195.75pt;margin-top:26.75pt;width:595.95pt;height:12pt;z-index:2521446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Hartstone, Gemma-Imagin Entry 1st ; Milne, Oliver-Carmel Glen Stella 2nd</w:t>
                  </w:r>
                </w:p>
              </w:txbxContent>
            </v:textbox>
          </v:shape>
        </w:pict>
      </w:r>
      <w:r>
        <w:pict>
          <v:shapetype id="_x_477_t" o:spid="_x0000_m150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7" o:spid="_x0000_s2181" type="#_x_477_t" style="position:absolute;margin-left:-5.2pt;margin-top:38.75pt;width:38.7pt;height:12pt;z-index:2521456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700</w:t>
                  </w:r>
                </w:p>
              </w:txbxContent>
            </v:textbox>
          </v:shape>
        </w:pict>
      </w:r>
      <w:r>
        <w:pict>
          <v:shapetype id="_x_478_t" o:spid="_x0000_m150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8" o:spid="_x0000_s2182" type="#_x_478_t" style="position:absolute;margin-left:33pt;margin-top:38.75pt;width:169.2pt;height:12pt;z-index:2521466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CHAMPION DAIRY COW</w:t>
                  </w:r>
                </w:p>
              </w:txbxContent>
            </v:textbox>
          </v:shape>
        </w:pict>
      </w:r>
      <w:r>
        <w:pict>
          <v:shapetype id="_x_479_t" o:spid="_x0000_m150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79" o:spid="_x0000_s2183" type="#_x_479_t" style="position:absolute;margin-left:195.75pt;margin-top:38.75pt;width:595.95pt;height:12pt;z-index:2521477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Lord Garnet 1st ; Wood, M-Lindale Lukes Gift 2nd ; Hartstone, Gemma-Ngaio Love in the Mist 3rd</w:t>
                  </w:r>
                </w:p>
              </w:txbxContent>
            </v:textbox>
          </v:shape>
        </w:pict>
      </w:r>
      <w:r>
        <w:pict>
          <v:shapetype id="_x_480_t" o:spid="_x0000_m150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0" o:spid="_x0000_s2184" type="#_x_480_t" style="position:absolute;margin-left:-5.2pt;margin-top:50.75pt;width:38.7pt;height:12pt;z-index:25214873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701</w:t>
                  </w:r>
                </w:p>
              </w:txbxContent>
            </v:textbox>
          </v:shape>
        </w:pict>
      </w:r>
      <w:r>
        <w:pict>
          <v:shapetype id="_x_481_t" o:spid="_x0000_m150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1" o:spid="_x0000_s2185" type="#_x_481_t" style="position:absolute;margin-left:33pt;margin-top:50.75pt;width:169.2pt;height:12pt;z-index:2521497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CHAMPION DAIRY HEIFER 2yrs old in milk</w:t>
                  </w:r>
                </w:p>
              </w:txbxContent>
            </v:textbox>
          </v:shape>
        </w:pict>
      </w:r>
      <w:r>
        <w:pict>
          <v:shapetype id="_x_482_t" o:spid="_x0000_m150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2" o:spid="_x0000_s2186" type="#_x_482_t" style="position:absolute;margin-left:195.75pt;margin-top:50.75pt;width:595.95pt;height:12pt;z-index:2521507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M-Harvest Glen Lites Breeze 1st ; Wood, M-Lindale Lites Giggle 2nd</w:t>
                  </w:r>
                </w:p>
              </w:txbxContent>
            </v:textbox>
          </v:shape>
        </w:pict>
      </w:r>
      <w:r>
        <w:pict>
          <v:shapetype id="_x_483_t" o:spid="_x0000_m150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3" o:spid="_x0000_s2187" type="#_x_483_t" style="position:absolute;margin-left:-5.2pt;margin-top:62.75pt;width:38.7pt;height:12pt;z-index:25215180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702</w:t>
                  </w:r>
                </w:p>
              </w:txbxContent>
            </v:textbox>
          </v:shape>
        </w:pict>
      </w:r>
      <w:r>
        <w:pict>
          <v:shapetype id="_x_484_t" o:spid="_x0000_m150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4" o:spid="_x0000_s2188" type="#_x_484_t" style="position:absolute;margin-left:33pt;margin-top:62.75pt;width:169.2pt;height:12pt;z-index:2521528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CHAMPION DAIRY YEARLING HEIFER</w:t>
                  </w:r>
                </w:p>
              </w:txbxContent>
            </v:textbox>
          </v:shape>
        </w:pict>
      </w:r>
      <w:r>
        <w:pict>
          <v:shapetype id="_x_485_t" o:spid="_x0000_m151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5" o:spid="_x0000_s2189" type="#_x_485_t" style="position:absolute;margin-left:195.75pt;margin-top:62.75pt;width:595.95pt;height:12pt;z-index:2521538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Lites Glory 1st ; McPike, Alicia-Fantastic Lee Lora 2nd</w:t>
                  </w:r>
                </w:p>
              </w:txbxContent>
            </v:textbox>
          </v:shape>
        </w:pict>
      </w:r>
      <w:r>
        <w:pict>
          <v:shapetype id="_x_486_t" o:spid="_x0000_m151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6" o:spid="_x0000_s2190" type="#_x_486_t" style="position:absolute;margin-left:-5.2pt;margin-top:74.75pt;width:38.7pt;height:12pt;z-index:25215488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703</w:t>
                  </w:r>
                </w:p>
              </w:txbxContent>
            </v:textbox>
          </v:shape>
        </w:pict>
      </w:r>
      <w:r>
        <w:pict>
          <v:shapetype id="_x_487_t" o:spid="_x0000_m151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7" o:spid="_x0000_s2191" type="#_x_487_t" style="position:absolute;margin-left:33pt;margin-top:74.75pt;width:169.2pt;height:12pt;z-index:2521559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CHAMPION DAIRY HEIFER CALF</w:t>
                  </w:r>
                </w:p>
              </w:txbxContent>
            </v:textbox>
          </v:shape>
        </w:pict>
      </w:r>
      <w:r>
        <w:pict>
          <v:shapetype id="_x_488_t" o:spid="_x0000_m151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8" o:spid="_x0000_s2192" type="#_x_488_t" style="position:absolute;margin-left:195.75pt;margin-top:74.75pt;width:595.95pt;height:12pt;z-index:2521569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M-Harvest Glow Lites Briony 1st ; Hartstone, Gemma-Carmleglen Pratender 2nd</w:t>
                  </w:r>
                </w:p>
              </w:txbxContent>
            </v:textbox>
          </v:shape>
        </w:pict>
      </w:r>
      <w:r>
        <w:pict>
          <v:shapetype id="_x_489_t" o:spid="_x0000_m151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89" o:spid="_x0000_s2193" type="#_x_489_t" style="position:absolute;margin-left:-5.2pt;margin-top:86.75pt;width:38.7pt;height:12pt;z-index:25215795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704</w:t>
                  </w:r>
                </w:p>
              </w:txbxContent>
            </v:textbox>
          </v:shape>
        </w:pict>
      </w:r>
      <w:r>
        <w:pict>
          <v:shapetype id="_x_490_t" o:spid="_x0000_m151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0" o:spid="_x0000_s2194" type="#_x_490_t" style="position:absolute;margin-left:33pt;margin-top:86.75pt;width:169.2pt;height:12pt;z-index:2521589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CHAMPION DAIRY TEAM EVENT</w:t>
                  </w:r>
                </w:p>
              </w:txbxContent>
            </v:textbox>
          </v:shape>
        </w:pict>
      </w:r>
      <w:r>
        <w:pict>
          <v:shapetype id="_x_491_t" o:spid="_x0000_m151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1" o:spid="_x0000_s2195" type="#_x_491_t" style="position:absolute;margin-left:195.75pt;margin-top:86.75pt;width:595.95pt;height:12pt;z-index:2521600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Wood, M-Lindale Group 1st ; Wood, M-Lindale Group 2nd</w:t>
                  </w:r>
                </w:p>
              </w:txbxContent>
            </v:textbox>
          </v:shape>
        </w:pict>
      </w:r>
      <w:r>
        <w:pict>
          <v:shapetype id="_x_492_t" o:spid="_x0000_m151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2" o:spid="_x0000_s2196" type="#_x_492_t" style="position:absolute;margin-left:-5.2pt;margin-top:98.8pt;width:38.7pt;height:12pt;z-index:25216102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600</w:t>
                  </w:r>
                </w:p>
              </w:txbxContent>
            </v:textbox>
          </v:shape>
        </w:pict>
      </w:r>
      <w:r>
        <w:pict>
          <v:shapetype id="_x_493_t" o:spid="_x0000_m151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3" o:spid="_x0000_s2197" type="#_x_493_t" style="position:absolute;margin-left:33pt;margin-top:98.8pt;width:169.2pt;height:12pt;z-index:2521620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RAM 18mths and over, shorn</w:t>
                  </w:r>
                </w:p>
              </w:txbxContent>
            </v:textbox>
          </v:shape>
        </w:pict>
      </w:r>
      <w:r>
        <w:pict>
          <v:shapetype id="_x_494_t" o:spid="_x0000_m151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4" o:spid="_x0000_s2198" type="#_x_494_t" style="position:absolute;margin-left:195.75pt;margin-top:98.8pt;width:595.95pt;height:12pt;z-index:2521630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Irwin, C and M-Woodbine 1st</w:t>
                  </w:r>
                </w:p>
              </w:txbxContent>
            </v:textbox>
          </v:shape>
        </w:pict>
      </w:r>
      <w:r>
        <w:pict>
          <v:shapetype id="_x_495_t" o:spid="_x0000_m152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5" o:spid="_x0000_s2199" type="#_x_495_t" style="position:absolute;margin-left:-5.2pt;margin-top:110.8pt;width:38.7pt;height:12pt;z-index:25216409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601</w:t>
                  </w:r>
                </w:p>
              </w:txbxContent>
            </v:textbox>
          </v:shape>
        </w:pict>
      </w:r>
      <w:r>
        <w:pict>
          <v:shapetype id="_x_496_t" o:spid="_x0000_m152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6" o:spid="_x0000_s2200" type="#_x_496_t" style="position:absolute;margin-left:33pt;margin-top:110.8pt;width:169.2pt;height:12pt;z-index:2521651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RAM 18mths and under, shorn</w:t>
                  </w:r>
                </w:p>
              </w:txbxContent>
            </v:textbox>
          </v:shape>
        </w:pict>
      </w:r>
      <w:r>
        <w:pict>
          <v:shapetype id="_x_497_t" o:spid="_x0000_m152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7" o:spid="_x0000_s2201" type="#_x_497_t" style="position:absolute;margin-left:195.75pt;margin-top:110.8pt;width:595.95pt;height:12pt;z-index:2521661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Irwin, C and M-Woodbine 1st ; Irwin, C and M-Woodbine 2nd</w:t>
                  </w:r>
                </w:p>
              </w:txbxContent>
            </v:textbox>
          </v:shape>
        </w:pict>
      </w:r>
      <w:r>
        <w:pict>
          <v:shapetype id="_x_498_t" o:spid="_x0000_m152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8" o:spid="_x0000_s2202" type="#_x_498_t" style="position:absolute;margin-left:-5.2pt;margin-top:122.8pt;width:38.7pt;height:12pt;z-index:25216716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602</w:t>
                  </w:r>
                </w:p>
              </w:txbxContent>
            </v:textbox>
          </v:shape>
        </w:pict>
      </w:r>
      <w:r>
        <w:pict>
          <v:shapetype id="_x_499_t" o:spid="_x0000_m152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499" o:spid="_x0000_s2203" type="#_x_499_t" style="position:absolute;margin-left:33pt;margin-top:122.8pt;width:169.2pt;height:12pt;z-index:2521681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EWE &amp; LAMB 18mths and over, shorn</w:t>
                  </w:r>
                </w:p>
              </w:txbxContent>
            </v:textbox>
          </v:shape>
        </w:pict>
      </w:r>
      <w:r>
        <w:pict>
          <v:shapetype id="_x_500_t" o:spid="_x0000_m152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0" o:spid="_x0000_s2204" type="#_x_500_t" style="position:absolute;margin-left:195.75pt;margin-top:122.8pt;width:595.95pt;height:12pt;z-index:2521692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Irwin, C and M-Woodbine 1st</w:t>
                  </w:r>
                </w:p>
              </w:txbxContent>
            </v:textbox>
          </v:shape>
        </w:pict>
      </w:r>
      <w:r>
        <w:pict>
          <v:shapetype id="_x_501_t" o:spid="_x0000_m152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1" o:spid="_x0000_s2205" type="#_x_501_t" style="position:absolute;margin-left:-5.2pt;margin-top:134.8pt;width:38.7pt;height:12pt;z-index:25217024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603</w:t>
                  </w:r>
                </w:p>
              </w:txbxContent>
            </v:textbox>
          </v:shape>
        </w:pict>
      </w:r>
      <w:r>
        <w:pict>
          <v:shapetype id="_x_502_t" o:spid="_x0000_m15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2" o:spid="_x0000_s2206" type="#_x_502_t" style="position:absolute;margin-left:33pt;margin-top:134.8pt;width:169.2pt;height:12pt;z-index:2521712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EWE 18mths and under, shorn</w:t>
                  </w:r>
                </w:p>
              </w:txbxContent>
            </v:textbox>
          </v:shape>
        </w:pict>
      </w:r>
      <w:r>
        <w:pict>
          <v:shapetype id="_x_503_t" o:spid="_x0000_m152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3" o:spid="_x0000_s2207" type="#_x_503_t" style="position:absolute;margin-left:195.75pt;margin-top:134.8pt;width:595.95pt;height:12pt;z-index:2521722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Irwin, C and M-Woodbine 1st ; Irwin, C and M-Woodbine 2nd</w:t>
                  </w:r>
                </w:p>
              </w:txbxContent>
            </v:textbox>
          </v:shape>
        </w:pict>
      </w:r>
      <w:r>
        <w:pict>
          <v:shapetype id="_x_504_t" o:spid="_x0000_m152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4" o:spid="_x0000_s2208" type="#_x_504_t" style="position:absolute;margin-left:-5.2pt;margin-top:146.8pt;width:38.7pt;height:12pt;z-index:25217331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604</w:t>
                  </w:r>
                </w:p>
              </w:txbxContent>
            </v:textbox>
          </v:shape>
        </w:pict>
      </w:r>
      <w:r>
        <w:pict>
          <v:shapetype id="_x_505_t" o:spid="_x0000_m153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5" o:spid="_x0000_s2209" type="#_x_505_t" style="position:absolute;margin-left:33pt;margin-top:146.8pt;width:169.2pt;height:12pt;z-index:2521743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RAM 18mths and over, shorn</w:t>
                  </w:r>
                </w:p>
              </w:txbxContent>
            </v:textbox>
          </v:shape>
        </w:pict>
      </w:r>
      <w:r>
        <w:pict>
          <v:shapetype id="_x_506_t" o:spid="_x0000_m153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6" o:spid="_x0000_s2210" type="#_x_506_t" style="position:absolute;margin-left:195.75pt;margin-top:146.8pt;width:595.95pt;height:12pt;z-index:2521753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Irwin, C and M-Woodbine 1st ; Holmes, B-Studholme 2nd ; Holmes, B-Mornish 3rd</w:t>
                  </w:r>
                </w:p>
              </w:txbxContent>
            </v:textbox>
          </v:shape>
        </w:pict>
      </w:r>
      <w:r>
        <w:pict>
          <v:shapetype id="_x_507_t" o:spid="_x0000_m153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7" o:spid="_x0000_s2211" type="#_x_507_t" style="position:absolute;margin-left:-5.2pt;margin-top:158.8pt;width:38.7pt;height:12pt;z-index:25217638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605</w:t>
                  </w:r>
                </w:p>
              </w:txbxContent>
            </v:textbox>
          </v:shape>
        </w:pict>
      </w:r>
      <w:r>
        <w:pict>
          <v:shapetype id="_x_508_t" o:spid="_x0000_m153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8" o:spid="_x0000_s2212" type="#_x_508_t" style="position:absolute;margin-left:33pt;margin-top:158.8pt;width:169.2pt;height:12pt;z-index:2521774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RAM 18mths and under, shorn</w:t>
                  </w:r>
                </w:p>
              </w:txbxContent>
            </v:textbox>
          </v:shape>
        </w:pict>
      </w:r>
      <w:r>
        <w:pict>
          <v:shapetype id="_x_509_t" o:spid="_x0000_m153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09" o:spid="_x0000_s2213" type="#_x_509_t" style="position:absolute;margin-left:195.75pt;margin-top:158.8pt;width:595.95pt;height:12pt;z-index:2521784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Irwin, C and M-Woodbine 1st ; Holmes, B-Studholme 2nd ; Irwin, C and M-Woodbine 3rd</w:t>
                  </w:r>
                </w:p>
              </w:txbxContent>
            </v:textbox>
          </v:shape>
        </w:pict>
      </w:r>
      <w:r>
        <w:pict>
          <v:shapetype id="_x_510_t" o:spid="_x0000_m153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0" o:spid="_x0000_s2214" type="#_x_510_t" style="position:absolute;margin-left:-5.2pt;margin-top:170.8pt;width:38.7pt;height:12pt;z-index:25217945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606</w:t>
                  </w:r>
                </w:p>
              </w:txbxContent>
            </v:textbox>
          </v:shape>
        </w:pict>
      </w:r>
      <w:r>
        <w:pict>
          <v:shapetype id="_x_511_t" o:spid="_x0000_m153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1" o:spid="_x0000_s2215" type="#_x_511_t" style="position:absolute;margin-left:33pt;margin-top:170.8pt;width:169.2pt;height:12pt;z-index:2521804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EWE &amp; LAMB, 18mths and over, shorn</w:t>
                  </w:r>
                </w:p>
              </w:txbxContent>
            </v:textbox>
          </v:shape>
        </w:pict>
      </w:r>
      <w:r>
        <w:pict>
          <v:shapetype id="_x_512_t" o:spid="_x0000_m153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2" o:spid="_x0000_s2216" type="#_x_512_t" style="position:absolute;margin-left:195.75pt;margin-top:170.8pt;width:595.95pt;height:12pt;z-index:2521815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Holmes, B-Studholme 1st ; Holmes, B-Studholme 2nd</w:t>
                  </w:r>
                </w:p>
              </w:txbxContent>
            </v:textbox>
          </v:shape>
        </w:pict>
      </w:r>
      <w:r>
        <w:pict>
          <v:shapetype id="_x_513_t" o:spid="_x0000_m153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3" o:spid="_x0000_s2217" type="#_x_513_t" style="position:absolute;margin-left:-5.2pt;margin-top:182.8pt;width:38.7pt;height:12pt;z-index:25218252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607</w:t>
                  </w:r>
                </w:p>
              </w:txbxContent>
            </v:textbox>
          </v:shape>
        </w:pict>
      </w:r>
      <w:r>
        <w:pict>
          <v:shapetype id="_x_514_t" o:spid="_x0000_m153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4" o:spid="_x0000_s2218" type="#_x_514_t" style="position:absolute;margin-left:33pt;margin-top:182.8pt;width:169.2pt;height:12pt;z-index:2521835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EWE 18mths and under, shorn</w:t>
                  </w:r>
                </w:p>
              </w:txbxContent>
            </v:textbox>
          </v:shape>
        </w:pict>
      </w:r>
      <w:r>
        <w:pict>
          <v:shapetype id="_x_515_t" o:spid="_x0000_m154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5" o:spid="_x0000_s2219" type="#_x_515_t" style="position:absolute;margin-left:195.75pt;margin-top:182.8pt;width:595.95pt;height:12pt;z-index:2521845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Holmes, B-Studholme 1st ; Maslin, E-. 2nd ; Holmes, B-Studholme 3rd</w:t>
                  </w:r>
                </w:p>
              </w:txbxContent>
            </v:textbox>
          </v:shape>
        </w:pict>
      </w:r>
      <w:r>
        <w:pict>
          <v:shapetype id="_x_516_t" o:spid="_x0000_m154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6" o:spid="_x0000_s2220" type="#_x_516_t" style="position:absolute;margin-left:-5.2pt;margin-top:194.8pt;width:38.7pt;height:12pt;z-index:25218560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623</w:t>
                  </w:r>
                </w:p>
              </w:txbxContent>
            </v:textbox>
          </v:shape>
        </w:pict>
      </w:r>
      <w:r>
        <w:pict>
          <v:shapetype id="_x_517_t" o:spid="_x0000_m154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7" o:spid="_x0000_s2221" type="#_x_517_t" style="position:absolute;margin-left:33pt;margin-top:194.8pt;width:169.2pt;height:12pt;z-index:2521866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OPEN</w:t>
                  </w:r>
                </w:p>
              </w:txbxContent>
            </v:textbox>
          </v:shape>
        </w:pict>
      </w:r>
      <w:r>
        <w:pict>
          <v:shapetype id="_x_518_t" o:spid="_x0000_m154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8" o:spid="_x0000_s2222" type="#_x_518_t" style="position:absolute;margin-left:195.75pt;margin-top:194.8pt;width:595.95pt;height:12pt;z-index:2521876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Inglis, H-Trump 1st ; Ireland, B-Spark 2nd ; Inglis, H-Lou 3rd ; Geering, Laura-Prince 4th</w:t>
                  </w:r>
                </w:p>
              </w:txbxContent>
            </v:textbox>
          </v:shape>
        </w:pict>
      </w:r>
      <w:r>
        <w:pict>
          <v:shapetype id="_x_519_t" o:spid="_x0000_m154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19" o:spid="_x0000_s2223" type="#_x_519_t" style="position:absolute;margin-left:-5.2pt;margin-top:206.8pt;width:38.7pt;height:12pt;z-index:25218867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624</w:t>
                  </w:r>
                </w:p>
              </w:txbxContent>
            </v:textbox>
          </v:shape>
        </w:pict>
      </w:r>
      <w:r>
        <w:pict>
          <v:shapetype id="_x_520_t" o:spid="_x0000_m154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0" o:spid="_x0000_s2224" type="#_x_520_t" style="position:absolute;margin-left:33pt;margin-top:206.8pt;width:169.2pt;height:12pt;z-index:2521896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INTERMEDIATE</w:t>
                  </w:r>
                </w:p>
              </w:txbxContent>
            </v:textbox>
          </v:shape>
        </w:pict>
      </w:r>
      <w:r>
        <w:pict>
          <v:shapetype id="_x_521_t" o:spid="_x0000_m154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1" o:spid="_x0000_s2225" type="#_x_521_t" style="position:absolute;margin-left:195.75pt;margin-top:206.8pt;width:595.95pt;height:12pt;z-index:2521907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Ireland, Bruce-Spark 1st ; Geering, Laura-Prince 2nd ; Ireland, Bruce-Jonny 3rd</w:t>
                  </w:r>
                </w:p>
              </w:txbxContent>
            </v:textbox>
          </v:shape>
        </w:pict>
      </w:r>
      <w:r>
        <w:pict>
          <v:shapetype id="_x_522_t" o:spid="_x0000_m154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2" o:spid="_x0000_s2226" type="#_x_522_t" style="position:absolute;margin-left:-5.2pt;margin-top:218.8pt;width:38.7pt;height:12pt;z-index:25219174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625</w:t>
                  </w:r>
                </w:p>
              </w:txbxContent>
            </v:textbox>
          </v:shape>
        </w:pict>
      </w:r>
      <w:r>
        <w:pict>
          <v:shapetype id="_x_523_t" o:spid="_x0000_m154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3" o:spid="_x0000_s2227" type="#_x_523_t" style="position:absolute;margin-left:33pt;margin-top:218.8pt;width:169.2pt;height:12pt;z-index:2521927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JUNIOR</w:t>
                  </w:r>
                </w:p>
              </w:txbxContent>
            </v:textbox>
          </v:shape>
        </w:pict>
      </w:r>
      <w:r>
        <w:pict>
          <v:shapetype id="_x_524_t" o:spid="_x0000_m154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4" o:spid="_x0000_s2228" type="#_x_524_t" style="position:absolute;margin-left:195.75pt;margin-top:218.8pt;width:595.95pt;height:12pt;z-index:2521937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Ireland, Bruce-Johnny 1st ; Berger, Bob-Flyn 2nd</w:t>
                  </w:r>
                </w:p>
              </w:txbxContent>
            </v:textbox>
          </v:shape>
        </w:pict>
      </w:r>
      <w:r>
        <w:pict>
          <v:shapetype id="_x_525_t" o:spid="_x0000_m155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5" o:spid="_x0000_s2229" type="#_x_525_t" style="position:absolute;margin-left:-5.2pt;margin-top:230.8pt;width:38.7pt;height:12pt;z-index:25219481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760</w:t>
                  </w:r>
                </w:p>
              </w:txbxContent>
            </v:textbox>
          </v:shape>
        </w:pict>
      </w:r>
      <w:r>
        <w:pict>
          <v:shapetype id="_x_526_t" o:spid="_x0000_m155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6" o:spid="_x0000_s2230" type="#_x_526_t" style="position:absolute;margin-left:33pt;margin-top:230.8pt;width:169.2pt;height:12pt;z-index:2521958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Leading, Junior</w:t>
                  </w:r>
                </w:p>
              </w:txbxContent>
            </v:textbox>
          </v:shape>
        </w:pict>
      </w:r>
      <w:r>
        <w:pict>
          <v:shapetype id="_x_527_t" o:spid="_x0000_m155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7" o:spid="_x0000_s2231" type="#_x_527_t" style="position:absolute;margin-left:195.75pt;margin-top:230.8pt;width:595.95pt;height:12pt;z-index:2521968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Watson, Zahra-Lovely 1st ; Palmer, Liam-Rosie 2nd ; Rennell, Holly-Cutie 3rd</w:t>
                  </w:r>
                </w:p>
              </w:txbxContent>
            </v:textbox>
          </v:shape>
        </w:pict>
      </w:r>
      <w:r>
        <w:pict>
          <v:shapetype id="_x_528_t" o:spid="_x0000_m155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8" o:spid="_x0000_s2232" type="#_x_528_t" style="position:absolute;margin-left:-5.2pt;margin-top:242.8pt;width:38.7pt;height:12pt;z-index:25219788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761</w:t>
                  </w:r>
                </w:p>
              </w:txbxContent>
            </v:textbox>
          </v:shape>
        </w:pict>
      </w:r>
      <w:r>
        <w:pict>
          <v:shapetype id="_x_529_t" o:spid="_x0000_m155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29" o:spid="_x0000_s2233" type="#_x_529_t" style="position:absolute;margin-left:33pt;margin-top:242.8pt;width:169.2pt;height:12pt;z-index:2521989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Leading, Intermediate</w:t>
                  </w:r>
                </w:p>
              </w:txbxContent>
            </v:textbox>
          </v:shape>
        </w:pict>
      </w:r>
      <w:r>
        <w:pict>
          <v:shapetype id="_x_530_t" o:spid="_x0000_m155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0" o:spid="_x0000_s2234" type="#_x_530_t" style="position:absolute;margin-left:195.75pt;margin-top:242.8pt;width:595.95pt;height:12pt;z-index:2521999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Taylor, Ashley-Koko 1st ; Wood, Caitlyn-. 2nd ; Ruff, Joseph-. 3rd</w:t>
                  </w:r>
                </w:p>
              </w:txbxContent>
            </v:textbox>
          </v:shape>
        </w:pict>
      </w:r>
      <w:r>
        <w:pict>
          <v:shapetype id="_x_531_t" o:spid="_x0000_m155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1" o:spid="_x0000_s2235" type="#_x_531_t" style="position:absolute;margin-left:-5.2pt;margin-top:254.8pt;width:38.7pt;height:12pt;z-index:25220096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762</w:t>
                  </w:r>
                </w:p>
              </w:txbxContent>
            </v:textbox>
          </v:shape>
        </w:pict>
      </w:r>
      <w:r>
        <w:pict>
          <v:shapetype id="_x_532_t" o:spid="_x0000_m155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2" o:spid="_x0000_s2236" type="#_x_532_t" style="position:absolute;margin-left:33pt;margin-top:254.8pt;width:169.2pt;height:12pt;z-index:2522019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Leading, Senior</w:t>
                  </w:r>
                </w:p>
              </w:txbxContent>
            </v:textbox>
          </v:shape>
        </w:pict>
      </w:r>
      <w:r>
        <w:pict>
          <v:shapetype id="_x_533_t" o:spid="_x0000_m155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3" o:spid="_x0000_s2237" type="#_x_533_t" style="position:absolute;margin-left:195.75pt;margin-top:254.8pt;width:595.95pt;height:12pt;z-index:2522030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Whitworth, G-Ticklez 1st ; Blackie, Jayde-Poppy 2nd ; Pallin-Simmonds, Kiefer-Pacman 3rd</w:t>
                  </w:r>
                </w:p>
              </w:txbxContent>
            </v:textbox>
          </v:shape>
        </w:pict>
      </w:r>
      <w:r>
        <w:pict>
          <v:shapetype id="_x_534_t" o:spid="_x0000_m155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4" o:spid="_x0000_s2238" type="#_x_534_t" style="position:absolute;margin-left:-5.2pt;margin-top:266.8pt;width:38.7pt;height:12pt;z-index:25220403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763</w:t>
                  </w:r>
                </w:p>
              </w:txbxContent>
            </v:textbox>
          </v:shape>
        </w:pict>
      </w:r>
      <w:r>
        <w:pict>
          <v:shapetype id="_x_535_t" o:spid="_x0000_m156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5" o:spid="_x0000_s2239" type="#_x_535_t" style="position:absolute;margin-left:33pt;margin-top:266.8pt;width:169.2pt;height:12pt;z-index:2522050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Calf Rearing, Dairy, Junior</w:t>
                  </w:r>
                </w:p>
              </w:txbxContent>
            </v:textbox>
          </v:shape>
        </w:pict>
      </w:r>
      <w:r>
        <w:pict>
          <v:shapetype id="_x_536_t" o:spid="_x0000_m156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6" o:spid="_x0000_s2240" type="#_x_536_t" style="position:absolute;margin-left:195.75pt;margin-top:266.8pt;width:595.95pt;height:12pt;z-index:2522060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Rennell, Holly-Cutie 1st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; McCall, Gemma-Sparkle 2nd ; Cutfield, Madison-Big Bessie 3rd</w:t>
                  </w:r>
                </w:p>
              </w:txbxContent>
            </v:textbox>
          </v:shape>
        </w:pict>
      </w:r>
      <w:r>
        <w:pict>
          <v:shapetype id="_x_537_t" o:spid="_x0000_m156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7" o:spid="_x0000_s2241" type="#_x_537_t" style="position:absolute;margin-left:-5.2pt;margin-top:278.8pt;width:38.7pt;height:12pt;z-index:25220710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765</w:t>
                  </w:r>
                </w:p>
              </w:txbxContent>
            </v:textbox>
          </v:shape>
        </w:pict>
      </w:r>
      <w:r>
        <w:pict>
          <v:shapetype id="_x_538_t" o:spid="_x0000_m156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8" o:spid="_x0000_s2242" type="#_x_538_t" style="position:absolute;margin-left:33pt;margin-top:278.8pt;width:169.2pt;height:12pt;z-index:2522081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Calf Rearing, Dairy, Intermediate</w:t>
                  </w:r>
                </w:p>
              </w:txbxContent>
            </v:textbox>
          </v:shape>
        </w:pict>
      </w:r>
      <w:r>
        <w:pict>
          <v:shapetype id="_x_539_t" o:spid="_x0000_m156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39" o:spid="_x0000_s2243" type="#_x_539_t" style="position:absolute;margin-left:195.75pt;margin-top:278.8pt;width:595.95pt;height:12pt;z-index:2522091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Rennell, Alana-Bambie 1st ; McCall, James-Glitter 2nd ; Watson, Chloe-Royal 3rd</w:t>
                  </w:r>
                </w:p>
              </w:txbxContent>
            </v:textbox>
          </v:shape>
        </w:pict>
      </w:r>
      <w:r>
        <w:pict>
          <v:shapetype id="_x_540_t" o:spid="_x0000_m156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0" o:spid="_x0000_s2244" type="#_x_540_t" style="position:absolute;margin-left:-5.2pt;margin-top:290.8pt;width:38.7pt;height:12pt;z-index:25221017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766</w:t>
                  </w:r>
                </w:p>
              </w:txbxContent>
            </v:textbox>
          </v:shape>
        </w:pict>
      </w:r>
      <w:r>
        <w:pict>
          <v:shapetype id="_x_541_t" o:spid="_x0000_m156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1" o:spid="_x0000_s2245" type="#_x_541_t" style="position:absolute;margin-left:33pt;margin-top:290.8pt;width:169.2pt;height:12pt;z-index:2522112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Calf Rearing, Beef, Intermediate</w:t>
                  </w:r>
                </w:p>
              </w:txbxContent>
            </v:textbox>
          </v:shape>
        </w:pict>
      </w:r>
      <w:r>
        <w:pict>
          <v:shapetype id="_x_542_t" o:spid="_x0000_m156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2" o:spid="_x0000_s2246" type="#_x_542_t" style="position:absolute;margin-left:195.75pt;margin-top:290.8pt;width:595.95pt;height:12pt;z-index:2522122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Boyt, Jezabelle-Rosy 1st ; West, Ricky-Shadow 2nd ; Ruff, Joseph-. 3rd</w:t>
                  </w:r>
                </w:p>
              </w:txbxContent>
            </v:textbox>
          </v:shape>
        </w:pict>
      </w:r>
      <w:r>
        <w:pict>
          <v:shapetype id="_x_543_t" o:spid="_x0000_m156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3" o:spid="_x0000_s2247" type="#_x_543_t" style="position:absolute;margin-left:-5.2pt;margin-top:302.8pt;width:38.7pt;height:12pt;z-index:25221324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767</w:t>
                  </w:r>
                </w:p>
              </w:txbxContent>
            </v:textbox>
          </v:shape>
        </w:pict>
      </w:r>
      <w:r>
        <w:pict>
          <v:shapetype id="_x_544_t" o:spid="_x0000_m156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4" o:spid="_x0000_s2248" type="#_x_544_t" style="position:absolute;margin-left:33pt;margin-top:302.8pt;width:169.2pt;height:12pt;z-index:2522142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Calf Rearing, Dairy, Senior</w:t>
                  </w:r>
                </w:p>
              </w:txbxContent>
            </v:textbox>
          </v:shape>
        </w:pict>
      </w:r>
      <w:r>
        <w:pict>
          <v:shapetype id="_x_545_t" o:spid="_x0000_m157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5" o:spid="_x0000_s2249" type="#_x_545_t" style="position:absolute;margin-left:195.75pt;margin-top:302.8pt;width:595.95pt;height:12pt;z-index:2522152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Blackie, Jayde-Poppy 1st</w:t>
                  </w:r>
                </w:p>
              </w:txbxContent>
            </v:textbox>
          </v:shape>
        </w:pict>
      </w:r>
      <w:r>
        <w:pict>
          <v:shapetype id="_x_546_t" o:spid="_x0000_m157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6" o:spid="_x0000_s2250" type="#_x_546_t" style="position:absolute;margin-left:-5.2pt;margin-top:314.8pt;width:38.7pt;height:12pt;z-index:2522163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768</w:t>
                  </w:r>
                </w:p>
              </w:txbxContent>
            </v:textbox>
          </v:shape>
        </w:pict>
      </w:r>
      <w:r>
        <w:pict>
          <v:shapetype id="_x_547_t" o:spid="_x0000_m157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7" o:spid="_x0000_s2251" type="#_x_547_t" style="position:absolute;margin-left:33pt;margin-top:314.8pt;width:169.2pt;height:12pt;z-index:2522173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Calf Rearing, Beef, Senior</w:t>
                  </w:r>
                </w:p>
              </w:txbxContent>
            </v:textbox>
          </v:shape>
        </w:pict>
      </w:r>
      <w:r>
        <w:pict>
          <v:shapetype id="_x_548_t" o:spid="_x0000_m157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8" o:spid="_x0000_s2252" type="#_x_548_t" style="position:absolute;margin-left:195.75pt;margin-top:314.8pt;width:595.95pt;height:12pt;z-index:2522183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Whitworth, G-Ticklez 1st ; Pallin-Simmonds, Dominic-Darkatron 2nd ; Palli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n-Simmonds, Kiefer-Pacman 3rd</w:t>
                  </w:r>
                </w:p>
              </w:txbxContent>
            </v:textbox>
          </v:shape>
        </w:pict>
      </w:r>
      <w:r>
        <w:pict>
          <v:shapetype id="_x_549_t" o:spid="_x0000_m157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49" o:spid="_x0000_s2253" type="#_x_549_t" style="position:absolute;margin-left:-5.2pt;margin-top:326.8pt;width:38.7pt;height:12pt;z-index:2522193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769</w:t>
                  </w:r>
                </w:p>
              </w:txbxContent>
            </v:textbox>
          </v:shape>
        </w:pict>
      </w:r>
      <w:r>
        <w:pict>
          <v:shapetype id="_x_550_t" o:spid="_x0000_m157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0" o:spid="_x0000_s2254" type="#_x_550_t" style="position:absolute;margin-left:33pt;margin-top:326.8pt;width:169.2pt;height:12pt;z-index:2522204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Dairy Type</w:t>
                  </w:r>
                </w:p>
              </w:txbxContent>
            </v:textbox>
          </v:shape>
        </w:pict>
      </w:r>
      <w:r>
        <w:pict>
          <v:shapetype id="_x_551_t" o:spid="_x0000_m157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1" o:spid="_x0000_s2255" type="#_x_551_t" style="position:absolute;margin-left:195.75pt;margin-top:326.8pt;width:595.95pt;height:21.95pt;z-index:2522214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Blackie, Jayde-Poppy 1st ; Gregory, Ollie-Candy 1st ; Rennell, Alana-Bambie 1st ; Wood, Caitlyn-. 2nd ; Palmer, Liam-Rosie 2nd ; Cutfield, Madison-Big Bessie 3rd ;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McCall, James-Glitter 3rd</w:t>
                  </w:r>
                </w:p>
              </w:txbxContent>
            </v:textbox>
          </v:shape>
        </w:pict>
      </w:r>
      <w:r>
        <w:pict>
          <v:shapetype id="_x_552_t" o:spid="_x0000_m157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2" o:spid="_x0000_s2256" type="#_x_552_t" style="position:absolute;margin-left:-5.2pt;margin-top:348.75pt;width:38.7pt;height:12pt;z-index:2522224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770</w:t>
                  </w:r>
                </w:p>
              </w:txbxContent>
            </v:textbox>
          </v:shape>
        </w:pict>
      </w:r>
      <w:r>
        <w:pict>
          <v:shapetype id="_x_553_t" o:spid="_x0000_m157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3" o:spid="_x0000_s2257" type="#_x_553_t" style="position:absolute;margin-left:33pt;margin-top:348.75pt;width:169.2pt;height:12pt;z-index:2522234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Beef Type</w:t>
                  </w:r>
                </w:p>
              </w:txbxContent>
            </v:textbox>
          </v:shape>
        </w:pict>
      </w:r>
      <w:r>
        <w:pict>
          <v:shapetype id="_x_554_t" o:spid="_x0000_m157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4" o:spid="_x0000_s2258" type="#_x_554_t" style="position:absolute;margin-left:195.75pt;margin-top:348.75pt;width:595.95pt;height:21.95pt;z-index:2522245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Boyt, Jezabelle-Rosy 1st ; Whitworth, G-Ticklez 1st ; Boyt, Abigail-Munchkin 2nd ; Pallin-Simmonds, Dominic-Darkatron 2nd ; Pallin-Simmonds, Kiefer-Pacman 3rd ;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Ruff, Joseph-. 3rd</w:t>
                  </w:r>
                </w:p>
              </w:txbxContent>
            </v:textbox>
          </v:shape>
        </w:pict>
      </w:r>
      <w:r>
        <w:pict>
          <v:shapetype id="_x_555_t" o:spid="_x0000_m158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5" o:spid="_x0000_s2259" type="#_x_555_t" style="position:absolute;margin-left:-5.2pt;margin-top:370.7pt;width:38.7pt;height:12pt;z-index:25222553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773</w:t>
                  </w:r>
                </w:p>
              </w:txbxContent>
            </v:textbox>
          </v:shape>
        </w:pict>
      </w:r>
      <w:r>
        <w:pict>
          <v:shapetype id="_x_556_t" o:spid="_x0000_m158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6" o:spid="_x0000_s2260" type="#_x_556_t" style="position:absolute;margin-left:33pt;margin-top:370.7pt;width:169.2pt;height:12pt;z-index:2522265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 &amp; Handling, Calf</w:t>
                  </w:r>
                </w:p>
              </w:txbxContent>
            </v:textbox>
          </v:shape>
        </w:pict>
      </w:r>
      <w:r>
        <w:pict>
          <v:shapetype id="_x_557_t" o:spid="_x0000_m158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7" o:spid="_x0000_s2261" type="#_x_557_t" style="position:absolute;margin-left:195.75pt;margin-top:370.7pt;width:595.95pt;height:12pt;z-index:2522275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Bonr, Jessica-Bail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ey 1st ; Doggett, Amber-June 2nd ; Ritchie, Katie-A 3rd</w:t>
                  </w:r>
                </w:p>
              </w:txbxContent>
            </v:textbox>
          </v:shape>
        </w:pict>
      </w:r>
      <w:r>
        <w:pict>
          <v:shapetype id="_x_558_t" o:spid="_x0000_m158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8" o:spid="_x0000_s2262" type="#_x_558_t" style="position:absolute;margin-left:-5.2pt;margin-top:382.7pt;width:38.7pt;height:12pt;z-index:25222860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774</w:t>
                  </w:r>
                </w:p>
              </w:txbxContent>
            </v:textbox>
          </v:shape>
        </w:pict>
      </w:r>
      <w:r>
        <w:pict>
          <v:shapetype id="_x_559_t" o:spid="_x0000_m158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59" o:spid="_x0000_s2263" type="#_x_559_t" style="position:absolute;margin-left:33pt;margin-top:382.7pt;width:169.2pt;height:12pt;z-index:2522296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 &amp; Handling, Yearling</w:t>
                  </w:r>
                </w:p>
              </w:txbxContent>
            </v:textbox>
          </v:shape>
        </w:pict>
      </w:r>
      <w:r>
        <w:pict>
          <v:shapetype id="_x_560_t" o:spid="_x0000_m158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0" o:spid="_x0000_s2264" type="#_x_560_t" style="position:absolute;margin-left:195.75pt;margin-top:382.7pt;width:595.95pt;height:12pt;z-index:2522306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Whitworth, G-Miss Blak Cattlelak 1st ; Doggett, Amber-Jana 2nd ; Bonr, Jessica-Friness 3rd</w:t>
                  </w:r>
                </w:p>
              </w:txbxContent>
            </v:textbox>
          </v:shape>
        </w:pict>
      </w:r>
      <w:r>
        <w:pict>
          <v:shapetype id="_x_561_t" o:spid="_x0000_m158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1" o:spid="_x0000_s2265" type="#_x_561_t" style="position:absolute;margin-left:-5.2pt;margin-top:394.7pt;width:38.7pt;height:12pt;z-index:25223168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775</w:t>
                  </w:r>
                </w:p>
              </w:txbxContent>
            </v:textbox>
          </v:shape>
        </w:pict>
      </w:r>
      <w:r>
        <w:pict>
          <v:shapetype id="_x_562_t" o:spid="_x0000_m158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2" o:spid="_x0000_s2266" type="#_x_562_t" style="position:absolute;margin-left:33pt;margin-top:394.7pt;width:169.2pt;height:12pt;z-index:2522327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Reared &amp; Groomed, Calf</w:t>
                  </w:r>
                </w:p>
              </w:txbxContent>
            </v:textbox>
          </v:shape>
        </w:pict>
      </w:r>
      <w:r>
        <w:pict>
          <v:shapetype id="_x_563_t" o:spid="_x0000_m158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3" o:spid="_x0000_s2267" type="#_x_563_t" style="position:absolute;margin-left:195.75pt;margin-top:394.7pt;width:595.95pt;height:12pt;z-index:2522337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McCracken, Michaela-Sparky 1st ; Bonr, Jessica-Bailey 2nd ; Doggett, Cara-Berry 3rd</w:t>
                  </w:r>
                </w:p>
              </w:txbxContent>
            </v:textbox>
          </v:shape>
        </w:pict>
      </w:r>
      <w:r>
        <w:pict>
          <v:shapetype id="_x_564_t" o:spid="_x0000_m158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4" o:spid="_x0000_s2268" type="#_x_564_t" style="position:absolute;margin-left:-5.2pt;margin-top:406.7pt;width:38.7pt;height:12pt;z-index:25223475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776</w:t>
                  </w:r>
                </w:p>
              </w:txbxContent>
            </v:textbox>
          </v:shape>
        </w:pict>
      </w:r>
      <w:r>
        <w:pict>
          <v:shapetype id="_x_565_t" o:spid="_x0000_m159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5" o:spid="_x0000_s2269" type="#_x_565_t" style="position:absolute;margin-left:33pt;margin-top:406.7pt;width:169.2pt;height:12pt;z-index:2522357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Reared &amp; Groomed, Yearling</w:t>
                  </w:r>
                </w:p>
              </w:txbxContent>
            </v:textbox>
          </v:shape>
        </w:pict>
      </w:r>
      <w:r>
        <w:pict>
          <v:shapetype id="_x_566_t" o:spid="_x0000_m159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6" o:spid="_x0000_s2270" type="#_x_566_t" style="position:absolute;margin-left:195.75pt;margin-top:406.7pt;width:595.95pt;height:12pt;z-index:2522368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Doggett, Amber-Jana 1st ; McCracken, Michaela-Shimmer 2nd ; Whitworth, G-Miss Blak Cattlelak 3rd</w:t>
                  </w:r>
                </w:p>
              </w:txbxContent>
            </v:textbox>
          </v:shape>
        </w:pict>
      </w:r>
      <w:r>
        <w:pict>
          <v:shapetype id="_x_567_t" o:spid="_x0000_m159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7" o:spid="_x0000_s2271" type="#_x_567_t" style="position:absolute;margin-left:-5.2pt;margin-top:418.7pt;width:38.7pt;height:12pt;z-index:25223782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777</w:t>
                  </w:r>
                </w:p>
              </w:txbxContent>
            </v:textbox>
          </v:shape>
        </w:pict>
      </w:r>
      <w:r>
        <w:pict>
          <v:shapetype id="_x_568_t" o:spid="_x0000_m159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8" o:spid="_x0000_s2272" type="#_x_568_t" style="position:absolute;margin-left:33pt;margin-top:418.7pt;width:169.2pt;height:12pt;z-index:2522388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Dairy Type Light Breed, Calf</w:t>
                  </w:r>
                </w:p>
              </w:txbxContent>
            </v:textbox>
          </v:shape>
        </w:pict>
      </w:r>
      <w:r>
        <w:pict>
          <v:shapetype id="_x_569_t" o:spid="_x0000_m159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69" o:spid="_x0000_s2273" type="#_x_569_t" style="position:absolute;margin-left:195.75pt;margin-top:418.7pt;width:595.95pt;height:12pt;z-index:2522398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Bon, Jessica-Bailey 1st ; Bertling, Claire-lindale lites Gemina 2nd ; Ritchie, Katie-A 3rd</w:t>
                  </w:r>
                </w:p>
              </w:txbxContent>
            </v:textbox>
          </v:shape>
        </w:pict>
      </w:r>
      <w:r>
        <w:pict>
          <v:shapetype id="_x_570_t" o:spid="_x0000_m159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0" o:spid="_x0000_s2274" type="#_x_570_t" style="position:absolute;margin-left:-5.2pt;margin-top:430.7pt;width:38.7pt;height:12pt;z-index:25224089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778</w:t>
                  </w:r>
                </w:p>
              </w:txbxContent>
            </v:textbox>
          </v:shape>
        </w:pict>
      </w:r>
      <w:r>
        <w:pict>
          <v:shapetype id="_x_571_t" o:spid="_x0000_m159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1" o:spid="_x0000_s2275" type="#_x_571_t" style="position:absolute;margin-left:33pt;margin-top:430.7pt;width:169.2pt;height:12pt;z-index:2522419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Dairy Type Light Breed, Yearling</w:t>
                  </w:r>
                </w:p>
              </w:txbxContent>
            </v:textbox>
          </v:shape>
        </w:pict>
      </w:r>
      <w:r>
        <w:pict>
          <v:shapetype id="_x_572_t" o:spid="_x0000_m159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2" o:spid="_x0000_s2276" type="#_x_572_t" style="position:absolute;margin-left:195.75pt;margin-top:430.7pt;width:595.95pt;height:12pt;z-index:2522429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Bertling, Claire-lindale lites Gemina 1st ; Ritchie, Katie-A 2nd ; McDona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ld, Charlotte-Pretzel 3rd</w:t>
                  </w:r>
                </w:p>
              </w:txbxContent>
            </v:textbox>
          </v:shape>
        </w:pict>
      </w:r>
      <w:r>
        <w:pict>
          <v:shapetype id="_x_573_t" o:spid="_x0000_m159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3" o:spid="_x0000_s2277" type="#_x_573_t" style="position:absolute;margin-left:-5.2pt;margin-top:442.7pt;width:38.7pt;height:12pt;z-index:25224396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781</w:t>
                  </w:r>
                </w:p>
              </w:txbxContent>
            </v:textbox>
          </v:shape>
        </w:pict>
      </w:r>
      <w:r>
        <w:pict>
          <v:shapetype id="_x_574_t" o:spid="_x0000_m159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4" o:spid="_x0000_s2278" type="#_x_574_t" style="position:absolute;margin-left:33pt;margin-top:442.7pt;width:169.2pt;height:12pt;z-index:2522449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Beef Type, male or female Calf</w:t>
                  </w:r>
                </w:p>
              </w:txbxContent>
            </v:textbox>
          </v:shape>
        </w:pict>
      </w:r>
      <w:r>
        <w:pict>
          <v:shapetype id="_x_575_t" o:spid="_x0000_m160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5" o:spid="_x0000_s2279" type="#_x_575_t" style="position:absolute;margin-left:195.75pt;margin-top:442.7pt;width:595.95pt;height:12pt;z-index:2522460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Doggett, Cara-Berry 1st ; McCracken, Michaela-Sparky 2nd ; Doggett, Amber-June 3rd</w:t>
                  </w:r>
                </w:p>
              </w:txbxContent>
            </v:textbox>
          </v:shape>
        </w:pict>
      </w:r>
      <w:r>
        <w:pict>
          <v:shapetype id="_x_576_t" o:spid="_x0000_m160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6" o:spid="_x0000_s2280" type="#_x_576_t" style="position:absolute;margin-left:-5.2pt;margin-top:454.7pt;width:38.7pt;height:12pt;z-index:25224704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782</w:t>
                  </w:r>
                </w:p>
              </w:txbxContent>
            </v:textbox>
          </v:shape>
        </w:pict>
      </w:r>
      <w:r>
        <w:pict>
          <v:shapetype id="_x_577_t" o:spid="_x0000_m160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7" o:spid="_x0000_s2281" type="#_x_577_t" style="position:absolute;margin-left:33pt;margin-top:454.7pt;width:169.2pt;height:12pt;z-index:2522480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Best Beef Type, male or female Yearling</w:t>
                  </w:r>
                </w:p>
              </w:txbxContent>
            </v:textbox>
          </v:shape>
        </w:pict>
      </w:r>
      <w:r>
        <w:pict>
          <v:shapetype id="_x_578_t" o:spid="_x0000_m160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8" o:spid="_x0000_s2282" type="#_x_578_t" style="position:absolute;margin-left:195.75pt;margin-top:454.7pt;width:595.95pt;height:12pt;z-index:2522490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Doggett, Amber-Jana 1st ; Whitworth, G-Miss Blak Cattlelak 2nd ; McCracken, Michaela-Shimmer 3rd</w:t>
                  </w:r>
                </w:p>
              </w:txbxContent>
            </v:textbox>
          </v:shape>
        </w:pict>
      </w:r>
      <w:r>
        <w:pict>
          <v:shapetype id="_x_579_t" o:spid="_x0000_m160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79" o:spid="_x0000_s2283" type="#_x_579_t" style="position:absolute;margin-left:-5.2pt;margin-top:466.7pt;width:38.7pt;height:12pt;z-index:25225011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783</w:t>
                  </w:r>
                </w:p>
              </w:txbxContent>
            </v:textbox>
          </v:shape>
        </w:pict>
      </w:r>
      <w:r>
        <w:pict>
          <v:shapetype id="_x_580_t" o:spid="_x0000_m160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0" o:spid="_x0000_s2284" type="#_x_580_t" style="position:absolute;margin-left:33pt;margin-top:466.7pt;width:169.2pt;height:21.95pt;z-index:2522511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Group, 1 calf &amp; 1 yearling from the same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competitor</w:t>
                  </w:r>
                </w:p>
              </w:txbxContent>
            </v:textbox>
          </v:shape>
        </w:pict>
      </w:r>
      <w:r>
        <w:pict>
          <v:shapetype id="_x_581_t" o:spid="_x0000_m160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1" o:spid="_x0000_s2285" type="#_x_581_t" style="position:absolute;margin-left:195.75pt;margin-top:466.7pt;width:595.95pt;height:12pt;z-index:2522521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McCracken, Michaela-Sparky 1st ; McCracken, Michaela-Shimmer 1st ; Ritchie, Katie-A 2nd ; Bon, Jessica-Bailey 3rd</w:t>
                  </w:r>
                </w:p>
              </w:txbxContent>
            </v:textbox>
          </v:shape>
        </w:pict>
      </w:r>
      <w:r>
        <w:pict>
          <v:shapetype id="_x_582_t" o:spid="_x0000_m160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2" o:spid="_x0000_s2286" type="#_x_582_t" style="position:absolute;margin-left:-5.2pt;margin-top:488.65pt;width:38.7pt;height:12pt;z-index:25225318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xbxContent>
            </v:textbox>
          </v:shape>
        </w:pict>
      </w:r>
      <w:r>
        <w:pict>
          <v:shapetype id="_x_583_t" o:spid="_x0000_m160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3" o:spid="_x0000_s2287" type="#_x_583_t" style="position:absolute;margin-left:33pt;margin-top:488.65pt;width:169.2pt;height:12pt;z-index:2522542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Presentation</w:t>
                  </w:r>
                </w:p>
              </w:txbxContent>
            </v:textbox>
          </v:shape>
        </w:pict>
      </w:r>
      <w:r>
        <w:pict>
          <v:shapetype id="_x_584_t" o:spid="_x0000_m160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4" o:spid="_x0000_s2288" type="#_x_584_t" style="position:absolute;margin-left:195.75pt;margin-top:488.65pt;width:595.95pt;height:12pt;z-index:2522552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Bell, Laura-Flicka 1st ; McKenzie, Hayley-Hayley 2nd ; Stanaway, Baily-Charlotte 3rd</w:t>
                  </w:r>
                </w:p>
              </w:txbxContent>
            </v:textbox>
          </v:shape>
        </w:pict>
      </w:r>
      <w:r>
        <w:pict>
          <v:shapetype id="_x_585_t" o:spid="_x0000_m161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5" o:spid="_x0000_s2289" type="#_x_585_t" style="position:absolute;margin-left:-5.2pt;margin-top:500.65pt;width:38.7pt;height:12pt;z-index:25225625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801</w:t>
                  </w:r>
                </w:p>
              </w:txbxContent>
            </v:textbox>
          </v:shape>
        </w:pict>
      </w:r>
      <w:r>
        <w:pict>
          <v:shapetype id="_x_586_t" o:spid="_x0000_m161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6" o:spid="_x0000_s2290" type="#_x_586_t" style="position:absolute;margin-left:33pt;margin-top:500.65pt;width:169.2pt;height:12pt;z-index:2522572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Leading, Junior</w:t>
                  </w:r>
                </w:p>
              </w:txbxContent>
            </v:textbox>
          </v:shape>
        </w:pict>
      </w:r>
      <w:r>
        <w:pict>
          <v:shapetype id="_x_587_t" o:spid="_x0000_m161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7" o:spid="_x0000_s2291" type="#_x_587_t" style="position:absolute;margin-left:195.75pt;margin-top:500.65pt;width:595.95pt;height:12pt;z-index:2522583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Renall, Daisy-Kate-Happy 1st ; Pallin-Simmonds, Sienna-Elsa 2nd ; McKenzie, Jayden-Maisy 3rd ; Chave, Aimee-Nibbles 4th</w:t>
                  </w:r>
                </w:p>
              </w:txbxContent>
            </v:textbox>
          </v:shape>
        </w:pict>
      </w:r>
      <w:r>
        <w:br w:type="page"/>
      </w:r>
      <w:r>
        <w:pict>
          <v:shapetype id="_x_588_t" o:spid="_x0000_m161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8" o:spid="_x0000_s2292" type="#_x_588_t" style="position:absolute;margin-left:6.75pt;margin-top:-36.2pt;width:76.95pt;height:10.5pt;z-index:2522593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Report SDAYR40A</w:t>
                  </w:r>
                </w:p>
              </w:txbxContent>
            </v:textbox>
          </v:shape>
        </w:pict>
      </w:r>
      <w:r>
        <w:pict>
          <v:shapetype id="_x_589_t" o:spid="_x0000_m161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89" o:spid="_x0000_s2293" type="#_x_589_t" style="position:absolute;margin-left:24.75pt;margin-top:-24.95pt;width:26.7pt;height:10.5pt;z-index:2522603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Page</w:t>
                  </w:r>
                </w:p>
              </w:txbxContent>
            </v:textbox>
          </v:shape>
        </w:pict>
      </w:r>
      <w:r>
        <w:pict>
          <v:shapetype id="_x_590_t" o:spid="_x0000_m161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0" o:spid="_x0000_s2294" type="#_x_590_t" style="position:absolute;margin-left:50.25pt;margin-top:-25.75pt;width:35.7pt;height:12pt;z-index:2522613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pict>
          <v:shapetype id="_x_591_t" o:spid="_x0000_m161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1" o:spid="_x0000_s2295" type="#_x_591_t" style="position:absolute;margin-left:669pt;margin-top:-40.7pt;width:47.7pt;height:10.5pt;z-index:2522624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Printed on:</w:t>
                  </w:r>
                </w:p>
              </w:txbxContent>
            </v:textbox>
          </v:shape>
        </w:pict>
      </w:r>
      <w:r>
        <w:pict>
          <v:shapetype id="_x_592_t" o:spid="_x0000_m161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2" o:spid="_x0000_s2296" type="#_x_592_t" style="position:absolute;margin-left:714.75pt;margin-top:-40.75pt;width:70.95pt;height:12pt;z-index:2522634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24/03/2015</w:t>
                  </w:r>
                </w:p>
              </w:txbxContent>
            </v:textbox>
          </v:shape>
        </w:pict>
      </w:r>
      <w:r>
        <w:pict>
          <v:shapetype id="_x_593_t" o:spid="_x0000_m161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3" o:spid="_x0000_s2297" type="#_x_593_t" style="position:absolute;margin-left:701.25pt;margin-top:-27.95pt;width:16.95pt;height:10.5pt;z-index:2522644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at:</w:t>
                  </w:r>
                </w:p>
              </w:txbxContent>
            </v:textbox>
          </v:shape>
        </w:pict>
      </w:r>
      <w:r>
        <w:pict>
          <v:shapetype id="_x_594_t" o:spid="_x0000_m161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4" o:spid="_x0000_s2298" type="#_x_594_t" style="position:absolute;margin-left:714.75pt;margin-top:-28.75pt;width:58.2pt;height:12pt;z-index:2522654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14:12:09</w:t>
                  </w:r>
                </w:p>
              </w:txbxContent>
            </v:textbox>
          </v:shape>
        </w:pict>
      </w:r>
      <w:r>
        <w:pict>
          <v:shapetype id="_x_595_t" o:spid="_x0000_m162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5" o:spid="_x0000_s2299" type="#_x_595_t" style="position:absolute;margin-left:170pt;margin-top:-39.25pt;width:459.45pt;height:15.75pt;z-index:2522664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Clevedon A&amp;P </w:t>
                  </w:r>
                  <w:r>
                    <w:rPr>
                      <w:rFonts w:ascii="Arial" w:hAnsi="Arial" w:cs="Arial"/>
                      <w:b/>
                      <w:bCs/>
                    </w:rPr>
                    <w:t>Show 8th and 9th November 2014</w:t>
                  </w:r>
                </w:p>
              </w:txbxContent>
            </v:textbox>
          </v:shape>
        </w:pict>
      </w:r>
      <w:r>
        <w:pict>
          <v:shapetype id="_x_596_t" o:spid="_x0000_m162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6" o:spid="_x0000_s2300" type="#_x_596_t" style="position:absolute;margin-left:221pt;margin-top:-22.75pt;width:343.2pt;height:15.75pt;z-index:2522675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Class and Special Prize Winners</w:t>
                  </w:r>
                </w:p>
              </w:txbxContent>
            </v:textbox>
          </v:shape>
        </w:pict>
      </w:r>
      <w:r>
        <w:pict>
          <v:shapetype id="_x_597_t" o:spid="_x0000_m162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7" o:spid="_x0000_s2301" type="#_x_597_t" style="position:absolute;margin-left:0;margin-top:2.8pt;width:32.7pt;height:12.45pt;z-index:2522685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Class</w:t>
                  </w:r>
                </w:p>
              </w:txbxContent>
            </v:textbox>
          </v:shape>
        </w:pict>
      </w:r>
      <w:r>
        <w:pict>
          <v:shapetype id="_x_598_t" o:spid="_x0000_m162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8" o:spid="_x0000_s2302" type="#_x_598_t" style="position:absolute;margin-left:196.5pt;margin-top:2.8pt;width:41.7pt;height:12.45pt;z-index:2522695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Results</w:t>
                  </w:r>
                </w:p>
              </w:txbxContent>
            </v:textbox>
          </v:shape>
        </w:pict>
      </w:r>
      <w:r>
        <w:pict>
          <v:shapetype id="_x_599_t" o:spid="_x0000_m162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599" o:spid="_x0000_s2303" type="#_x_599_t" style="position:absolute;margin-left:-5.2pt;margin-top:14.75pt;width:38.7pt;height:12pt;z-index:2522705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802</w:t>
                  </w:r>
                </w:p>
              </w:txbxContent>
            </v:textbox>
          </v:shape>
        </w:pict>
      </w:r>
      <w:r>
        <w:pict>
          <v:shapetype id="_x_600_t" o:spid="_x0000_m162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0" o:spid="_x0000_s2304" type="#_x_600_t" style="position:absolute;margin-left:33pt;margin-top:14.75pt;width:169.2pt;height:12pt;z-index:2522716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Leading, Intermediate</w:t>
                  </w:r>
                </w:p>
              </w:txbxContent>
            </v:textbox>
          </v:shape>
        </w:pict>
      </w:r>
      <w:r>
        <w:pict>
          <v:shapetype id="_x_601_t" o:spid="_x0000_m162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1" o:spid="_x0000_s2305" type="#_x_601_t" style="position:absolute;margin-left:195.75pt;margin-top:14.75pt;width:595.95pt;height:12pt;z-index:2522726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Doyle, Darcy-Winter 1st ; Dowden, Abby-Milly 2nd ; Abbott, Charlotte-Minnie 3rd ; Cowley, Emma-Lisa 4th</w:t>
                  </w:r>
                </w:p>
              </w:txbxContent>
            </v:textbox>
          </v:shape>
        </w:pict>
      </w:r>
      <w:r>
        <w:pict>
          <v:shapetype id="_x_602_t" o:spid="_x0000_m16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2" o:spid="_x0000_s2306" type="#_x_602_t" style="position:absolute;margin-left:-5.2pt;margin-top:26.75pt;width:38.7pt;height:12pt;z-index:2522736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803</w:t>
                  </w:r>
                </w:p>
              </w:txbxContent>
            </v:textbox>
          </v:shape>
        </w:pict>
      </w:r>
      <w:r>
        <w:pict>
          <v:shapetype id="_x_603_t" o:spid="_x0000_m162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3" o:spid="_x0000_s2307" type="#_x_603_t" style="position:absolute;margin-left:33pt;margin-top:26.75pt;width:169.2pt;height:12pt;z-index:2522746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Leading, Senior</w:t>
                  </w:r>
                </w:p>
              </w:txbxContent>
            </v:textbox>
          </v:shape>
        </w:pict>
      </w:r>
      <w:r>
        <w:pict>
          <v:shapetype id="_x_604_t" o:spid="_x0000_m162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4" o:spid="_x0000_s2308" type="#_x_604_t" style="position:absolute;margin-left:195.75pt;margin-top:26.75pt;width:595.95pt;height:12pt;z-index:2522757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Keane, Cameron-Ted 1st ; Bell, Gina-Sophie 2nd ; O'Brien, Aimee-Camo 3rd ; Stanaway, Baily-Charlotte 4th</w:t>
                  </w:r>
                </w:p>
              </w:txbxContent>
            </v:textbox>
          </v:shape>
        </w:pict>
      </w:r>
      <w:r>
        <w:pict>
          <v:shapetype id="_x_605_t" o:spid="_x0000_m163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5" o:spid="_x0000_s2309" type="#_x_605_t" style="position:absolute;margin-left:-5.2pt;margin-top:38.75pt;width:38.7pt;height:12pt;z-index:25227673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804</w:t>
                  </w:r>
                </w:p>
              </w:txbxContent>
            </v:textbox>
          </v:shape>
        </w:pict>
      </w:r>
      <w:r>
        <w:pict>
          <v:shapetype id="_x_606_t" o:spid="_x0000_m163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6" o:spid="_x0000_s2310" type="#_x_606_t" style="position:absolute;margin-left:33pt;margin-top:38.75pt;width:169.2pt;height:12pt;z-index:2522777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Walk the Plank &amp; Jump, Junior</w:t>
                  </w:r>
                </w:p>
              </w:txbxContent>
            </v:textbox>
          </v:shape>
        </w:pict>
      </w:r>
      <w:r>
        <w:pict>
          <v:shapetype id="_x_607_t" o:spid="_x0000_m163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7" o:spid="_x0000_s2311" type="#_x_607_t" style="position:absolute;margin-left:195.75pt;margin-top:38.75pt;width:595.95pt;height:12pt;z-index:2522787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Pallin-Simmonds, Sienna-Elsa 1st ; Healy, Flynn-Nicola 2nd ; de Monchy, Italy-Flossy Daisy 3rd</w:t>
                  </w:r>
                </w:p>
              </w:txbxContent>
            </v:textbox>
          </v:shape>
        </w:pict>
      </w:r>
      <w:r>
        <w:pict>
          <v:shapetype id="_x_608_t" o:spid="_x0000_m163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8" o:spid="_x0000_s2312" type="#_x_608_t" style="position:absolute;margin-left:-5.2pt;margin-top:50.75pt;width:38.7pt;height:12pt;z-index:25227980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805</w:t>
                  </w:r>
                </w:p>
              </w:txbxContent>
            </v:textbox>
          </v:shape>
        </w:pict>
      </w:r>
      <w:r>
        <w:pict>
          <v:shapetype id="_x_609_t" o:spid="_x0000_m163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09" o:spid="_x0000_s2313" type="#_x_609_t" style="position:absolute;margin-left:33pt;margin-top:50.75pt;width:169.2pt;height:12pt;z-index:2522808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Walk the Plank &amp; Jump, Intermediate</w:t>
                  </w:r>
                </w:p>
              </w:txbxContent>
            </v:textbox>
          </v:shape>
        </w:pict>
      </w:r>
      <w:r>
        <w:pict>
          <v:shapetype id="_x_610_t" o:spid="_x0000_m163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0" o:spid="_x0000_s2314" type="#_x_610_t" style="position:absolute;margin-left:195.75pt;margin-top:50.75pt;width:595.95pt;height:12pt;z-index:2522818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West, Leo-Chequered 1st ; Hall, Dean-Splotchy 2nd ; Cowley, Nathan-Smokey 3rd</w:t>
                  </w:r>
                </w:p>
              </w:txbxContent>
            </v:textbox>
          </v:shape>
        </w:pict>
      </w:r>
      <w:r>
        <w:pict>
          <v:shapetype id="_x_611_t" o:spid="_x0000_m163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1" o:spid="_x0000_s2315" type="#_x_611_t" style="position:absolute;margin-left:-5.2pt;margin-top:62.75pt;width:38.7pt;height:12pt;z-index:25228288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806</w:t>
                  </w:r>
                </w:p>
              </w:txbxContent>
            </v:textbox>
          </v:shape>
        </w:pict>
      </w:r>
      <w:r>
        <w:pict>
          <v:shapetype id="_x_612_t" o:spid="_x0000_m163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2" o:spid="_x0000_s2316" type="#_x_612_t" style="position:absolute;margin-left:33pt;margin-top:62.75pt;width:169.2pt;height:12pt;z-index:2522839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Walk the Plank &amp; Ju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mp, Senior</w:t>
                  </w:r>
                </w:p>
              </w:txbxContent>
            </v:textbox>
          </v:shape>
        </w:pict>
      </w:r>
      <w:r>
        <w:pict>
          <v:shapetype id="_x_613_t" o:spid="_x0000_m163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3" o:spid="_x0000_s2317" type="#_x_613_t" style="position:absolute;margin-left:195.75pt;margin-top:62.75pt;width:595.95pt;height:12pt;z-index:2522849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O'Brien, Aimee-Camo 1st ; Bell, Gina-Sophie 2nd ; Bell, Daniel-Annie 3rd</w:t>
                  </w:r>
                </w:p>
              </w:txbxContent>
            </v:textbox>
          </v:shape>
        </w:pict>
      </w:r>
      <w:r>
        <w:pict>
          <v:shapetype id="_x_614_t" o:spid="_x0000_m163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4" o:spid="_x0000_s2318" type="#_x_614_t" style="position:absolute;margin-left:-5.2pt;margin-top:74.75pt;width:38.7pt;height:12pt;z-index:25228595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807</w:t>
                  </w:r>
                </w:p>
              </w:txbxContent>
            </v:textbox>
          </v:shape>
        </w:pict>
      </w:r>
      <w:r>
        <w:pict>
          <v:shapetype id="_x_615_t" o:spid="_x0000_m164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5" o:spid="_x0000_s2319" type="#_x_615_t" style="position:absolute;margin-left:33pt;margin-top:74.75pt;width:169.2pt;height:12pt;z-index:2522869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Calling, Junior</w:t>
                  </w:r>
                </w:p>
              </w:txbxContent>
            </v:textbox>
          </v:shape>
        </w:pict>
      </w:r>
      <w:r>
        <w:pict>
          <v:shapetype id="_x_616_t" o:spid="_x0000_m164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6" o:spid="_x0000_s2320" type="#_x_616_t" style="position:absolute;margin-left:195.75pt;margin-top:74.75pt;width:595.95pt;height:12pt;z-index:2522880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de Monchy, Italy-Flossy Daisy 1st ; Renall, Daisy-Kate-Happy 2nd ; Pallin-Simmonds, Sienna-Elsa 3rd ; McKenzie, Jayden-Maisy 4th</w:t>
                  </w:r>
                </w:p>
              </w:txbxContent>
            </v:textbox>
          </v:shape>
        </w:pict>
      </w:r>
      <w:r>
        <w:pict>
          <v:shapetype id="_x_617_t" o:spid="_x0000_m164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7" o:spid="_x0000_s2321" type="#_x_617_t" style="position:absolute;margin-left:-5.2pt;margin-top:86.75pt;width:38.7pt;height:12pt;z-index:25228902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808</w:t>
                  </w:r>
                </w:p>
              </w:txbxContent>
            </v:textbox>
          </v:shape>
        </w:pict>
      </w:r>
      <w:r>
        <w:pict>
          <v:shapetype id="_x_618_t" o:spid="_x0000_m164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8" o:spid="_x0000_s2322" type="#_x_618_t" style="position:absolute;margin-left:33pt;margin-top:86.75pt;width:169.2pt;height:12pt;z-index:2522900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Calling, Intermediate</w:t>
                  </w:r>
                </w:p>
              </w:txbxContent>
            </v:textbox>
          </v:shape>
        </w:pict>
      </w:r>
      <w:r>
        <w:pict>
          <v:shapetype id="_x_619_t" o:spid="_x0000_m164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19" o:spid="_x0000_s2323" type="#_x_619_t" style="position:absolute;margin-left:195.75pt;margin-top:86.75pt;width:595.95pt;height:12pt;z-index:2522910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Collinson, Aimee-Kevin 1st ; Doyle, Darcy-Winter 2nd ; Bell, Laura-Flicka 3rd ; Dowden, Abby-Milly 4th</w:t>
                  </w:r>
                </w:p>
              </w:txbxContent>
            </v:textbox>
          </v:shape>
        </w:pict>
      </w:r>
      <w:r>
        <w:pict>
          <v:shapetype id="_x_620_t" o:spid="_x0000_m164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0" o:spid="_x0000_s2324" type="#_x_620_t" style="position:absolute;margin-left:-5.2pt;margin-top:98.8pt;width:38.7pt;height:12pt;z-index:25229209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809</w:t>
                  </w:r>
                </w:p>
              </w:txbxContent>
            </v:textbox>
          </v:shape>
        </w:pict>
      </w:r>
      <w:r>
        <w:pict>
          <v:shapetype id="_x_621_t" o:spid="_x0000_m164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1" o:spid="_x0000_s2325" type="#_x_621_t" style="position:absolute;margin-left:33pt;margin-top:98.8pt;width:169.2pt;height:12pt;z-index:2522931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Calling, Senior</w:t>
                  </w:r>
                </w:p>
              </w:txbxContent>
            </v:textbox>
          </v:shape>
        </w:pict>
      </w:r>
      <w:r>
        <w:pict>
          <v:shapetype id="_x_622_t" o:spid="_x0000_m164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2" o:spid="_x0000_s2326" type="#_x_622_t" style="position:absolute;margin-left:195.75pt;margin-top:98.8pt;width:595.95pt;height:12pt;z-index:2522941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Cornwall, Charlotte-Montey 1st ; McKenzie, Hayley-Hayley 2nd ; O'Brien, Aimee-Camo 3rd ; K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eane, Cameron-Ted 4th</w:t>
                  </w:r>
                </w:p>
              </w:txbxContent>
            </v:textbox>
          </v:shape>
        </w:pict>
      </w:r>
      <w:r>
        <w:pict>
          <v:shapetype id="_x_623_t" o:spid="_x0000_m164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3" o:spid="_x0000_s2327" type="#_x_623_t" style="position:absolute;margin-left:-5.2pt;margin-top:110.8pt;width:38.7pt;height:12pt;z-index:25229516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810</w:t>
                  </w:r>
                </w:p>
              </w:txbxContent>
            </v:textbox>
          </v:shape>
        </w:pict>
      </w:r>
      <w:r>
        <w:pict>
          <v:shapetype id="_x_624_t" o:spid="_x0000_m164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4" o:spid="_x0000_s2328" type="#_x_624_t" style="position:absolute;margin-left:33pt;margin-top:110.8pt;width:169.2pt;height:12pt;z-index:2522961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Care &amp; Rearing, Junior</w:t>
                  </w:r>
                </w:p>
              </w:txbxContent>
            </v:textbox>
          </v:shape>
        </w:pict>
      </w:r>
      <w:r>
        <w:pict>
          <v:shapetype id="_x_625_t" o:spid="_x0000_m165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5" o:spid="_x0000_s2329" type="#_x_625_t" style="position:absolute;margin-left:195.75pt;margin-top:110.8pt;width:595.95pt;height:12pt;z-index:2522972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Baker, Paige-Ricky 1st ; Chave, Aimee-Nibbles 2nd ; Pallin-Simmonds, Sienna-Elsa 3rd ; Renall, Daisy-Kate-Happy 4th</w:t>
                  </w:r>
                </w:p>
              </w:txbxContent>
            </v:textbox>
          </v:shape>
        </w:pict>
      </w:r>
      <w:r>
        <w:pict>
          <v:shapetype id="_x_626_t" o:spid="_x0000_m165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6" o:spid="_x0000_s2330" type="#_x_626_t" style="position:absolute;margin-left:-5.2pt;margin-top:122.8pt;width:38.7pt;height:12pt;z-index:25229824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811</w:t>
                  </w:r>
                </w:p>
              </w:txbxContent>
            </v:textbox>
          </v:shape>
        </w:pict>
      </w:r>
      <w:r>
        <w:pict>
          <v:shapetype id="_x_627_t" o:spid="_x0000_m165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7" o:spid="_x0000_s2331" type="#_x_627_t" style="position:absolute;margin-left:33pt;margin-top:122.8pt;width:169.2pt;height:12pt;z-index:2522992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Care &amp; Rearing, Intermediate</w:t>
                  </w:r>
                </w:p>
              </w:txbxContent>
            </v:textbox>
          </v:shape>
        </w:pict>
      </w:r>
      <w:r>
        <w:pict>
          <v:shapetype id="_x_628_t" o:spid="_x0000_m165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8" o:spid="_x0000_s2332" type="#_x_628_t" style="position:absolute;margin-left:195.75pt;margin-top:122.8pt;width:595.95pt;height:12pt;z-index:2523002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Abbott, Charlotte-Minnie 1st ; Dowden, Abby-Milly 2nd ; Hamilton, Brooke-Freckles 3rd ; Collinson, Aimee-Kevin 4th</w:t>
                  </w:r>
                </w:p>
              </w:txbxContent>
            </v:textbox>
          </v:shape>
        </w:pict>
      </w:r>
      <w:r>
        <w:pict>
          <v:shapetype id="_x_629_t" o:spid="_x0000_m165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29" o:spid="_x0000_s2333" type="#_x_629_t" style="position:absolute;margin-left:-5.2pt;margin-top:134.8pt;width:38.7pt;height:12pt;z-index:25230131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812</w:t>
                  </w:r>
                </w:p>
              </w:txbxContent>
            </v:textbox>
          </v:shape>
        </w:pict>
      </w:r>
      <w:r>
        <w:pict>
          <v:shapetype id="_x_630_t" o:spid="_x0000_m165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0" o:spid="_x0000_s2334" type="#_x_630_t" style="position:absolute;margin-left:33pt;margin-top:134.8pt;width:169.2pt;height:12pt;z-index:2523023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Care &amp; Rearing, Senior</w:t>
                  </w:r>
                </w:p>
              </w:txbxContent>
            </v:textbox>
          </v:shape>
        </w:pict>
      </w:r>
      <w:r>
        <w:pict>
          <v:shapetype id="_x_631_t" o:spid="_x0000_m165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1" o:spid="_x0000_s2335" type="#_x_631_t" style="position:absolute;margin-left:195.75pt;margin-top:134.8pt;width:595.95pt;height:12pt;z-index:25230336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McKenzie, Hayley-Hayley 1st ; Keane, Cameron-Ted 2nd ; Cornwall, Charlotte-Montey 3rd ; Stanaway, Bail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y-Charlotte 4th</w:t>
                  </w:r>
                </w:p>
              </w:txbxContent>
            </v:textbox>
          </v:shape>
        </w:pict>
      </w:r>
      <w:r>
        <w:pict>
          <v:shapetype id="_x_632_t" o:spid="_x0000_m165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2" o:spid="_x0000_s2336" type="#_x_632_t" style="position:absolute;margin-left:-5.2pt;margin-top:146.8pt;width:38.7pt;height:12pt;z-index:25230438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813</w:t>
                  </w:r>
                </w:p>
              </w:txbxContent>
            </v:textbox>
          </v:shape>
        </w:pict>
      </w:r>
      <w:r>
        <w:pict>
          <v:shapetype id="_x_633_t" o:spid="_x0000_m165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3" o:spid="_x0000_s2337" type="#_x_633_t" style="position:absolute;margin-left:33pt;margin-top:146.8pt;width:169.2pt;height:12pt;z-index:2523054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Meat Type</w:t>
                  </w:r>
                </w:p>
              </w:txbxContent>
            </v:textbox>
          </v:shape>
        </w:pict>
      </w:r>
      <w:r>
        <w:pict>
          <v:shapetype id="_x_634_t" o:spid="_x0000_m165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4" o:spid="_x0000_s2338" type="#_x_634_t" style="position:absolute;margin-left:195.75pt;margin-top:146.8pt;width:595.95pt;height:12pt;z-index:25230643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Couldrey, Stephen-Lilly 1st ; Chave, Aimee-Nibbles 2nd ; Keane, Samantha-Darcey 3rd</w:t>
                  </w:r>
                </w:p>
              </w:txbxContent>
            </v:textbox>
          </v:shape>
        </w:pict>
      </w:r>
      <w:r>
        <w:pict>
          <v:shapetype id="_x_635_t" o:spid="_x0000_m166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5" o:spid="_x0000_s2339" type="#_x_635_t" style="position:absolute;margin-left:-5.2pt;margin-top:158.8pt;width:38.7pt;height:12pt;z-index:25230745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814</w:t>
                  </w:r>
                </w:p>
              </w:txbxContent>
            </v:textbox>
          </v:shape>
        </w:pict>
      </w:r>
      <w:r>
        <w:pict>
          <v:shapetype id="_x_636_t" o:spid="_x0000_m166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6" o:spid="_x0000_s2340" type="#_x_636_t" style="position:absolute;margin-left:33pt;margin-top:158.8pt;width:169.2pt;height:12pt;z-index:2523084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Wool Type</w:t>
                  </w:r>
                </w:p>
              </w:txbxContent>
            </v:textbox>
          </v:shape>
        </w:pict>
      </w:r>
      <w:r>
        <w:pict>
          <v:shapetype id="_x_637_t" o:spid="_x0000_m166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7" o:spid="_x0000_s2341" type="#_x_637_t" style="position:absolute;margin-left:195.75pt;margin-top:158.8pt;width:595.95pt;height:12pt;z-index:25230950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Cowley, Emma-Lisa 1st ; Collinson, Aimee-Kevin 2nd ; Baker, Paige-Ricky 3rd ; de Monchy, Charlie-Milky Boing Boing 4th</w:t>
                  </w:r>
                </w:p>
              </w:txbxContent>
            </v:textbox>
          </v:shape>
        </w:pict>
      </w:r>
      <w:r>
        <w:pict>
          <v:shapetype id="_x_638_t" o:spid="_x0000_m166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8" o:spid="_x0000_s2342" type="#_x_638_t" style="position:absolute;margin-left:-5.2pt;margin-top:170.8pt;width:38.7pt;height:12pt;z-index:25231052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815</w:t>
                  </w:r>
                </w:p>
              </w:txbxContent>
            </v:textbox>
          </v:shape>
        </w:pict>
      </w:r>
      <w:r>
        <w:pict>
          <v:shapetype id="_x_639_t" o:spid="_x0000_m166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39" o:spid="_x0000_s2343" type="#_x_639_t" style="position:absolute;margin-left:33pt;margin-top:170.8pt;width:169.2pt;height:12pt;z-index:2523115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Fancy Dress</w:t>
                  </w:r>
                </w:p>
              </w:txbxContent>
            </v:textbox>
          </v:shape>
        </w:pict>
      </w:r>
      <w:r>
        <w:pict>
          <v:shapetype id="_x_640_t" o:spid="_x0000_m166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0" o:spid="_x0000_s2344" type="#_x_640_t" style="position:absolute;margin-left:195.75pt;margin-top:170.8pt;width:595.95pt;height:12pt;z-index:25231257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Renall, Daisy-Kate-Happy 1st ; Cornwall, Charlotte-Montey 2nd ; Chave, Aimee-Nibbles 3rd</w:t>
                  </w:r>
                </w:p>
              </w:txbxContent>
            </v:textbox>
          </v:shape>
        </w:pict>
      </w:r>
      <w:r>
        <w:pict>
          <v:shapetype id="_x_641_t" o:spid="_x0000_m166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1" o:spid="_x0000_s2345" type="#_x_641_t" style="position:absolute;margin-left:-5.2pt;margin-top:182.8pt;width:38.7pt;height:12pt;z-index:25231360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816</w:t>
                  </w:r>
                </w:p>
              </w:txbxContent>
            </v:textbox>
          </v:shape>
        </w:pict>
      </w:r>
      <w:r>
        <w:pict>
          <v:shapetype id="_x_642_t" o:spid="_x0000_m166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2" o:spid="_x0000_s2346" type="#_x_642_t" style="position:absolute;margin-left:33pt;margin-top:182.8pt;width:169.2pt;height:12pt;z-index:2523146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Presentation</w:t>
                  </w:r>
                </w:p>
              </w:txbxContent>
            </v:textbox>
          </v:shape>
        </w:pict>
      </w:r>
      <w:r>
        <w:pict>
          <v:shapetype id="_x_643_t" o:spid="_x0000_m166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3" o:spid="_x0000_s2347" type="#_x_643_t" style="position:absolute;margin-left:195.75pt;margin-top:182.8pt;width:595.95pt;height:12pt;z-index:25231564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Loustari, Hanna-Buddy 1st ; Abbott, Georgia-Jerry 2nd ; Hamilton, Kate-Henry 3rd</w:t>
                  </w:r>
                </w:p>
              </w:txbxContent>
            </v:textbox>
          </v:shape>
        </w:pict>
      </w:r>
      <w:r>
        <w:pict>
          <v:shapetype id="_x_644_t" o:spid="_x0000_m166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4" o:spid="_x0000_s2348" type="#_x_644_t" style="position:absolute;margin-left:-5.2pt;margin-top:194.8pt;width:38.7pt;height:12pt;z-index:25231667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817</w:t>
                  </w:r>
                </w:p>
              </w:txbxContent>
            </v:textbox>
          </v:shape>
        </w:pict>
      </w:r>
      <w:r>
        <w:pict>
          <v:shapetype id="_x_645_t" o:spid="_x0000_m167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5" o:spid="_x0000_s2349" type="#_x_645_t" style="position:absolute;margin-left:33pt;margin-top:194.8pt;width:169.2pt;height:12pt;z-index:2523176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Leading, Junior</w:t>
                  </w:r>
                </w:p>
              </w:txbxContent>
            </v:textbox>
          </v:shape>
        </w:pict>
      </w:r>
      <w:r>
        <w:pict>
          <v:shapetype id="_x_646_t" o:spid="_x0000_m167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6" o:spid="_x0000_s2350" type="#_x_646_t" style="position:absolute;margin-left:195.75pt;margin-top:194.8pt;width:595.95pt;height:12pt;z-index:25231872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Daniella-Marmite 1st ; Harkness, Zara-Rosie 2nd</w:t>
                  </w:r>
                </w:p>
              </w:txbxContent>
            </v:textbox>
          </v:shape>
        </w:pict>
      </w:r>
      <w:r>
        <w:pict>
          <v:shapetype id="_x_647_t" o:spid="_x0000_m167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7" o:spid="_x0000_s2351" type="#_x_647_t" style="position:absolute;margin-left:-5.2pt;margin-top:206.8pt;width:38.7pt;height:12pt;z-index:25231974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818</w:t>
                  </w:r>
                </w:p>
              </w:txbxContent>
            </v:textbox>
          </v:shape>
        </w:pict>
      </w:r>
      <w:r>
        <w:pict>
          <v:shapetype id="_x_648_t" o:spid="_x0000_m167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8" o:spid="_x0000_s2352" type="#_x_648_t" style="position:absolute;margin-left:33pt;margin-top:206.8pt;width:169.2pt;height:12pt;z-index:2523207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Leading, Intermediate and Senior</w:t>
                  </w:r>
                </w:p>
              </w:txbxContent>
            </v:textbox>
          </v:shape>
        </w:pict>
      </w:r>
      <w:r>
        <w:pict>
          <v:shapetype id="_x_649_t" o:spid="_x0000_m167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49" o:spid="_x0000_s2353" type="#_x_649_t" style="position:absolute;margin-left:195.75pt;margin-top:206.8pt;width:595.95pt;height:12pt;z-index:25232179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Abbott, Georgi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a-Jerry 1st ; van Ballegooy, Jacob-Sparkle 2nd ; Hamilton, Kate-Henry 3rd</w:t>
                  </w:r>
                </w:p>
              </w:txbxContent>
            </v:textbox>
          </v:shape>
        </w:pict>
      </w:r>
      <w:r>
        <w:pict>
          <v:shapetype id="_x_650_t" o:spid="_x0000_m167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0" o:spid="_x0000_s2354" type="#_x_650_t" style="position:absolute;margin-left:-5.2pt;margin-top:218.8pt;width:38.7pt;height:12pt;z-index:25232281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819</w:t>
                  </w:r>
                </w:p>
              </w:txbxContent>
            </v:textbox>
          </v:shape>
        </w:pict>
      </w:r>
      <w:r>
        <w:pict>
          <v:shapetype id="_x_651_t" o:spid="_x0000_m167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1" o:spid="_x0000_s2355" type="#_x_651_t" style="position:absolute;margin-left:33pt;margin-top:218.8pt;width:169.2pt;height:12pt;z-index:2523238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Walk the Plank &amp; Jump, Junior</w:t>
                  </w:r>
                </w:p>
              </w:txbxContent>
            </v:textbox>
          </v:shape>
        </w:pict>
      </w:r>
      <w:r>
        <w:pict>
          <v:shapetype id="_x_652_t" o:spid="_x0000_m167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2" o:spid="_x0000_s2356" type="#_x_652_t" style="position:absolute;margin-left:195.75pt;margin-top:218.8pt;width:595.95pt;height:12pt;z-index:25232486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Daniella-Marmite 1st ; Harkness, Zara-Rosie 2nd</w:t>
                  </w:r>
                </w:p>
              </w:txbxContent>
            </v:textbox>
          </v:shape>
        </w:pict>
      </w:r>
      <w:r>
        <w:pict>
          <v:shapetype id="_x_653_t" o:spid="_x0000_m167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3" o:spid="_x0000_s2357" type="#_x_653_t" style="position:absolute;margin-left:-5.2pt;margin-top:230.8pt;width:38.7pt;height:12pt;z-index:25232588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820</w:t>
                  </w:r>
                </w:p>
              </w:txbxContent>
            </v:textbox>
          </v:shape>
        </w:pict>
      </w:r>
      <w:r>
        <w:pict>
          <v:shapetype id="_x_654_t" o:spid="_x0000_m167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4" o:spid="_x0000_s2358" type="#_x_654_t" style="position:absolute;margin-left:33pt;margin-top:230.8pt;width:169.2pt;height:21.95pt;z-index:2523269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Walk the Plank &amp; Jump, Intermediate and</w:t>
                  </w:r>
                </w:p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Senior</w:t>
                  </w:r>
                </w:p>
              </w:txbxContent>
            </v:textbox>
          </v:shape>
        </w:pict>
      </w:r>
      <w:r>
        <w:pict>
          <v:shapetype id="_x_655_t" o:spid="_x0000_m168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5" o:spid="_x0000_s2359" type="#_x_655_t" style="position:absolute;margin-left:195.75pt;margin-top:230.8pt;width:595.95pt;height:12pt;z-index:25232793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Jacob-Sparkle 1st ; van Ballegooy, Johanna-Silver Silk 2nd ; Loustari, Hanna-Buddy 3rd</w:t>
                  </w:r>
                </w:p>
              </w:txbxContent>
            </v:textbox>
          </v:shape>
        </w:pict>
      </w:r>
      <w:r>
        <w:pict>
          <v:shapetype id="_x_656_t" o:spid="_x0000_m168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6" o:spid="_x0000_s2360" type="#_x_656_t" style="position:absolute;margin-left:-5.2pt;margin-top:252.75pt;width:38.7pt;height:12pt;z-index:25232896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821</w:t>
                  </w:r>
                </w:p>
              </w:txbxContent>
            </v:textbox>
          </v:shape>
        </w:pict>
      </w:r>
      <w:r>
        <w:pict>
          <v:shapetype id="_x_657_t" o:spid="_x0000_m168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7" o:spid="_x0000_s2361" type="#_x_657_t" style="position:absolute;margin-left:33pt;margin-top:252.75pt;width:169.2pt;height:12pt;z-index:25232998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Calling, Junior</w:t>
                  </w:r>
                </w:p>
              </w:txbxContent>
            </v:textbox>
          </v:shape>
        </w:pict>
      </w:r>
      <w:r>
        <w:pict>
          <v:shapetype id="_x_658_t" o:spid="_x0000_m168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8" o:spid="_x0000_s2362" type="#_x_658_t" style="position:absolute;margin-left:195.75pt;margin-top:252.75pt;width:595.95pt;height:12pt;z-index:25233100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Harkness, Zara-Rosie 1st ; van Ballegooy, Daniella-Marmite 2nd</w:t>
                  </w:r>
                </w:p>
              </w:txbxContent>
            </v:textbox>
          </v:shape>
        </w:pict>
      </w:r>
      <w:r>
        <w:pict>
          <v:shapetype id="_x_659_t" o:spid="_x0000_m168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59" o:spid="_x0000_s2363" type="#_x_659_t" style="position:absolute;margin-left:-5.2pt;margin-top:264.75pt;width:38.7pt;height:12pt;z-index:25233203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822</w:t>
                  </w:r>
                </w:p>
              </w:txbxContent>
            </v:textbox>
          </v:shape>
        </w:pict>
      </w:r>
      <w:r>
        <w:pict>
          <v:shapetype id="_x_660_t" o:spid="_x0000_m168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0" o:spid="_x0000_s2364" type="#_x_660_t" style="position:absolute;margin-left:33pt;margin-top:264.75pt;width:169.2pt;height:12pt;z-index:25233305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Calling, Intermediate and Senior</w:t>
                  </w:r>
                </w:p>
              </w:txbxContent>
            </v:textbox>
          </v:shape>
        </w:pict>
      </w:r>
      <w:r>
        <w:pict>
          <v:shapetype id="_x_661_t" o:spid="_x0000_m168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1" o:spid="_x0000_s2365" type="#_x_661_t" style="position:absolute;margin-left:195.75pt;margin-top:264.75pt;width:595.95pt;height:12pt;z-index:25233408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Rohloff, Ashley-BJ 1st ; Hamilton, Kate-Henry 2nd ; Loustari, Hanna-Buddy 3rd</w:t>
                  </w:r>
                </w:p>
              </w:txbxContent>
            </v:textbox>
          </v:shape>
        </w:pict>
      </w:r>
      <w:r>
        <w:pict>
          <v:shapetype id="_x_662_t" o:spid="_x0000_m168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2" o:spid="_x0000_s2366" type="#_x_662_t" style="position:absolute;margin-left:-5.2pt;margin-top:276.75pt;width:38.7pt;height:12pt;z-index:25233510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823</w:t>
                  </w:r>
                </w:p>
              </w:txbxContent>
            </v:textbox>
          </v:shape>
        </w:pict>
      </w:r>
      <w:r>
        <w:pict>
          <v:shapetype id="_x_663_t" o:spid="_x0000_m168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3" o:spid="_x0000_s2367" type="#_x_663_t" style="position:absolute;margin-left:33pt;margin-top:276.75pt;width:169.2pt;height:12pt;z-index:25233612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Care &amp; Rearing, Junior</w:t>
                  </w:r>
                </w:p>
              </w:txbxContent>
            </v:textbox>
          </v:shape>
        </w:pict>
      </w:r>
      <w:r>
        <w:pict>
          <v:shapetype id="_x_664_t" o:spid="_x0000_m168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4" o:spid="_x0000_s2368" type="#_x_664_t" style="position:absolute;margin-left:195.75pt;margin-top:276.75pt;width:595.95pt;height:12pt;z-index:25233715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Harkness, Zara-Rosie 1st ; van Ballegooy, Daniella-Marmite 2nd</w:t>
                  </w:r>
                </w:p>
              </w:txbxContent>
            </v:textbox>
          </v:shape>
        </w:pict>
      </w:r>
      <w:r>
        <w:pict>
          <v:shapetype id="_x_665_t" o:spid="_x0000_m169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5" o:spid="_x0000_s2369" type="#_x_665_t" style="position:absolute;margin-left:-5.2pt;margin-top:288.75pt;width:38.7pt;height:12pt;z-index:252338176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824</w:t>
                  </w:r>
                </w:p>
              </w:txbxContent>
            </v:textbox>
          </v:shape>
        </w:pict>
      </w:r>
      <w:r>
        <w:pict>
          <v:shapetype id="_x_666_t" o:spid="_x0000_m169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6" o:spid="_x0000_s2370" type="#_x_666_t" style="position:absolute;margin-left:33pt;margin-top:288.75pt;width:169.2pt;height:12pt;z-index:25233920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Care &amp; Rearing, Intermediate and Senior</w:t>
                  </w:r>
                </w:p>
              </w:txbxContent>
            </v:textbox>
          </v:shape>
        </w:pict>
      </w:r>
      <w:r>
        <w:pict>
          <v:shapetype id="_x_667_t" o:spid="_x0000_m169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7" o:spid="_x0000_s2371" type="#_x_667_t" style="position:absolute;margin-left:195.75pt;margin-top:288.75pt;width:595.95pt;height:12pt;z-index:25234022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Hamilton, Kate-Henry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1st ; Abbott, Georgia-Jerry 2nd ; Loustari, Hanna-Buddy 3rd</w:t>
                  </w:r>
                </w:p>
              </w:txbxContent>
            </v:textbox>
          </v:shape>
        </w:pict>
      </w:r>
      <w:r>
        <w:pict>
          <v:shapetype id="_x_668_t" o:spid="_x0000_m169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8" o:spid="_x0000_s2372" type="#_x_668_t" style="position:absolute;margin-left:-5.2pt;margin-top:300.75pt;width:38.7pt;height:12pt;z-index:252341248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825</w:t>
                  </w:r>
                </w:p>
              </w:txbxContent>
            </v:textbox>
          </v:shape>
        </w:pict>
      </w:r>
      <w:r>
        <w:pict>
          <v:shapetype id="_x_669_t" o:spid="_x0000_m169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69" o:spid="_x0000_s2373" type="#_x_669_t" style="position:absolute;margin-left:33pt;margin-top:300.75pt;width:169.2pt;height:12pt;z-index:25234227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Dairy Type</w:t>
                  </w:r>
                </w:p>
              </w:txbxContent>
            </v:textbox>
          </v:shape>
        </w:pict>
      </w:r>
      <w:r>
        <w:pict>
          <v:shapetype id="_x_670_t" o:spid="_x0000_m1695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0" o:spid="_x0000_s2374" type="#_x_670_t" style="position:absolute;margin-left:195.75pt;margin-top:300.75pt;width:595.95pt;height:12pt;z-index:25234329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van Ballegooy, Johanna-Silver Silk 1st ; van Ballegooy, Jacob-Sparkle 2nd ; van Ballegooy, Daniella-Marmite 3rd</w:t>
                  </w:r>
                </w:p>
              </w:txbxContent>
            </v:textbox>
          </v:shape>
        </w:pict>
      </w:r>
      <w:r>
        <w:pict>
          <v:shapetype id="_x_671_t" o:spid="_x0000_m1696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1" o:spid="_x0000_s2375" type="#_x_671_t" style="position:absolute;margin-left:-5.2pt;margin-top:312.75pt;width:38.7pt;height:12pt;z-index:252344320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826</w:t>
                  </w:r>
                </w:p>
              </w:txbxContent>
            </v:textbox>
          </v:shape>
        </w:pict>
      </w:r>
      <w:r>
        <w:pict>
          <v:shapetype id="_x_672_t" o:spid="_x0000_m169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2" o:spid="_x0000_s2376" type="#_x_672_t" style="position:absolute;margin-left:33pt;margin-top:312.75pt;width:169.2pt;height:12pt;z-index:252345344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Fibre Type</w:t>
                  </w:r>
                </w:p>
              </w:txbxContent>
            </v:textbox>
          </v:shape>
        </w:pict>
      </w:r>
      <w:r>
        <w:pict>
          <v:shapetype id="_x_673_t" o:spid="_x0000_m1698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3" o:spid="_x0000_s2377" type="#_x_673_t" style="position:absolute;margin-left:195.75pt;margin-top:312.75pt;width:595.95pt;height:12pt;z-index:25234636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Harkness, Zara-Rosie 1st</w:t>
                  </w:r>
                </w:p>
              </w:txbxContent>
            </v:textbox>
          </v:shape>
        </w:pict>
      </w:r>
      <w:r>
        <w:pict>
          <v:shapetype id="_x_674_t" o:spid="_x0000_m1699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4" o:spid="_x0000_s2378" type="#_x_674_t" style="position:absolute;margin-left:-5.2pt;margin-top:324.75pt;width:38.7pt;height:12pt;z-index:252347392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827</w:t>
                  </w:r>
                </w:p>
              </w:txbxContent>
            </v:textbox>
          </v:shape>
        </w:pict>
      </w:r>
      <w:r>
        <w:pict>
          <v:shapetype id="_x_675_t" o:spid="_x0000_m1700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5" o:spid="_x0000_s2379" type="#_x_675_t" style="position:absolute;margin-left:33pt;margin-top:324.75pt;width:169.2pt;height:12pt;z-index:252348416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Meat Type</w:t>
                  </w:r>
                </w:p>
              </w:txbxContent>
            </v:textbox>
          </v:shape>
        </w:pict>
      </w:r>
      <w:r>
        <w:pict>
          <v:shapetype id="_x_676_t" o:spid="_x0000_m1701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6" o:spid="_x0000_s2380" type="#_x_676_t" style="position:absolute;margin-left:195.75pt;margin-top:324.75pt;width:595.95pt;height:12pt;z-index:252349440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Abbott, Georgia-Jerry 1st ; Rohloff, Ashley-BJ 2nd ; Loustari, Hanna-Buddy 3rd</w:t>
                  </w:r>
                </w:p>
              </w:txbxContent>
            </v:textbox>
          </v:shape>
        </w:pict>
      </w:r>
      <w:r>
        <w:pict>
          <v:shapetype id="_x_677_t" o:spid="_x0000_m1702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7" o:spid="_x0000_s2381" type="#_x_677_t" style="position:absolute;margin-left:-5.2pt;margin-top:336.75pt;width:38.7pt;height:12pt;z-index:252350464;mso-position-horizontal:absolute;mso-position-vertical:absolute" o:spt="202" path="m,l,21600r21600,l21600,xe" filled="f" stroked="f">
            <v:stroke joinstyle="miter"/>
            <v:path gradientshapeok="t" o:connecttype="rect"/>
            <v:textbox inset="0,0,2pt,0">
              <w:txbxContent>
                <w:p w:rsidR="00000000" w:rsidRDefault="00CF2788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828</w:t>
                  </w:r>
                </w:p>
              </w:txbxContent>
            </v:textbox>
          </v:shape>
        </w:pict>
      </w:r>
      <w:r>
        <w:pict>
          <v:shapetype id="_x_678_t" o:spid="_x0000_m1703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8" o:spid="_x0000_s2382" type="#_x_678_t" style="position:absolute;margin-left:33pt;margin-top:336.75pt;width:169.2pt;height:12pt;z-index:252351488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Fancy Dress</w:t>
                  </w:r>
                </w:p>
              </w:txbxContent>
            </v:textbox>
          </v:shape>
        </w:pict>
      </w:r>
      <w:r>
        <w:pict>
          <v:shapetype id="_x_679_t" o:spid="_x0000_m1704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_x_679" o:spid="_x0000_s2383" type="#_x_679_t" style="position:absolute;margin-left:195.75pt;margin-top:336.75pt;width:595.95pt;height:12pt;z-index:252352512;mso-position-horizontal:absolute;mso-position-vertical:absolute" o:spt="202" path="m,l,21600r21600,l21600,xe" filled="f" stroked="f">
            <v:stroke joinstyle="miter"/>
            <v:path gradientshapeok="t" o:connecttype="rect"/>
            <v:textbox inset="0,0,0,0">
              <w:txbxContent>
                <w:p w:rsidR="00000000" w:rsidRDefault="00CF278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Hamilton, Kate-Henry 1st ; -Superman 2nd ; 31-All Black 3rd</w:t>
                  </w:r>
                </w:p>
              </w:txbxContent>
            </v:textbox>
          </v:shape>
        </w:pict>
      </w:r>
    </w:p>
    <w:sectPr w:rsidR="00CF2788">
      <w:pgSz w:w="16840" w:h="11900" w:orient="landscape"/>
      <w:pgMar w:top="1160" w:right="680" w:bottom="640" w:left="48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attachedTemplate r:id="rId1"/>
  <w:defaultTabStop w:val="720"/>
  <w:noPunctuationKerning/>
  <w:characterSpacingControl w:val="doNotCompress"/>
  <w:compat/>
  <w:rsids>
    <w:rsidRoot w:val="005B7F68"/>
    <w:rsid w:val="005B7F68"/>
    <w:rsid w:val="00CF2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4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2015-03-24T01:12:00Z</dcterms:created>
</cp:coreProperties>
</file>